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2111" type="#_x0000_t75">
            <v:imagedata r:id="rId6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3008: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NSR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20100311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Unit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Testing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(OR*3.0*420)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  <w:position w:val="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96" w:lineRule="auto"/>
        <w:ind w:left="100" w:right="2932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7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46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Parent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Plan(s):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20100311: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purpose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suite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EPIP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Intake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(NSR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20100311: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Monitoring)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modification.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Developer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Suite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478" w:lineRule="auto"/>
        <w:ind w:left="100" w:right="8988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0004pt;margin-top:-24.692099pt;width:541.499996pt;height:13.599986pt;mso-position-horizontal-relative:page;mso-position-vertical-relative:paragraph;z-index:-2110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727,-255l11530,-255e" filled="f" stroked="t" strokeweight=".666667pt" strokecolor="#E6E6E6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713,-229l11530,-229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454l715,-222e" filled="f" stroked="t" strokeweight=".5pt" strokecolor="#FFFFF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5.5pt;margin-top:1.653907pt;width:541.000001pt;height:22.605993pt;mso-position-horizontal-relative:page;mso-position-vertical-relative:paragraph;z-index:-2109" coordorigin="710,33" coordsize="10820,452">
            <v:shape style="position:absolute;left:2143;top:33;width:585;height:117" type="#_x0000_t75">
              <v:imagedata r:id="rId8" o:title=""/>
            </v:shape>
            <v:group style="position:absolute;left:725;top:225;width:3590;height:220" coordorigin="725,225" coordsize="3590,220">
              <v:shape style="position:absolute;left:725;top:225;width:3590;height:220" coordorigin="725,225" coordsize="3590,220" path="m725,225l4315,225,4315,445,725,445,725,225e" filled="t" fillcolor="#E6E6E6" stroked="f">
                <v:path arrowok="t"/>
                <v:fill/>
              </v:shape>
            </v:group>
            <v:group style="position:absolute;left:717;top:192;width:3603;height:2" coordorigin="717,192" coordsize="3603,2">
              <v:shape style="position:absolute;left:717;top:192;width:3603;height:2" coordorigin="717,192" coordsize="3603,0" path="m718,192l4322,192e" filled="f" stroked="t" strokeweight=".666667pt" strokecolor="#E6E6E6">
                <v:path arrowok="t"/>
              </v:shape>
            </v:group>
            <v:group style="position:absolute;left:723;top:219;width:3593;height:2" coordorigin="723,219" coordsize="3593,2">
              <v:shape style="position:absolute;left:723;top:219;width:3593;height:2" coordorigin="723,219" coordsize="3593,0" path="m732,219l4325,219e" filled="f" stroked="t" strokeweight=".666667pt" strokecolor="#E6E6E6">
                <v:path arrowok="t"/>
              </v:shape>
            </v:group>
            <v:group style="position:absolute;left:723;top:452;width:3593;height:2" coordorigin="723,452" coordsize="3593,2">
              <v:shape style="position:absolute;left:723;top:452;width:3593;height:2" coordorigin="723,452" coordsize="3593,0" path="m727,452l4320,452e" filled="f" stroked="t" strokeweight=".666667pt" strokecolor="#E6E6E6">
                <v:path arrowok="t"/>
              </v:shape>
            </v:group>
            <v:group style="position:absolute;left:720;top:205;width:2;height:260" coordorigin="720,205" coordsize="2,260">
              <v:shape style="position:absolute;left:720;top:205;width:2;height:260" coordorigin="720,205" coordsize="0,260" path="m720,225l720,485e" filled="f" stroked="t" strokeweight=".5pt" strokecolor="#FFFFFF">
                <v:path arrowok="t"/>
              </v:shape>
            </v:group>
            <v:group style="position:absolute;left:4325;top:225;width:3590;height:220" coordorigin="4325,225" coordsize="3590,220">
              <v:shape style="position:absolute;left:4325;top:225;width:3590;height:220" coordorigin="4325,225" coordsize="3590,220" path="m4325,225l7915,225,7915,445,4325,445,4325,225e" filled="t" fillcolor="#E6E6E6" stroked="f">
                <v:path arrowok="t"/>
                <v:fill/>
              </v:shape>
            </v:group>
            <v:group style="position:absolute;left:4320;top:192;width:3600;height:2" coordorigin="4320,192" coordsize="3600,2">
              <v:shape style="position:absolute;left:4320;top:192;width:3600;height:2" coordorigin="4320,192" coordsize="3600,0" path="m4320,192l7920,192e" filled="f" stroked="t" strokeweight=".666667pt" strokecolor="#E6E6E6">
                <v:path arrowok="t"/>
              </v:shape>
            </v:group>
            <v:group style="position:absolute;left:4323;top:219;width:3593;height:2" coordorigin="4323,219" coordsize="3593,2">
              <v:shape style="position:absolute;left:4323;top:219;width:3593;height:2" coordorigin="4323,219" coordsize="3593,0" path="m4327,219l7920,219e" filled="f" stroked="t" strokeweight=".666667pt" strokecolor="#E6E6E6">
                <v:path arrowok="t"/>
              </v:shape>
            </v:group>
            <v:group style="position:absolute;left:4323;top:452;width:3593;height:2" coordorigin="4323,452" coordsize="3593,2">
              <v:shape style="position:absolute;left:4323;top:452;width:3593;height:2" coordorigin="4323,452" coordsize="3593,0" path="m4327,452l7920,452e" filled="f" stroked="t" strokeweight=".666667pt" strokecolor="#E6E6E6">
                <v:path arrowok="t"/>
              </v:shape>
            </v:group>
            <v:group style="position:absolute;left:7925;top:225;width:3590;height:220" coordorigin="7925,225" coordsize="3590,220">
              <v:shape style="position:absolute;left:7925;top:225;width:3590;height:220" coordorigin="7925,225" coordsize="3590,220" path="m7925,225l11515,225,11515,445,7925,445,7925,225e" filled="t" fillcolor="#E6E6E6" stroked="f">
                <v:path arrowok="t"/>
                <v:fill/>
              </v:shape>
            </v:group>
            <v:group style="position:absolute;left:7920;top:192;width:3603;height:2" coordorigin="7920,192" coordsize="3603,2">
              <v:shape style="position:absolute;left:7920;top:192;width:3603;height:2" coordorigin="7920,192" coordsize="3603,0" path="m7920,192l11523,192e" filled="f" stroked="t" strokeweight=".666667pt" strokecolor="#E6E6E6">
                <v:path arrowok="t"/>
              </v:shape>
            </v:group>
            <v:group style="position:absolute;left:7923;top:219;width:3593;height:2" coordorigin="7923,219" coordsize="3593,2">
              <v:shape style="position:absolute;left:7923;top:219;width:3593;height:2" coordorigin="7923,219" coordsize="3593,0" path="m7927,219l11520,219e" filled="f" stroked="t" strokeweight=".666667pt" strokecolor="#E6E6E6">
                <v:path arrowok="t"/>
              </v:shape>
            </v:group>
            <v:group style="position:absolute;left:11520;top:205;width:2;height:260" coordorigin="11520,205" coordsize="2,260">
              <v:shape style="position:absolute;left:11520;top:205;width:2;height:260" coordorigin="11520,205" coordsize="0,260" path="m11520,225l11520,485e" filled="f" stroked="t" strokeweight=".5pt" strokecolor="#FFFFFF">
                <v:path arrowok="t"/>
              </v:shape>
            </v:group>
            <v:group style="position:absolute;left:7923;top:452;width:3593;height:2" coordorigin="7923,452" coordsize="3593,2">
              <v:shape style="position:absolute;left:7923;top:452;width:3593;height:2" coordorigin="7923,452" coordsize="3593,0" path="m7927,452l11520,452e" filled="f" stroked="t" strokeweight=".666667pt" strokecolor="#E6E6E6">
                <v:path arrowok="t"/>
              </v:shape>
            </v:group>
            <v:group style="position:absolute;left:720;top:479;width:10800;height:2" coordorigin="720,479" coordsize="10800,2">
              <v:shape style="position:absolute;left:720;top:479;width:10800;height:2" coordorigin="720,479" coordsize="10800,0" path="m720,479l11520,479e" filled="f" stroked="t" strokeweight=".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7pt;width:541.0pt;height:18.399998pt;mso-position-horizontal-relative:page;mso-position-vertical-relative:paragraph;z-index:-2108" coordorigin="710,454" coordsize="10820,368">
            <v:group style="position:absolute;left:725;top:494;width:638;height:288" coordorigin="725,494" coordsize="638,288">
              <v:shape style="position:absolute;left:725;top:494;width:638;height:288" coordorigin="725,494" coordsize="638,288" path="m725,494l1363,494,1363,782,725,782,725,494e" filled="t" fillcolor="#E6E6E6" stroked="f">
                <v:path arrowok="t"/>
                <v:fill/>
              </v:shape>
            </v:group>
            <v:group style="position:absolute;left:717;top:461;width:651;height:2" coordorigin="717,461" coordsize="651,2">
              <v:shape style="position:absolute;left:717;top:461;width:651;height:2" coordorigin="717,461" coordsize="651,0" path="m718,461l1370,461e" filled="f" stroked="t" strokeweight=".666667pt" strokecolor="#E6E6E6">
                <v:path arrowok="t"/>
              </v:shape>
            </v:group>
            <v:group style="position:absolute;left:723;top:487;width:641;height:2" coordorigin="723,487" coordsize="641,2">
              <v:shape style="position:absolute;left:723;top:487;width:641;height:2" coordorigin="723,487" coordsize="641,0" path="m732,487l1373,487e" filled="f" stroked="t" strokeweight=".666667pt" strokecolor="#E6E6E6">
                <v:path arrowok="t"/>
              </v:shape>
            </v:group>
            <v:group style="position:absolute;left:723;top:789;width:641;height:2" coordorigin="723,789" coordsize="641,2">
              <v:shape style="position:absolute;left:723;top:789;width:641;height:2" coordorigin="723,789" coordsize="641,0" path="m727,789l1368,789e" filled="f" stroked="t" strokeweight=".666667pt" strokecolor="#E6E6E6">
                <v:path arrowok="t"/>
              </v:shape>
            </v:group>
            <v:group style="position:absolute;left:720;top:474;width:2;height:328" coordorigin="720,474" coordsize="2,328">
              <v:shape style="position:absolute;left:720;top:474;width:2;height:328" coordorigin="720,474" coordsize="0,328" path="m720,494l720,822e" filled="f" stroked="t" strokeweight=".5pt" strokecolor="#FFFFFF">
                <v:path arrowok="t"/>
              </v:shape>
            </v:group>
            <v:group style="position:absolute;left:1373;top:494;width:638;height:288" coordorigin="1373,494" coordsize="638,288">
              <v:shape style="position:absolute;left:1373;top:494;width:638;height:288" coordorigin="1373,494" coordsize="638,288" path="m1373,494l2011,494,2011,782,1373,782,1373,494e" filled="t" fillcolor="#E6E6E6" stroked="f">
                <v:path arrowok="t"/>
                <v:fill/>
              </v:shape>
            </v:group>
            <v:group style="position:absolute;left:1368;top:461;width:648;height:2" coordorigin="1368,461" coordsize="648,2">
              <v:shape style="position:absolute;left:1368;top:461;width:648;height:2" coordorigin="1368,461" coordsize="648,0" path="m1368,461l2016,461e" filled="f" stroked="t" strokeweight=".666667pt" strokecolor="#E6E6E6">
                <v:path arrowok="t"/>
              </v:shape>
            </v:group>
            <v:group style="position:absolute;left:1371;top:487;width:641;height:2" coordorigin="1371,487" coordsize="641,2">
              <v:shape style="position:absolute;left:1371;top:487;width:641;height:2" coordorigin="1371,487" coordsize="641,0" path="m1375,487l2016,487e" filled="f" stroked="t" strokeweight=".666667pt" strokecolor="#E6E6E6">
                <v:path arrowok="t"/>
              </v:shape>
            </v:group>
            <v:group style="position:absolute;left:1371;top:789;width:641;height:2" coordorigin="1371,789" coordsize="641,2">
              <v:shape style="position:absolute;left:1371;top:789;width:641;height:2" coordorigin="1371,789" coordsize="641,0" path="m1375,789l2016,789e" filled="f" stroked="t" strokeweight=".666667pt" strokecolor="#E6E6E6">
                <v:path arrowok="t"/>
              </v:shape>
            </v:group>
            <v:group style="position:absolute;left:2021;top:494;width:638;height:288" coordorigin="2021,494" coordsize="638,288">
              <v:shape style="position:absolute;left:2021;top:494;width:638;height:288" coordorigin="2021,494" coordsize="638,288" path="m2021,494l2659,494,2659,782,2021,782,2021,494e" filled="t" fillcolor="#E6E6E6" stroked="f">
                <v:path arrowok="t"/>
                <v:fill/>
              </v:shape>
            </v:group>
            <v:group style="position:absolute;left:2016;top:461;width:648;height:2" coordorigin="2016,461" coordsize="648,2">
              <v:shape style="position:absolute;left:2016;top:461;width:648;height:2" coordorigin="2016,461" coordsize="648,0" path="m2016,461l2664,461e" filled="f" stroked="t" strokeweight=".666667pt" strokecolor="#E6E6E6">
                <v:path arrowok="t"/>
              </v:shape>
            </v:group>
            <v:group style="position:absolute;left:2019;top:487;width:641;height:2" coordorigin="2019,487" coordsize="641,2">
              <v:shape style="position:absolute;left:2019;top:487;width:641;height:2" coordorigin="2019,487" coordsize="641,0" path="m2023,487l2664,487e" filled="f" stroked="t" strokeweight=".666667pt" strokecolor="#E6E6E6">
                <v:path arrowok="t"/>
              </v:shape>
            </v:group>
            <v:group style="position:absolute;left:2019;top:789;width:641;height:2" coordorigin="2019,789" coordsize="641,2">
              <v:shape style="position:absolute;left:2019;top:789;width:641;height:2" coordorigin="2019,789" coordsize="641,0" path="m2023,789l2664,789e" filled="f" stroked="t" strokeweight=".666667pt" strokecolor="#E6E6E6">
                <v:path arrowok="t"/>
              </v:shape>
            </v:group>
            <v:group style="position:absolute;left:2669;top:494;width:1934;height:288" coordorigin="2669,494" coordsize="1934,288">
              <v:shape style="position:absolute;left:2669;top:494;width:1934;height:288" coordorigin="2669,494" coordsize="1934,288" path="m2669,494l4603,494,4603,782,2669,782,2669,494e" filled="t" fillcolor="#E6E6E6" stroked="f">
                <v:path arrowok="t"/>
                <v:fill/>
              </v:shape>
            </v:group>
            <v:group style="position:absolute;left:2664;top:461;width:1944;height:2" coordorigin="2664,461" coordsize="1944,2">
              <v:shape style="position:absolute;left:2664;top:461;width:1944;height:2" coordorigin="2664,461" coordsize="1944,0" path="m2664,461l4608,461e" filled="f" stroked="t" strokeweight=".666667pt" strokecolor="#E6E6E6">
                <v:path arrowok="t"/>
              </v:shape>
            </v:group>
            <v:group style="position:absolute;left:2667;top:487;width:1937;height:2" coordorigin="2667,487" coordsize="1937,2">
              <v:shape style="position:absolute;left:2667;top:487;width:1937;height:2" coordorigin="2667,487" coordsize="1937,0" path="m2671,487l4608,487e" filled="f" stroked="t" strokeweight=".666667pt" strokecolor="#E6E6E6">
                <v:path arrowok="t"/>
              </v:shape>
            </v:group>
            <v:group style="position:absolute;left:2667;top:789;width:1937;height:2" coordorigin="2667,789" coordsize="1937,2">
              <v:shape style="position:absolute;left:2667;top:789;width:1937;height:2" coordorigin="2667,789" coordsize="1937,0" path="m2671,789l4608,789e" filled="f" stroked="t" strokeweight=".666667pt" strokecolor="#E6E6E6">
                <v:path arrowok="t"/>
              </v:shape>
            </v:group>
            <v:group style="position:absolute;left:4613;top:494;width:1610;height:288" coordorigin="4613,494" coordsize="1610,288">
              <v:shape style="position:absolute;left:4613;top:494;width:1610;height:288" coordorigin="4613,494" coordsize="1610,288" path="m4613,494l6223,494,6223,782,4613,782,4613,494e" filled="t" fillcolor="#E6E6E6" stroked="f">
                <v:path arrowok="t"/>
                <v:fill/>
              </v:shape>
            </v:group>
            <v:group style="position:absolute;left:4608;top:461;width:1620;height:2" coordorigin="4608,461" coordsize="1620,2">
              <v:shape style="position:absolute;left:4608;top:461;width:1620;height:2" coordorigin="4608,461" coordsize="1620,0" path="m4608,461l6228,461e" filled="f" stroked="t" strokeweight=".666667pt" strokecolor="#E6E6E6">
                <v:path arrowok="t"/>
              </v:shape>
            </v:group>
            <v:group style="position:absolute;left:4611;top:487;width:1613;height:2" coordorigin="4611,487" coordsize="1613,2">
              <v:shape style="position:absolute;left:4611;top:487;width:1613;height:2" coordorigin="4611,487" coordsize="1613,0" path="m4615,487l6228,487e" filled="f" stroked="t" strokeweight=".666667pt" strokecolor="#E6E6E6">
                <v:path arrowok="t"/>
              </v:shape>
            </v:group>
            <v:group style="position:absolute;left:4611;top:789;width:1613;height:2" coordorigin="4611,789" coordsize="1613,2">
              <v:shape style="position:absolute;left:4611;top:789;width:1613;height:2" coordorigin="4611,789" coordsize="1613,0" path="m4615,789l6228,789e" filled="f" stroked="t" strokeweight=".666667pt" strokecolor="#E6E6E6">
                <v:path arrowok="t"/>
              </v:shape>
            </v:group>
            <v:group style="position:absolute;left:6233;top:494;width:962;height:288" coordorigin="6233,494" coordsize="962,288">
              <v:shape style="position:absolute;left:6233;top:494;width:962;height:288" coordorigin="6233,494" coordsize="962,288" path="m6233,494l7195,494,7195,782,6233,782,6233,494e" filled="t" fillcolor="#E6E6E6" stroked="f">
                <v:path arrowok="t"/>
                <v:fill/>
              </v:shape>
            </v:group>
            <v:group style="position:absolute;left:6228;top:461;width:972;height:2" coordorigin="6228,461" coordsize="972,2">
              <v:shape style="position:absolute;left:6228;top:461;width:972;height:2" coordorigin="6228,461" coordsize="972,0" path="m6228,461l7200,461e" filled="f" stroked="t" strokeweight=".666667pt" strokecolor="#E6E6E6">
                <v:path arrowok="t"/>
              </v:shape>
            </v:group>
            <v:group style="position:absolute;left:6231;top:487;width:965;height:2" coordorigin="6231,487" coordsize="965,2">
              <v:shape style="position:absolute;left:6231;top:487;width:965;height:2" coordorigin="6231,487" coordsize="965,0" path="m6235,487l7200,487e" filled="f" stroked="t" strokeweight=".666667pt" strokecolor="#E6E6E6">
                <v:path arrowok="t"/>
              </v:shape>
            </v:group>
            <v:group style="position:absolute;left:6231;top:789;width:965;height:2" coordorigin="6231,789" coordsize="965,2">
              <v:shape style="position:absolute;left:6231;top:789;width:965;height:2" coordorigin="6231,789" coordsize="965,0" path="m6235,789l7200,789e" filled="f" stroked="t" strokeweight=".666667pt" strokecolor="#E6E6E6">
                <v:path arrowok="t"/>
              </v:shape>
            </v:group>
            <v:group style="position:absolute;left:7205;top:494;width:962;height:288" coordorigin="7205,494" coordsize="962,288">
              <v:shape style="position:absolute;left:7205;top:494;width:962;height:288" coordorigin="7205,494" coordsize="962,288" path="m7205,494l8167,494,8167,782,7205,782,7205,494e" filled="t" fillcolor="#E6E6E6" stroked="f">
                <v:path arrowok="t"/>
                <v:fill/>
              </v:shape>
            </v:group>
            <v:group style="position:absolute;left:7200;top:461;width:972;height:2" coordorigin="7200,461" coordsize="972,2">
              <v:shape style="position:absolute;left:7200;top:461;width:972;height:2" coordorigin="7200,461" coordsize="972,0" path="m7200,461l8172,461e" filled="f" stroked="t" strokeweight=".666667pt" strokecolor="#E6E6E6">
                <v:path arrowok="t"/>
              </v:shape>
            </v:group>
            <v:group style="position:absolute;left:7203;top:487;width:965;height:2" coordorigin="7203,487" coordsize="965,2">
              <v:shape style="position:absolute;left:7203;top:487;width:965;height:2" coordorigin="7203,487" coordsize="965,0" path="m7207,487l8172,487e" filled="f" stroked="t" strokeweight=".666667pt" strokecolor="#E6E6E6">
                <v:path arrowok="t"/>
              </v:shape>
            </v:group>
            <v:group style="position:absolute;left:7203;top:789;width:965;height:2" coordorigin="7203,789" coordsize="965,2">
              <v:shape style="position:absolute;left:7203;top:789;width:965;height:2" coordorigin="7203,789" coordsize="965,0" path="m7207,789l8172,789e" filled="f" stroked="t" strokeweight=".666667pt" strokecolor="#E6E6E6">
                <v:path arrowok="t"/>
              </v:shape>
            </v:group>
            <v:group style="position:absolute;left:8177;top:494;width:1826;height:288" coordorigin="8177,494" coordsize="1826,288">
              <v:shape style="position:absolute;left:8177;top:494;width:1826;height:288" coordorigin="8177,494" coordsize="1826,288" path="m8177,494l10003,494,10003,782,8177,782,8177,494e" filled="t" fillcolor="#E6E6E6" stroked="f">
                <v:path arrowok="t"/>
                <v:fill/>
              </v:shape>
            </v:group>
            <v:group style="position:absolute;left:8172;top:461;width:1836;height:2" coordorigin="8172,461" coordsize="1836,2">
              <v:shape style="position:absolute;left:8172;top:461;width:1836;height:2" coordorigin="8172,461" coordsize="1836,0" path="m8172,461l10008,461e" filled="f" stroked="t" strokeweight=".666667pt" strokecolor="#E6E6E6">
                <v:path arrowok="t"/>
              </v:shape>
            </v:group>
            <v:group style="position:absolute;left:8175;top:487;width:1829;height:2" coordorigin="8175,487" coordsize="1829,2">
              <v:shape style="position:absolute;left:8175;top:487;width:1829;height:2" coordorigin="8175,487" coordsize="1829,0" path="m8179,487l10008,487e" filled="f" stroked="t" strokeweight=".666667pt" strokecolor="#E6E6E6">
                <v:path arrowok="t"/>
              </v:shape>
            </v:group>
            <v:group style="position:absolute;left:8175;top:789;width:1829;height:2" coordorigin="8175,789" coordsize="1829,2">
              <v:shape style="position:absolute;left:8175;top:789;width:1829;height:2" coordorigin="8175,789" coordsize="1829,0" path="m8179,789l10008,789e" filled="f" stroked="t" strokeweight=".666667pt" strokecolor="#E6E6E6">
                <v:path arrowok="t"/>
              </v:shape>
            </v:group>
            <v:group style="position:absolute;left:10013;top:494;width:746;height:288" coordorigin="10013,494" coordsize="746,288">
              <v:shape style="position:absolute;left:10013;top:494;width:746;height:288" coordorigin="10013,494" coordsize="746,288" path="m10013,494l10759,494,10759,782,10013,782,10013,494e" filled="t" fillcolor="#E6E6E6" stroked="f">
                <v:path arrowok="t"/>
                <v:fill/>
              </v:shape>
            </v:group>
            <v:group style="position:absolute;left:10008;top:461;width:756;height:2" coordorigin="10008,461" coordsize="756,2">
              <v:shape style="position:absolute;left:10008;top:461;width:756;height:2" coordorigin="10008,461" coordsize="756,0" path="m10008,461l10764,461e" filled="f" stroked="t" strokeweight=".666667pt" strokecolor="#E6E6E6">
                <v:path arrowok="t"/>
              </v:shape>
            </v:group>
            <v:group style="position:absolute;left:10011;top:487;width:749;height:2" coordorigin="10011,487" coordsize="749,2">
              <v:shape style="position:absolute;left:10011;top:487;width:749;height:2" coordorigin="10011,487" coordsize="749,0" path="m10015,487l10764,487e" filled="f" stroked="t" strokeweight=".666667pt" strokecolor="#E6E6E6">
                <v:path arrowok="t"/>
              </v:shape>
            </v:group>
            <v:group style="position:absolute;left:10011;top:789;width:749;height:2" coordorigin="10011,789" coordsize="749,2">
              <v:shape style="position:absolute;left:10011;top:789;width:749;height:2" coordorigin="10011,789" coordsize="749,0" path="m10015,789l10764,789e" filled="f" stroked="t" strokeweight=".666667pt" strokecolor="#E6E6E6">
                <v:path arrowok="t"/>
              </v:shape>
            </v:group>
            <v:group style="position:absolute;left:10769;top:494;width:746;height:288" coordorigin="10769,494" coordsize="746,288">
              <v:shape style="position:absolute;left:10769;top:494;width:746;height:288" coordorigin="10769,494" coordsize="746,288" path="m10769,494l11515,494,11515,782,10769,782,10769,494e" filled="t" fillcolor="#E6E6E6" stroked="f">
                <v:path arrowok="t"/>
                <v:fill/>
              </v:shape>
            </v:group>
            <v:group style="position:absolute;left:10764;top:461;width:759;height:2" coordorigin="10764,461" coordsize="759,2">
              <v:shape style="position:absolute;left:10764;top:461;width:759;height:2" coordorigin="10764,461" coordsize="759,0" path="m10764,461l11523,461e" filled="f" stroked="t" strokeweight=".666667pt" strokecolor="#E6E6E6">
                <v:path arrowok="t"/>
              </v:shape>
            </v:group>
            <v:group style="position:absolute;left:10767;top:487;width:749;height:2" coordorigin="10767,487" coordsize="749,2">
              <v:shape style="position:absolute;left:10767;top:487;width:749;height:2" coordorigin="10767,487" coordsize="749,0" path="m10771,487l11520,487e" filled="f" stroked="t" strokeweight=".666667pt" strokecolor="#E6E6E6">
                <v:path arrowok="t"/>
              </v:shape>
            </v:group>
            <v:group style="position:absolute;left:11520;top:474;width:2;height:328" coordorigin="11520,474" coordsize="2,328">
              <v:shape style="position:absolute;left:11520;top:474;width:2;height:328" coordorigin="11520,474" coordsize="0,328" path="m11520,494l11520,822e" filled="f" stroked="t" strokeweight=".5pt" strokecolor="#FFFFFF">
                <v:path arrowok="t"/>
              </v:shape>
            </v:group>
            <v:group style="position:absolute;left:10767;top:789;width:749;height:2" coordorigin="10767,789" coordsize="749,2">
              <v:shape style="position:absolute;left:10767;top:789;width:749;height:2" coordorigin="10767,789" coordsize="749,0" path="m10771,789l11520,789e" filled="f" stroked="t" strokeweight=".666667pt" strokecolor="#E6E6E6">
                <v:path arrowok="t"/>
              </v:shape>
            </v:group>
            <v:group style="position:absolute;left:720;top:815;width:10800;height:2" coordorigin="720,815" coordsize="10800,2">
              <v:shape style="position:absolute;left:720;top:815;width:10800;height:2" coordorigin="720,815" coordsize="10800,0" path="m720,815l11520,815e" filled="f" stroked="t" strokeweight=".66668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Cases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pgMar w:footer="979" w:top="1360" w:bottom="1160" w:left="620" w:right="640"/>
          <w:footerReference w:type="default" r:id="rId5"/>
          <w:type w:val="continuous"/>
          <w:pgSz w:w="12240" w:h="15840"/>
        </w:sectPr>
      </w:pPr>
      <w:rPr/>
    </w:p>
    <w:p>
      <w:pPr>
        <w:spacing w:before="44" w:after="0" w:line="240" w:lineRule="auto"/>
        <w:ind w:left="205" w:right="-6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2.592003pt;margin-top:2.694926pt;width:37.957999pt;height:14.4pt;mso-position-horizontal-relative:page;mso-position-vertical-relative:paragraph;z-index:-2112" type="#_x0000_t202" filled="f" stroked="f">
            <v:textbox inset="0,0,0,0">
              <w:txbxContent>
                <w:p>
                  <w:pPr>
                    <w:spacing w:before="0" w:after="0" w:line="128" w:lineRule="exact"/>
                    <w:ind w:right="-20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color w:val="666666"/>
                      <w:spacing w:val="0"/>
                      <w:w w:val="100"/>
                      <w:b/>
                      <w:bCs/>
                    </w:rPr>
                    <w:t>on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Executi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240" w:lineRule="auto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Order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46" w:after="0" w:line="183" w:lineRule="exact"/>
        <w:ind w:left="-49" w:right="-20"/>
        <w:jc w:val="right"/>
        <w:tabs>
          <w:tab w:pos="440" w:val="left"/>
          <w:tab w:pos="2980" w:val="left"/>
          <w:tab w:pos="4600" w:val="left"/>
          <w:tab w:pos="556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Priority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2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Case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Environment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Execution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180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1"/>
        </w:rPr>
        <w:t>Owner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46" w:after="0" w:line="87" w:lineRule="exact"/>
        <w:ind w:right="65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tabs>
          <w:tab w:pos="1820" w:val="left"/>
          <w:tab w:pos="25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Team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Area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  <w:cols w:num="3" w:equalWidth="0">
            <w:col w:w="632" w:space="430"/>
            <w:col w:w="6197" w:space="398"/>
            <w:col w:w="3323"/>
          </w:cols>
        </w:sectPr>
      </w:pPr>
      <w:rPr/>
    </w:p>
    <w:p>
      <w:pPr>
        <w:spacing w:before="0" w:after="0" w:line="97" w:lineRule="exact"/>
        <w:ind w:left="2115" w:right="2361"/>
        <w:jc w:val="center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115.5pt;margin-top:2.307888pt;width:8pt;height:8pt;mso-position-horizontal-relative:page;mso-position-vertical-relative:paragraph;z-index:-2106" type="#_x0000_t75">
            <v:imagedata r:id="rId9" o:title=""/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1pt;margin-top:3.6pt;width:54.440001pt;height:6pt;mso-position-horizontal-relative:page;mso-position-vertical-relative:paragraph;z-index:-2098" type="#_x0000_t202" filled="f" stroked="f">
            <v:textbox inset="0,0,0,0">
              <w:txbxContent>
                <w:p>
                  <w:pPr>
                    <w:spacing w:before="0" w:after="0" w:line="120" w:lineRule="exact"/>
                    <w:ind w:right="-58"/>
                    <w:jc w:val="left"/>
                    <w:tabs>
                      <w:tab w:pos="740" w:val="left"/>
                    </w:tabs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spacing w:val="0"/>
                      <w:w w:val="100"/>
                    </w:rPr>
                    <w:t>1</w:t>
                    <w:tab/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spacing w:val="0"/>
                      <w:w w:val="100"/>
                    </w:rPr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90501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Enter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Test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69" w:lineRule="exact"/>
        <w:ind w:left="2144" w:right="-69"/>
        <w:jc w:val="left"/>
        <w:tabs>
          <w:tab w:pos="4080" w:val="left"/>
          <w:tab w:pos="57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Results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(OR*3.0*420)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Unassigned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Approved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13" w:lineRule="exact"/>
        <w:ind w:left="2115" w:right="2708"/>
        <w:jc w:val="center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874973pt;margin-top:-3.605085pt;width:540.250055pt;height:.500082pt;mso-position-horizontal-relative:page;mso-position-vertical-relative:paragraph;z-index:-2107" coordorigin="717,-72" coordsize="10805,10">
            <v:group style="position:absolute;left:720;top:-70;width:10800;height:2" coordorigin="720,-70" coordsize="10800,2">
              <v:shape style="position:absolute;left:720;top:-70;width:10800;height:2" coordorigin="720,-70" coordsize="10800,0" path="m720,-70l11520,-70e" filled="f" stroked="t" strokeweight=".250018pt" strokecolor="#DFDFDF">
                <v:path arrowok="t"/>
              </v:shape>
            </v:group>
            <v:group style="position:absolute;left:720;top:-65;width:10800;height:2" coordorigin="720,-65" coordsize="10800,2">
              <v:shape style="position:absolute;left:720;top:-65;width:10800;height:2" coordorigin="720,-65" coordsize="10800,0" path="m720,-65l11520,-65e" filled="f" stroked="t" strokeweight=".250056pt" strokecolor="#DFDFDF">
                <v:path arrowok="t"/>
              </v:shape>
            </v:group>
            <w10:wrap type="none"/>
          </v:group>
        </w:pict>
      </w:r>
      <w:r>
        <w:rPr/>
        <w:pict>
          <v:shape style="position:absolute;margin-left:115.5pt;margin-top:3.073935pt;width:8pt;height:8pt;mso-position-horizontal-relative:page;mso-position-vertical-relative:paragraph;z-index:-2104" type="#_x0000_t75">
            <v:imagedata r:id="rId10" o:title=""/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1pt;margin-top:4.366047pt;width:54.440001pt;height:6pt;mso-position-horizontal-relative:page;mso-position-vertical-relative:paragraph;z-index:-2097" type="#_x0000_t202" filled="f" stroked="f">
            <v:textbox inset="0,0,0,0">
              <w:txbxContent>
                <w:p>
                  <w:pPr>
                    <w:spacing w:before="0" w:after="0" w:line="120" w:lineRule="exact"/>
                    <w:ind w:right="-58"/>
                    <w:jc w:val="left"/>
                    <w:tabs>
                      <w:tab w:pos="740" w:val="left"/>
                    </w:tabs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spacing w:val="0"/>
                      <w:w w:val="100"/>
                    </w:rPr>
                    <w:t>2</w:t>
                    <w:tab/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spacing w:val="0"/>
                      <w:w w:val="100"/>
                    </w:rPr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90499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Ordering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69" w:lineRule="exact"/>
        <w:ind w:left="2144" w:right="-69"/>
        <w:jc w:val="left"/>
        <w:tabs>
          <w:tab w:pos="57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(OR*3.0*420)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 </w:t>
      </w:r>
      <w:r>
        <w:rPr>
          <w:rFonts w:ascii="Arial" w:hAnsi="Arial" w:cs="Arial" w:eastAsia="Arial"/>
          <w:sz w:val="12"/>
          <w:szCs w:val="12"/>
          <w:color w:val="3087B3"/>
          <w:spacing w:val="17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Unassigned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Approved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56" w:after="0" w:line="254" w:lineRule="auto"/>
        <w:ind w:right="-41"/>
        <w:jc w:val="both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</w:p>
    <w:p>
      <w:pPr>
        <w:spacing w:before="0" w:after="0" w:line="123" w:lineRule="exact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Enter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Test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Results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88" w:after="0" w:line="250" w:lineRule="auto"/>
        <w:ind w:right="306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Ordering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23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12,</w:t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2016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12,</w:t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2016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  <w:cols w:num="4" w:equalWidth="0">
            <w:col w:w="6222" w:space="458"/>
            <w:col w:w="494" w:space="478"/>
            <w:col w:w="1668" w:space="168"/>
            <w:col w:w="1492"/>
          </w:cols>
        </w:sectPr>
      </w:pPr>
      <w:rPr/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6pt;margin-top:-9.492112pt;width:539.999999pt;height:.1pt;mso-position-horizontal-relative:page;mso-position-vertical-relative:paragraph;z-index:-2105" coordorigin="720,-190" coordsize="10800,2">
            <v:shape style="position:absolute;left:720;top:-190;width:10800;height:2" coordorigin="720,-190" coordsize="10800,0" path="m720,-190l11520,-190e" filled="f" stroked="t" strokeweight=".500056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Suite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576" w:right="-20"/>
        <w:jc w:val="left"/>
        <w:tabs>
          <w:tab w:pos="1560" w:val="left"/>
          <w:tab w:pos="2460" w:val="left"/>
          <w:tab w:pos="4200" w:val="left"/>
          <w:tab w:pos="5920" w:val="left"/>
          <w:tab w:pos="7440" w:val="left"/>
          <w:tab w:pos="8620" w:val="left"/>
          <w:tab w:pos="100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Last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Result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110" w:lineRule="exact"/>
        <w:ind w:left="2468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5pt;margin-top:-15.805065pt;width:540.999999pt;height:15.000028pt;mso-position-horizontal-relative:page;mso-position-vertical-relative:paragraph;z-index:-2103" coordorigin="710,-316" coordsize="10820,300">
            <v:group style="position:absolute;left:725;top:-276;width:962;height:220" coordorigin="725,-276" coordsize="962,220">
              <v:shape style="position:absolute;left:725;top:-276;width:962;height:220" coordorigin="725,-276" coordsize="962,220" path="m725,-276l1687,-276,1687,-56,725,-56,725,-276e" filled="t" fillcolor="#E6E6E6" stroked="f">
                <v:path arrowok="t"/>
                <v:fill/>
              </v:shape>
            </v:group>
            <v:group style="position:absolute;left:717;top:-309;width:975;height:2" coordorigin="717,-309" coordsize="975,2">
              <v:shape style="position:absolute;left:717;top:-309;width:975;height:2" coordorigin="717,-309" coordsize="975,0" path="m718,-309l1694,-309e" filled="f" stroked="t" strokeweight=".666667pt" strokecolor="#E6E6E6">
                <v:path arrowok="t"/>
              </v:shape>
            </v:group>
            <v:group style="position:absolute;left:723;top:-283;width:965;height:2" coordorigin="723,-283" coordsize="965,2">
              <v:shape style="position:absolute;left:723;top:-283;width:965;height:2" coordorigin="723,-283" coordsize="965,0" path="m732,-283l1697,-283e" filled="f" stroked="t" strokeweight=".666667pt" strokecolor="#E6E6E6">
                <v:path arrowok="t"/>
              </v:shape>
            </v:group>
            <v:group style="position:absolute;left:723;top:-49;width:965;height:2" coordorigin="723,-49" coordsize="965,2">
              <v:shape style="position:absolute;left:723;top:-49;width:965;height:2" coordorigin="723,-49" coordsize="965,0" path="m727,-49l1692,-49e" filled="f" stroked="t" strokeweight=".666667pt" strokecolor="#E6E6E6">
                <v:path arrowok="t"/>
              </v:shape>
            </v:group>
            <v:group style="position:absolute;left:720;top:-296;width:2;height:260" coordorigin="720,-296" coordsize="2,260">
              <v:shape style="position:absolute;left:720;top:-296;width:2;height:260" coordorigin="720,-296" coordsize="0,260" path="m720,-276l720,-16e" filled="f" stroked="t" strokeweight=".5pt" strokecolor="#FFFFFF">
                <v:path arrowok="t"/>
              </v:shape>
            </v:group>
            <v:group style="position:absolute;left:1697;top:-276;width:1286;height:220" coordorigin="1697,-276" coordsize="1286,220">
              <v:shape style="position:absolute;left:1697;top:-276;width:1286;height:220" coordorigin="1697,-276" coordsize="1286,220" path="m1697,-276l2983,-276,2983,-56,1697,-56,1697,-276e" filled="t" fillcolor="#E6E6E6" stroked="f">
                <v:path arrowok="t"/>
                <v:fill/>
              </v:shape>
            </v:group>
            <v:group style="position:absolute;left:1692;top:-309;width:1296;height:2" coordorigin="1692,-309" coordsize="1296,2">
              <v:shape style="position:absolute;left:1692;top:-309;width:1296;height:2" coordorigin="1692,-309" coordsize="1296,0" path="m1692,-309l2988,-309e" filled="f" stroked="t" strokeweight=".666667pt" strokecolor="#E6E6E6">
                <v:path arrowok="t"/>
              </v:shape>
            </v:group>
            <v:group style="position:absolute;left:1695;top:-283;width:1289;height:2" coordorigin="1695,-283" coordsize="1289,2">
              <v:shape style="position:absolute;left:1695;top:-283;width:1289;height:2" coordorigin="1695,-283" coordsize="1289,0" path="m1699,-283l2988,-283e" filled="f" stroked="t" strokeweight=".666667pt" strokecolor="#E6E6E6">
                <v:path arrowok="t"/>
              </v:shape>
            </v:group>
            <v:group style="position:absolute;left:1695;top:-49;width:1289;height:2" coordorigin="1695,-49" coordsize="1289,2">
              <v:shape style="position:absolute;left:1695;top:-49;width:1289;height:2" coordorigin="1695,-49" coordsize="1289,0" path="m1699,-49l2988,-49e" filled="f" stroked="t" strokeweight=".666667pt" strokecolor="#E6E6E6">
                <v:path arrowok="t"/>
              </v:shape>
            </v:group>
            <v:group style="position:absolute;left:2993;top:-276;width:1718;height:220" coordorigin="2993,-276" coordsize="1718,220">
              <v:shape style="position:absolute;left:2993;top:-276;width:1718;height:220" coordorigin="2993,-276" coordsize="1718,220" path="m2993,-276l4711,-276,4711,-56,2993,-56,2993,-276e" filled="t" fillcolor="#E6E6E6" stroked="f">
                <v:path arrowok="t"/>
                <v:fill/>
              </v:shape>
            </v:group>
            <v:group style="position:absolute;left:2988;top:-309;width:1728;height:2" coordorigin="2988,-309" coordsize="1728,2">
              <v:shape style="position:absolute;left:2988;top:-309;width:1728;height:2" coordorigin="2988,-309" coordsize="1728,0" path="m2988,-309l4716,-309e" filled="f" stroked="t" strokeweight=".666667pt" strokecolor="#E6E6E6">
                <v:path arrowok="t"/>
              </v:shape>
            </v:group>
            <v:group style="position:absolute;left:2991;top:-283;width:1721;height:2" coordorigin="2991,-283" coordsize="1721,2">
              <v:shape style="position:absolute;left:2991;top:-283;width:1721;height:2" coordorigin="2991,-283" coordsize="1721,0" path="m2995,-283l4716,-283e" filled="f" stroked="t" strokeweight=".666667pt" strokecolor="#E6E6E6">
                <v:path arrowok="t"/>
              </v:shape>
            </v:group>
            <v:group style="position:absolute;left:2991;top:-49;width:1721;height:2" coordorigin="2991,-49" coordsize="1721,2">
              <v:shape style="position:absolute;left:2991;top:-49;width:1721;height:2" coordorigin="2991,-49" coordsize="1721,0" path="m2995,-49l4716,-49e" filled="f" stroked="t" strokeweight=".666667pt" strokecolor="#E6E6E6">
                <v:path arrowok="t"/>
              </v:shape>
            </v:group>
            <v:group style="position:absolute;left:4721;top:-276;width:1718;height:220" coordorigin="4721,-276" coordsize="1718,220">
              <v:shape style="position:absolute;left:4721;top:-276;width:1718;height:220" coordorigin="4721,-276" coordsize="1718,220" path="m4721,-276l6439,-276,6439,-56,4721,-56,4721,-276e" filled="t" fillcolor="#E6E6E6" stroked="f">
                <v:path arrowok="t"/>
                <v:fill/>
              </v:shape>
            </v:group>
            <v:group style="position:absolute;left:4716;top:-309;width:1728;height:2" coordorigin="4716,-309" coordsize="1728,2">
              <v:shape style="position:absolute;left:4716;top:-309;width:1728;height:2" coordorigin="4716,-309" coordsize="1728,0" path="m4716,-309l6444,-309e" filled="f" stroked="t" strokeweight=".666667pt" strokecolor="#E6E6E6">
                <v:path arrowok="t"/>
              </v:shape>
            </v:group>
            <v:group style="position:absolute;left:4719;top:-283;width:1721;height:2" coordorigin="4719,-283" coordsize="1721,2">
              <v:shape style="position:absolute;left:4719;top:-283;width:1721;height:2" coordorigin="4719,-283" coordsize="1721,0" path="m4723,-283l6444,-283e" filled="f" stroked="t" strokeweight=".666667pt" strokecolor="#E6E6E6">
                <v:path arrowok="t"/>
              </v:shape>
            </v:group>
            <v:group style="position:absolute;left:4719;top:-49;width:1721;height:2" coordorigin="4719,-49" coordsize="1721,2">
              <v:shape style="position:absolute;left:4719;top:-49;width:1721;height:2" coordorigin="4719,-49" coordsize="1721,0" path="m4723,-49l6444,-49e" filled="f" stroked="t" strokeweight=".666667pt" strokecolor="#E6E6E6">
                <v:path arrowok="t"/>
              </v:shape>
            </v:group>
            <v:group style="position:absolute;left:6449;top:-276;width:1502;height:220" coordorigin="6449,-276" coordsize="1502,220">
              <v:shape style="position:absolute;left:6449;top:-276;width:1502;height:220" coordorigin="6449,-276" coordsize="1502,220" path="m6449,-276l7951,-276,7951,-56,6449,-56,6449,-276e" filled="t" fillcolor="#E6E6E6" stroked="f">
                <v:path arrowok="t"/>
                <v:fill/>
              </v:shape>
            </v:group>
            <v:group style="position:absolute;left:6444;top:-309;width:1512;height:2" coordorigin="6444,-309" coordsize="1512,2">
              <v:shape style="position:absolute;left:6444;top:-309;width:1512;height:2" coordorigin="6444,-309" coordsize="1512,0" path="m6444,-309l7956,-309e" filled="f" stroked="t" strokeweight=".666667pt" strokecolor="#E6E6E6">
                <v:path arrowok="t"/>
              </v:shape>
            </v:group>
            <v:group style="position:absolute;left:6447;top:-283;width:1505;height:2" coordorigin="6447,-283" coordsize="1505,2">
              <v:shape style="position:absolute;left:6447;top:-283;width:1505;height:2" coordorigin="6447,-283" coordsize="1505,0" path="m6451,-283l7956,-283e" filled="f" stroked="t" strokeweight=".666667pt" strokecolor="#E6E6E6">
                <v:path arrowok="t"/>
              </v:shape>
            </v:group>
            <v:group style="position:absolute;left:6447;top:-49;width:1505;height:2" coordorigin="6447,-49" coordsize="1505,2">
              <v:shape style="position:absolute;left:6447;top:-49;width:1505;height:2" coordorigin="6447,-49" coordsize="1505,0" path="m6451,-49l7956,-49e" filled="f" stroked="t" strokeweight=".666667pt" strokecolor="#E6E6E6">
                <v:path arrowok="t"/>
              </v:shape>
            </v:group>
            <v:group style="position:absolute;left:7961;top:-276;width:1178;height:220" coordorigin="7961,-276" coordsize="1178,220">
              <v:shape style="position:absolute;left:7961;top:-276;width:1178;height:220" coordorigin="7961,-276" coordsize="1178,220" path="m7961,-276l9139,-276,9139,-56,7961,-56,7961,-276e" filled="t" fillcolor="#E6E6E6" stroked="f">
                <v:path arrowok="t"/>
                <v:fill/>
              </v:shape>
            </v:group>
            <v:group style="position:absolute;left:7956;top:-309;width:1188;height:2" coordorigin="7956,-309" coordsize="1188,2">
              <v:shape style="position:absolute;left:7956;top:-309;width:1188;height:2" coordorigin="7956,-309" coordsize="1188,0" path="m7956,-309l9144,-309e" filled="f" stroked="t" strokeweight=".666667pt" strokecolor="#E6E6E6">
                <v:path arrowok="t"/>
              </v:shape>
            </v:group>
            <v:group style="position:absolute;left:7959;top:-283;width:1181;height:2" coordorigin="7959,-283" coordsize="1181,2">
              <v:shape style="position:absolute;left:7959;top:-283;width:1181;height:2" coordorigin="7959,-283" coordsize="1181,0" path="m7963,-283l9144,-283e" filled="f" stroked="t" strokeweight=".666667pt" strokecolor="#E6E6E6">
                <v:path arrowok="t"/>
              </v:shape>
            </v:group>
            <v:group style="position:absolute;left:7959;top:-49;width:1181;height:2" coordorigin="7959,-49" coordsize="1181,2">
              <v:shape style="position:absolute;left:7959;top:-49;width:1181;height:2" coordorigin="7959,-49" coordsize="1181,0" path="m7963,-49l9144,-49e" filled="f" stroked="t" strokeweight=".666667pt" strokecolor="#E6E6E6">
                <v:path arrowok="t"/>
              </v:shape>
            </v:group>
            <v:group style="position:absolute;left:9149;top:-276;width:1394;height:220" coordorigin="9149,-276" coordsize="1394,220">
              <v:shape style="position:absolute;left:9149;top:-276;width:1394;height:220" coordorigin="9149,-276" coordsize="1394,220" path="m9149,-276l10543,-276,10543,-56,9149,-56,9149,-276e" filled="t" fillcolor="#E6E6E6" stroked="f">
                <v:path arrowok="t"/>
                <v:fill/>
              </v:shape>
            </v:group>
            <v:group style="position:absolute;left:9144;top:-309;width:1404;height:2" coordorigin="9144,-309" coordsize="1404,2">
              <v:shape style="position:absolute;left:9144;top:-309;width:1404;height:2" coordorigin="9144,-309" coordsize="1404,0" path="m9144,-309l10548,-309e" filled="f" stroked="t" strokeweight=".666667pt" strokecolor="#E6E6E6">
                <v:path arrowok="t"/>
              </v:shape>
            </v:group>
            <v:group style="position:absolute;left:9147;top:-283;width:1397;height:2" coordorigin="9147,-283" coordsize="1397,2">
              <v:shape style="position:absolute;left:9147;top:-283;width:1397;height:2" coordorigin="9147,-283" coordsize="1397,0" path="m9151,-283l10548,-283e" filled="f" stroked="t" strokeweight=".666667pt" strokecolor="#E6E6E6">
                <v:path arrowok="t"/>
              </v:shape>
            </v:group>
            <v:group style="position:absolute;left:9147;top:-49;width:1397;height:2" coordorigin="9147,-49" coordsize="1397,2">
              <v:shape style="position:absolute;left:9147;top:-49;width:1397;height:2" coordorigin="9147,-49" coordsize="1397,0" path="m9151,-49l10548,-49e" filled="f" stroked="t" strokeweight=".666667pt" strokecolor="#E6E6E6">
                <v:path arrowok="t"/>
              </v:shape>
            </v:group>
            <v:group style="position:absolute;left:10553;top:-276;width:962;height:220" coordorigin="10553,-276" coordsize="962,220">
              <v:shape style="position:absolute;left:10553;top:-276;width:962;height:220" coordorigin="10553,-276" coordsize="962,220" path="m10553,-276l11515,-276,11515,-56,10553,-56,10553,-276e" filled="t" fillcolor="#E6E6E6" stroked="f">
                <v:path arrowok="t"/>
                <v:fill/>
              </v:shape>
            </v:group>
            <v:group style="position:absolute;left:10548;top:-309;width:975;height:2" coordorigin="10548,-309" coordsize="975,2">
              <v:shape style="position:absolute;left:10548;top:-309;width:975;height:2" coordorigin="10548,-309" coordsize="975,0" path="m10548,-309l11523,-309e" filled="f" stroked="t" strokeweight=".666667pt" strokecolor="#E6E6E6">
                <v:path arrowok="t"/>
              </v:shape>
            </v:group>
            <v:group style="position:absolute;left:10551;top:-283;width:965;height:2" coordorigin="10551,-283" coordsize="965,2">
              <v:shape style="position:absolute;left:10551;top:-283;width:965;height:2" coordorigin="10551,-283" coordsize="965,0" path="m10555,-283l11520,-283e" filled="f" stroked="t" strokeweight=".666667pt" strokecolor="#E6E6E6">
                <v:path arrowok="t"/>
              </v:shape>
            </v:group>
            <v:group style="position:absolute;left:11520;top:-296;width:2;height:260" coordorigin="11520,-296" coordsize="2,260">
              <v:shape style="position:absolute;left:11520;top:-296;width:2;height:260" coordorigin="11520,-296" coordsize="0,260" path="m11520,-276l11520,-16e" filled="f" stroked="t" strokeweight=".5pt" strokecolor="#FFFFFF">
                <v:path arrowok="t"/>
              </v:shape>
            </v:group>
            <v:group style="position:absolute;left:10551;top:-49;width:965;height:2" coordorigin="10551,-49" coordsize="965,2">
              <v:shape style="position:absolute;left:10551;top:-49;width:965;height:2" coordorigin="10551,-49" coordsize="965,0" path="m10555,-49l11520,-49e" filled="f" stroked="t" strokeweight=".666667pt" strokecolor="#E6E6E6">
                <v:path arrowok="t"/>
              </v:shape>
            </v:group>
            <v:group style="position:absolute;left:720;top:-23;width:10800;height:2" coordorigin="720,-23" coordsize="10800,2">
              <v:shape style="position:absolute;left:720;top:-23;width:10800;height:2" coordorigin="720,-23" coordsize="10800,0" path="m720,-23l11520,-23e" filled="f" stroked="t" strokeweight=".66669pt" strokecolor="#E6E6E6">
                <v:path arrowok="t"/>
              </v:shape>
            </v:group>
            <w10:wrap type="none"/>
          </v:group>
        </w:pict>
      </w:r>
      <w:r>
        <w:rPr/>
        <w:pict>
          <v:shape style="position:absolute;margin-left:115.5pt;margin-top:3.073935pt;width:8pt;height:8.0pt;mso-position-horizontal-relative:page;mso-position-vertical-relative:paragraph;z-index:-2101" type="#_x0000_t75">
            <v:imagedata r:id="rId11" o:title=""/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2.792pt;margin-top:4.366047pt;width:20.016001pt;height:6pt;mso-position-horizontal-relative:page;mso-position-vertical-relative:paragraph;z-index:-2096" type="#_x0000_t202" filled="f" stroked="f">
            <v:textbox inset="0,0,0,0">
              <w:txbxContent>
                <w:p>
                  <w:pPr>
                    <w:spacing w:before="0" w:after="0" w:line="120" w:lineRule="exact"/>
                    <w:ind w:right="-58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106585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NSR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20100311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Unit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Testing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69" w:lineRule="exact"/>
        <w:ind w:left="2468" w:right="-20"/>
        <w:jc w:val="left"/>
        <w:tabs>
          <w:tab w:pos="4180" w:val="left"/>
          <w:tab w:pos="5920" w:val="left"/>
          <w:tab w:pos="7420" w:val="left"/>
          <w:tab w:pos="8620" w:val="left"/>
          <w:tab w:pos="1002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874989pt;margin-top:10.697764pt;width:540.250021pt;height:.499992pt;mso-position-horizontal-relative:page;mso-position-vertical-relative:paragraph;z-index:-2102" coordorigin="717,214" coordsize="10805,10">
            <v:group style="position:absolute;left:720;top:216;width:10800;height:2" coordorigin="720,216" coordsize="10800,2">
              <v:shape style="position:absolute;left:720;top:216;width:10800;height:2" coordorigin="720,216" coordsize="10800,0" path="m720,216l11520,216e" filled="f" stroked="t" strokeweight=".250023pt" strokecolor="#DFDFDF">
                <v:path arrowok="t"/>
              </v:shape>
            </v:group>
            <v:group style="position:absolute;left:720;top:221;width:10800;height:2" coordorigin="720,221" coordsize="10800,2">
              <v:shape style="position:absolute;left:720;top:221;width:10800;height:2" coordorigin="720,221" coordsize="10800,0" path="m720,221l11520,221e" filled="f" stroked="t" strokeweight=".250022pt" strokecolor="#DFDFD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(OR*3.0*420)_Dev1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Silver1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6"/>
        </w:rPr>
        <w:t>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6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6"/>
        </w:rPr>
        <w:t>Silver1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6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Unassigned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Unassigned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            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pict>
          <v:shape style="width:7.2pt;height:7.2pt;mso-position-horizontal-relative:char;mso-position-vertical-relative:line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sz w:val="12"/>
          <w:szCs w:val="12"/>
          <w:color w:val="000000"/>
          <w:spacing w:val="0"/>
          <w:w w:val="100"/>
          <w:position w:val="6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Passed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</w:sectPr>
      </w:pPr>
      <w:rPr/>
    </w:p>
    <w:p>
      <w:pPr>
        <w:spacing w:before="70" w:after="0" w:line="113" w:lineRule="exact"/>
        <w:ind w:left="2439" w:right="2547"/>
        <w:jc w:val="center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115.5pt;margin-top:6.573927pt;width:8pt;height:8pt;mso-position-horizontal-relative:page;mso-position-vertical-relative:paragraph;z-index:-2099" type="#_x0000_t75">
            <v:imagedata r:id="rId13" o:title=""/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2.792pt;margin-top:7.866039pt;width:20.016001pt;height:6pt;mso-position-horizontal-relative:page;mso-position-vertical-relative:paragraph;z-index:-2095" type="#_x0000_t202" filled="f" stroked="f">
            <v:textbox inset="0,0,0,0">
              <w:txbxContent>
                <w:p>
                  <w:pPr>
                    <w:spacing w:before="0" w:after="0" w:line="120" w:lineRule="exact"/>
                    <w:ind w:right="-58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106588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NSR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20100311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Unit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Testing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69" w:lineRule="exact"/>
        <w:ind w:left="2468" w:right="-69"/>
        <w:jc w:val="left"/>
        <w:tabs>
          <w:tab w:pos="4180" w:val="left"/>
          <w:tab w:pos="592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10.812186pt;width:539.999998pt;height:.1pt;mso-position-horizontal-relative:page;mso-position-vertical-relative:paragraph;z-index:-2100" coordorigin="720,216" coordsize="10800,2">
            <v:shape style="position:absolute;left:720;top:216;width:10800;height:2" coordorigin="720,216" coordsize="10800,0" path="m720,216l11520,216e" filled="f" stroked="t" strokeweight=".500022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(OR*3.0*420)_Dev1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Gold1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6"/>
        </w:rPr>
        <w:t>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6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6"/>
        </w:rPr>
        <w:t>Gold1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6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Unassigned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70" w:after="0" w:line="110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2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2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171" w:lineRule="exact"/>
        <w:ind w:right="-20"/>
        <w:jc w:val="left"/>
        <w:tabs>
          <w:tab w:pos="1180" w:val="left"/>
          <w:tab w:pos="25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1"/>
        </w:rPr>
        <w:t>(Leidos)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6"/>
        </w:rPr>
        <w:t>            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6"/>
        </w:rPr>
        <w:pict>
          <v:shape style="width:7.2pt;height:7.2pt;mso-position-horizontal-relative:char;mso-position-vertical-relative:line" type="#_x0000_t75">
            <v:imagedata r:id="rId14" o:title=""/>
          </v:shape>
        </w:pic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position w:val="6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6"/>
        </w:rPr>
        <w:t>Passed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  <w:cols w:num="2" w:equalWidth="0">
            <w:col w:w="6558" w:space="878"/>
            <w:col w:w="3544"/>
          </w:cols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92.199997pt;width:541.000001pt;height:14.999988pt;mso-position-horizontal-relative:page;mso-position-vertical-relative:page;z-index:-2094" coordorigin="710,1844" coordsize="10820,300">
            <v:group style="position:absolute;left:725;top:1884;width:490;height:220" coordorigin="725,1884" coordsize="490,220">
              <v:shape style="position:absolute;left:725;top:1884;width:490;height:220" coordorigin="725,1884" coordsize="490,220" path="m725,1884l1215,1884,1215,2104,725,2104,725,1884e" filled="t" fillcolor="#E6E6E6" stroked="f">
                <v:path arrowok="t"/>
                <v:fill/>
              </v:shape>
            </v:group>
            <v:group style="position:absolute;left:717;top:1851;width:503;height:2" coordorigin="717,1851" coordsize="503,2">
              <v:shape style="position:absolute;left:717;top:1851;width:503;height:2" coordorigin="717,1851" coordsize="503,0" path="m718,1851l1222,1851e" filled="f" stroked="t" strokeweight=".666667pt" strokecolor="#E6E6E6">
                <v:path arrowok="t"/>
              </v:shape>
            </v:group>
            <v:group style="position:absolute;left:723;top:1877;width:493;height:2" coordorigin="723,1877" coordsize="493,2">
              <v:shape style="position:absolute;left:723;top:1877;width:493;height:2" coordorigin="723,1877" coordsize="493,0" path="m732,1877l1225,1877e" filled="f" stroked="t" strokeweight=".666667pt" strokecolor="#E6E6E6">
                <v:path arrowok="t"/>
              </v:shape>
            </v:group>
            <v:group style="position:absolute;left:723;top:2111;width:493;height:2" coordorigin="723,2111" coordsize="493,2">
              <v:shape style="position:absolute;left:723;top:2111;width:493;height:2" coordorigin="723,2111" coordsize="493,0" path="m727,2111l1220,2111e" filled="f" stroked="t" strokeweight=".666667pt" strokecolor="#E6E6E6">
                <v:path arrowok="t"/>
              </v:shape>
            </v:group>
            <v:group style="position:absolute;left:720;top:1864;width:2;height:260" coordorigin="720,1864" coordsize="2,260">
              <v:shape style="position:absolute;left:720;top:1864;width:2;height:260" coordorigin="720,1864" coordsize="0,260" path="m720,1884l720,2144e" filled="f" stroked="t" strokeweight=".5pt" strokecolor="#FFFFFF">
                <v:path arrowok="t"/>
              </v:shape>
            </v:group>
            <v:group style="position:absolute;left:1225;top:1884;width:7890;height:220" coordorigin="1225,1884" coordsize="7890,220">
              <v:shape style="position:absolute;left:1225;top:1884;width:7890;height:220" coordorigin="1225,1884" coordsize="7890,220" path="m1225,1884l9115,1884,9115,2104,1225,2104,1225,1884e" filled="t" fillcolor="#E6E6E6" stroked="f">
                <v:path arrowok="t"/>
                <v:fill/>
              </v:shape>
            </v:group>
            <v:group style="position:absolute;left:1220;top:1851;width:7900;height:2" coordorigin="1220,1851" coordsize="7900,2">
              <v:shape style="position:absolute;left:1220;top:1851;width:7900;height:2" coordorigin="1220,1851" coordsize="7900,0" path="m1220,1851l9120,1851e" filled="f" stroked="t" strokeweight=".666667pt" strokecolor="#E6E6E6">
                <v:path arrowok="t"/>
              </v:shape>
            </v:group>
            <v:group style="position:absolute;left:1223;top:1877;width:7893;height:2" coordorigin="1223,1877" coordsize="7893,2">
              <v:shape style="position:absolute;left:1223;top:1877;width:7893;height:2" coordorigin="1223,1877" coordsize="7893,0" path="m1227,1877l9120,1877e" filled="f" stroked="t" strokeweight=".666667pt" strokecolor="#E6E6E6">
                <v:path arrowok="t"/>
              </v:shape>
            </v:group>
            <v:group style="position:absolute;left:1223;top:2111;width:7893;height:2" coordorigin="1223,2111" coordsize="7893,2">
              <v:shape style="position:absolute;left:1223;top:2111;width:7893;height:2" coordorigin="1223,2111" coordsize="7893,0" path="m1227,2111l9120,2111e" filled="f" stroked="t" strokeweight=".666667pt" strokecolor="#E6E6E6">
                <v:path arrowok="t"/>
              </v:shape>
            </v:group>
            <v:group style="position:absolute;left:9125;top:1884;width:2390;height:220" coordorigin="9125,1884" coordsize="2390,220">
              <v:shape style="position:absolute;left:9125;top:1884;width:2390;height:220" coordorigin="9125,1884" coordsize="2390,220" path="m9125,1884l11515,1884,11515,2104,9125,2104,9125,1884e" filled="t" fillcolor="#E6E6E6" stroked="f">
                <v:path arrowok="t"/>
                <v:fill/>
              </v:shape>
            </v:group>
            <v:group style="position:absolute;left:9120;top:1851;width:2403;height:2" coordorigin="9120,1851" coordsize="2403,2">
              <v:shape style="position:absolute;left:9120;top:1851;width:2403;height:2" coordorigin="9120,1851" coordsize="2403,0" path="m9120,1851l11523,1851e" filled="f" stroked="t" strokeweight=".666667pt" strokecolor="#E6E6E6">
                <v:path arrowok="t"/>
              </v:shape>
            </v:group>
            <v:group style="position:absolute;left:9123;top:1877;width:2393;height:2" coordorigin="9123,1877" coordsize="2393,2">
              <v:shape style="position:absolute;left:9123;top:1877;width:2393;height:2" coordorigin="9123,1877" coordsize="2393,0" path="m9127,1877l11520,1877e" filled="f" stroked="t" strokeweight=".666667pt" strokecolor="#E6E6E6">
                <v:path arrowok="t"/>
              </v:shape>
            </v:group>
            <v:group style="position:absolute;left:11520;top:1864;width:2;height:260" coordorigin="11520,1864" coordsize="2,260">
              <v:shape style="position:absolute;left:11520;top:1864;width:2;height:260" coordorigin="11520,1864" coordsize="0,260" path="m11520,1884l11520,2144e" filled="f" stroked="t" strokeweight=".5pt" strokecolor="#FFFFFF">
                <v:path arrowok="t"/>
              </v:shape>
            </v:group>
            <v:group style="position:absolute;left:9123;top:2111;width:2393;height:2" coordorigin="9123,2111" coordsize="2393,2">
              <v:shape style="position:absolute;left:9123;top:2111;width:2393;height:2" coordorigin="9123,2111" coordsize="2393,0" path="m9127,2111l11520,2111e" filled="f" stroked="t" strokeweight=".666667pt" strokecolor="#E6E6E6">
                <v:path arrowok="t"/>
              </v:shape>
            </v:group>
            <v:group style="position:absolute;left:720;top:2137;width:10800;height:2" coordorigin="720,2137" coordsize="10800,2">
              <v:shape style="position:absolute;left:720;top:2137;width:10800;height:2" coordorigin="720,2137" coordsize="10800,0" path="m720,2137l11520,2137e" filled="f" stroked="t" strokeweight=".666679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151.399994pt;width:541.000001pt;height:14.999976pt;mso-position-horizontal-relative:page;mso-position-vertical-relative:page;z-index:-2093" coordorigin="710,3028" coordsize="10820,300">
            <v:group style="position:absolute;left:725;top:3068;width:5390;height:220" coordorigin="725,3068" coordsize="5390,220">
              <v:shape style="position:absolute;left:725;top:3068;width:5390;height:220" coordorigin="725,3068" coordsize="5390,220" path="m725,3068l6115,3068,6115,3288,725,3288,725,3068e" filled="t" fillcolor="#E6E6E6" stroked="f">
                <v:path arrowok="t"/>
                <v:fill/>
              </v:shape>
            </v:group>
            <v:group style="position:absolute;left:717;top:3035;width:5403;height:2" coordorigin="717,3035" coordsize="5403,2">
              <v:shape style="position:absolute;left:717;top:3035;width:5403;height:2" coordorigin="717,3035" coordsize="5403,0" path="m718,3035l6122,3035e" filled="f" stroked="t" strokeweight=".666667pt" strokecolor="#E6E6E6">
                <v:path arrowok="t"/>
              </v:shape>
            </v:group>
            <v:group style="position:absolute;left:723;top:3061;width:5393;height:2" coordorigin="723,3061" coordsize="5393,2">
              <v:shape style="position:absolute;left:723;top:3061;width:5393;height:2" coordorigin="723,3061" coordsize="5393,0" path="m732,3061l6125,3061e" filled="f" stroked="t" strokeweight=".666667pt" strokecolor="#E6E6E6">
                <v:path arrowok="t"/>
              </v:shape>
            </v:group>
            <v:group style="position:absolute;left:723;top:3295;width:5393;height:2" coordorigin="723,3295" coordsize="5393,2">
              <v:shape style="position:absolute;left:723;top:3295;width:5393;height:2" coordorigin="723,3295" coordsize="5393,0" path="m727,3295l6120,3295e" filled="f" stroked="t" strokeweight=".666667pt" strokecolor="#E6E6E6">
                <v:path arrowok="t"/>
              </v:shape>
            </v:group>
            <v:group style="position:absolute;left:720;top:3048;width:2;height:260" coordorigin="720,3048" coordsize="2,260">
              <v:shape style="position:absolute;left:720;top:3048;width:2;height:260" coordorigin="720,3048" coordsize="0,260" path="m720,3068l720,3328e" filled="f" stroked="t" strokeweight=".5pt" strokecolor="#FFFFFF">
                <v:path arrowok="t"/>
              </v:shape>
            </v:group>
            <v:group style="position:absolute;left:6125;top:3068;width:5390;height:220" coordorigin="6125,3068" coordsize="5390,220">
              <v:shape style="position:absolute;left:6125;top:3068;width:5390;height:220" coordorigin="6125,3068" coordsize="5390,220" path="m6125,3068l11515,3068,11515,3288,6125,3288,6125,3068e" filled="t" fillcolor="#E6E6E6" stroked="f">
                <v:path arrowok="t"/>
                <v:fill/>
              </v:shape>
            </v:group>
            <v:group style="position:absolute;left:6120;top:3035;width:5403;height:2" coordorigin="6120,3035" coordsize="5403,2">
              <v:shape style="position:absolute;left:6120;top:3035;width:5403;height:2" coordorigin="6120,3035" coordsize="5403,0" path="m6120,3035l11523,3035e" filled="f" stroked="t" strokeweight=".666667pt" strokecolor="#E6E6E6">
                <v:path arrowok="t"/>
              </v:shape>
            </v:group>
            <v:group style="position:absolute;left:6123;top:3061;width:5393;height:2" coordorigin="6123,3061" coordsize="5393,2">
              <v:shape style="position:absolute;left:6123;top:3061;width:5393;height:2" coordorigin="6123,3061" coordsize="5393,0" path="m6127,3061l11520,3061e" filled="f" stroked="t" strokeweight=".666667pt" strokecolor="#E6E6E6">
                <v:path arrowok="t"/>
              </v:shape>
            </v:group>
            <v:group style="position:absolute;left:11520;top:3048;width:2;height:260" coordorigin="11520,3048" coordsize="2,260">
              <v:shape style="position:absolute;left:11520;top:3048;width:2;height:260" coordorigin="11520,3048" coordsize="0,260" path="m11520,3068l11520,3328e" filled="f" stroked="t" strokeweight=".5pt" strokecolor="#FFFFFF">
                <v:path arrowok="t"/>
              </v:shape>
            </v:group>
            <v:group style="position:absolute;left:6123;top:3295;width:5393;height:2" coordorigin="6123,3295" coordsize="5393,2">
              <v:shape style="position:absolute;left:6123;top:3295;width:5393;height:2" coordorigin="6123,3295" coordsize="5393,0" path="m6127,3295l11520,3295e" filled="f" stroked="t" strokeweight=".666667pt" strokecolor="#E6E6E6">
                <v:path arrowok="t"/>
              </v:shape>
            </v:group>
            <v:group style="position:absolute;left:720;top:3321;width:10800;height:2" coordorigin="720,3321" coordsize="10800,2">
              <v:shape style="position:absolute;left:720;top:3321;width:10800;height:2" coordorigin="720,3321" coordsize="10800,0" path="m720,3321l11520,3321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1340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2092" type="#_x0000_t75">
            <v:imagedata r:id="rId16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90501: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LAB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Intake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011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Enter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LAB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Results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(OR*3.0*420)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  <w:position w:val="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73" w:lineRule="auto"/>
        <w:ind w:left="100" w:right="2410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                                                       </w:t>
      </w:r>
      <w:r>
        <w:rPr>
          <w:rFonts w:ascii="Arial" w:hAnsi="Arial" w:cs="Arial" w:eastAsia="Arial"/>
          <w:sz w:val="16"/>
          <w:szCs w:val="16"/>
          <w:color w:val="5E5E5E"/>
          <w:spacing w:val="1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Creator: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Feb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12,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2016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10:50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                                                  </w:t>
      </w:r>
      <w:r>
        <w:rPr>
          <w:rFonts w:ascii="Arial" w:hAnsi="Arial" w:cs="Arial" w:eastAsia="Arial"/>
          <w:sz w:val="16"/>
          <w:szCs w:val="16"/>
          <w:color w:val="5E5E5E"/>
          <w:spacing w:val="19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Oct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6,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6:53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17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65" w:lineRule="exact"/>
        <w:ind w:left="100" w:right="9229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3911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case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verifies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entering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drug.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936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9336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8829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6353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Intake: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20100311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8389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Developer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9211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9279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9371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853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Case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881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Development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Items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Requirement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Links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Suspect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Contributor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478" w:lineRule="auto"/>
        <w:ind w:left="100" w:right="852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7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Scripts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6" w:after="0" w:line="183" w:lineRule="exact"/>
        <w:ind w:left="414" w:right="-20"/>
        <w:jc w:val="left"/>
        <w:tabs>
          <w:tab w:pos="840" w:val="left"/>
          <w:tab w:pos="3660" w:val="left"/>
          <w:tab w:pos="4620" w:val="left"/>
          <w:tab w:pos="5820" w:val="left"/>
          <w:tab w:pos="7000" w:val="left"/>
          <w:tab w:pos="8400" w:val="left"/>
          <w:tab w:pos="9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Script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Type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Data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Records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Validates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5" w:lineRule="exact"/>
        <w:ind w:right="99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Requirements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right"/>
        <w:spacing w:after="0"/>
        <w:sectPr>
          <w:pgMar w:footer="979" w:header="0" w:top="1360" w:bottom="1160" w:left="620" w:right="1100"/>
          <w:footerReference w:type="default" r:id="rId15"/>
          <w:pgSz w:w="12240" w:h="15840"/>
        </w:sectPr>
      </w:pPr>
      <w:rPr/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/>
        <w:pict>
          <v:group style="position:absolute;margin-left:35.250004pt;margin-top:365.015015pt;width:541.499996pt;height:13.599956pt;mso-position-horizontal-relative:page;mso-position-vertical-relative:page;z-index:-2091" coordorigin="705,7300" coordsize="10830,272">
            <v:group style="position:absolute;left:720;top:7340;width:10800;height:192" coordorigin="720,7340" coordsize="10800,192">
              <v:shape style="position:absolute;left:720;top:7340;width:10800;height:192" coordorigin="720,7340" coordsize="10800,192" path="m720,7340l11520,7340,11520,7532,720,7532,720,7340e" filled="t" fillcolor="#E6E6E6" stroked="f">
                <v:path arrowok="t"/>
                <v:fill/>
              </v:shape>
            </v:group>
            <v:group style="position:absolute;left:712;top:7307;width:10817;height:2" coordorigin="712,7307" coordsize="10817,2">
              <v:shape style="position:absolute;left:712;top:7307;width:10817;height:2" coordorigin="712,7307" coordsize="10817,0" path="m713,7307l11530,7307e" filled="f" stroked="t" strokeweight=".666667pt" strokecolor="#E6E6E6">
                <v:path arrowok="t"/>
              </v:shape>
            </v:group>
            <v:group style="position:absolute;left:718;top:7334;width:10803;height:2" coordorigin="718,7334" coordsize="10803,2">
              <v:shape style="position:absolute;left:718;top:7334;width:10803;height:2" coordorigin="718,7334" coordsize="10803,0" path="m727,7334l11530,7334e" filled="f" stroked="t" strokeweight=".666667pt" strokecolor="#E6E6E6">
                <v:path arrowok="t"/>
              </v:shape>
            </v:group>
            <v:group style="position:absolute;left:11525;top:7320;width:2;height:232" coordorigin="11525,7320" coordsize="2,232">
              <v:shape style="position:absolute;left:11525;top:7320;width:2;height:232" coordorigin="11525,7320" coordsize="0,232" path="m11525,7340l11525,7572e" filled="f" stroked="t" strokeweight=".5pt" strokecolor="#FFFFFF">
                <v:path arrowok="t"/>
              </v:shape>
            </v:group>
            <v:group style="position:absolute;left:718;top:7539;width:10803;height:2" coordorigin="718,7539" coordsize="10803,2">
              <v:shape style="position:absolute;left:718;top:7539;width:10803;height:2" coordorigin="718,7539" coordsize="10803,0" path="m727,7539l11530,7539e" filled="f" stroked="t" strokeweight=".666667pt" strokecolor="#E6E6E6">
                <v:path arrowok="t"/>
              </v:shape>
            </v:group>
            <v:group style="position:absolute;left:712;top:7566;width:10817;height:2" coordorigin="712,7566" coordsize="10817,2">
              <v:shape style="position:absolute;left:712;top:7566;width:10817;height:2" coordorigin="712,7566" coordsize="10817,0" path="m713,7566l11530,7566e" filled="f" stroked="t" strokeweight=".666667pt" strokecolor="#E6E6E6">
                <v:path arrowok="t"/>
              </v:shape>
            </v:group>
            <v:group style="position:absolute;left:715;top:7320;width:2;height:232" coordorigin="715,7320" coordsize="2,232">
              <v:shape style="position:absolute;left:715;top:7320;width:2;height:232" coordorigin="715,7320" coordsize="0,232" path="m715,7340l715,7572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410.815002pt;width:541.000001pt;height:15.000001pt;mso-position-horizontal-relative:page;mso-position-vertical-relative:page;z-index:-2090" coordorigin="710,8216" coordsize="10820,300">
            <v:group style="position:absolute;left:725;top:8256;width:10790;height:220" coordorigin="725,8256" coordsize="10790,220">
              <v:shape style="position:absolute;left:725;top:8256;width:10790;height:220" coordorigin="725,8256" coordsize="10790,220" path="m725,8256l11515,8256,11515,8476,725,8476,725,8256e" filled="t" fillcolor="#E6E6E6" stroked="f">
                <v:path arrowok="t"/>
                <v:fill/>
              </v:shape>
            </v:group>
            <v:group style="position:absolute;left:717;top:8223;width:10807;height:2" coordorigin="717,8223" coordsize="10807,2">
              <v:shape style="position:absolute;left:717;top:8223;width:10807;height:2" coordorigin="717,8223" coordsize="10807,0" path="m718,8223l11525,8223e" filled="f" stroked="t" strokeweight=".666667pt" strokecolor="#E6E6E6">
                <v:path arrowok="t"/>
              </v:shape>
            </v:group>
            <v:group style="position:absolute;left:723;top:8250;width:10793;height:2" coordorigin="723,8250" coordsize="10793,2">
              <v:shape style="position:absolute;left:723;top:8250;width:10793;height:2" coordorigin="723,8250" coordsize="10793,0" path="m732,8250l11525,8250e" filled="f" stroked="t" strokeweight=".666667pt" strokecolor="#E6E6E6">
                <v:path arrowok="t"/>
              </v:shape>
            </v:group>
            <v:group style="position:absolute;left:11520;top:8236;width:2;height:260" coordorigin="11520,8236" coordsize="2,260">
              <v:shape style="position:absolute;left:11520;top:8236;width:2;height:260" coordorigin="11520,8236" coordsize="0,260" path="m11520,8256l11520,8516e" filled="f" stroked="t" strokeweight=".5pt" strokecolor="#FFFFFF">
                <v:path arrowok="t"/>
              </v:shape>
            </v:group>
            <v:group style="position:absolute;left:723;top:8483;width:10793;height:2" coordorigin="723,8483" coordsize="10793,2">
              <v:shape style="position:absolute;left:723;top:8483;width:10793;height:2" coordorigin="723,8483" coordsize="10793,0" path="m727,8483l11520,8483e" filled="f" stroked="t" strokeweight=".666667pt" strokecolor="#E6E6E6">
                <v:path arrowok="t"/>
              </v:shape>
            </v:group>
            <v:group style="position:absolute;left:720;top:8236;width:2;height:260" coordorigin="720,8236" coordsize="2,260">
              <v:shape style="position:absolute;left:720;top:8236;width:2;height:260" coordorigin="720,8236" coordsize="0,260" path="m720,8256l720,8516e" filled="f" stroked="t" strokeweight=".5pt" strokecolor="#FFFFFF">
                <v:path arrowok="t"/>
              </v:shape>
            </v:group>
            <v:group style="position:absolute;left:720;top:8510;width:10800;height:2" coordorigin="720,8510" coordsize="10800,2">
              <v:shape style="position:absolute;left:720;top:8510;width:10800;height:2" coordorigin="720,8510" coordsize="10800,0" path="m720,8510l11520,8510e" filled="f" stroked="t" strokeweight=".666667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458.015015pt;width:541.000001pt;height:14.999986pt;mso-position-horizontal-relative:page;mso-position-vertical-relative:page;z-index:-2089" coordorigin="710,9160" coordsize="10820,300">
            <v:group style="position:absolute;left:725;top:9200;width:5390;height:220" coordorigin="725,9200" coordsize="5390,220">
              <v:shape style="position:absolute;left:725;top:9200;width:5390;height:220" coordorigin="725,9200" coordsize="5390,220" path="m725,9200l6115,9200,6115,9420,725,9420,725,9200e" filled="t" fillcolor="#E6E6E6" stroked="f">
                <v:path arrowok="t"/>
                <v:fill/>
              </v:shape>
            </v:group>
            <v:group style="position:absolute;left:717;top:9167;width:5403;height:2" coordorigin="717,9167" coordsize="5403,2">
              <v:shape style="position:absolute;left:717;top:9167;width:5403;height:2" coordorigin="717,9167" coordsize="5403,0" path="m718,9167l6122,9167e" filled="f" stroked="t" strokeweight=".666667pt" strokecolor="#E6E6E6">
                <v:path arrowok="t"/>
              </v:shape>
            </v:group>
            <v:group style="position:absolute;left:723;top:9194;width:5393;height:2" coordorigin="723,9194" coordsize="5393,2">
              <v:shape style="position:absolute;left:723;top:9194;width:5393;height:2" coordorigin="723,9194" coordsize="5393,0" path="m732,9194l6125,9194e" filled="f" stroked="t" strokeweight=".666667pt" strokecolor="#E6E6E6">
                <v:path arrowok="t"/>
              </v:shape>
            </v:group>
            <v:group style="position:absolute;left:723;top:9427;width:5393;height:2" coordorigin="723,9427" coordsize="5393,2">
              <v:shape style="position:absolute;left:723;top:9427;width:5393;height:2" coordorigin="723,9427" coordsize="5393,0" path="m727,9427l6120,9427e" filled="f" stroked="t" strokeweight=".666667pt" strokecolor="#E6E6E6">
                <v:path arrowok="t"/>
              </v:shape>
            </v:group>
            <v:group style="position:absolute;left:720;top:9180;width:2;height:260" coordorigin="720,9180" coordsize="2,260">
              <v:shape style="position:absolute;left:720;top:9180;width:2;height:260" coordorigin="720,9180" coordsize="0,260" path="m720,9200l720,9460e" filled="f" stroked="t" strokeweight=".5pt" strokecolor="#FFFFFF">
                <v:path arrowok="t"/>
              </v:shape>
            </v:group>
            <v:group style="position:absolute;left:6125;top:9200;width:5390;height:220" coordorigin="6125,9200" coordsize="5390,220">
              <v:shape style="position:absolute;left:6125;top:9200;width:5390;height:220" coordorigin="6125,9200" coordsize="5390,220" path="m6125,9200l11515,9200,11515,9420,6125,9420,6125,9200e" filled="t" fillcolor="#E6E6E6" stroked="f">
                <v:path arrowok="t"/>
                <v:fill/>
              </v:shape>
            </v:group>
            <v:group style="position:absolute;left:6120;top:9167;width:5403;height:2" coordorigin="6120,9167" coordsize="5403,2">
              <v:shape style="position:absolute;left:6120;top:9167;width:5403;height:2" coordorigin="6120,9167" coordsize="5403,0" path="m6120,9167l11523,9167e" filled="f" stroked="t" strokeweight=".666667pt" strokecolor="#E6E6E6">
                <v:path arrowok="t"/>
              </v:shape>
            </v:group>
            <v:group style="position:absolute;left:6123;top:9194;width:5393;height:2" coordorigin="6123,9194" coordsize="5393,2">
              <v:shape style="position:absolute;left:6123;top:9194;width:5393;height:2" coordorigin="6123,9194" coordsize="5393,0" path="m6127,9194l11520,9194e" filled="f" stroked="t" strokeweight=".666667pt" strokecolor="#E6E6E6">
                <v:path arrowok="t"/>
              </v:shape>
            </v:group>
            <v:group style="position:absolute;left:11520;top:9180;width:2;height:260" coordorigin="11520,9180" coordsize="2,260">
              <v:shape style="position:absolute;left:11520;top:9180;width:2;height:260" coordorigin="11520,9180" coordsize="0,260" path="m11520,9200l11520,9460e" filled="f" stroked="t" strokeweight=".5pt" strokecolor="#FFFFFF">
                <v:path arrowok="t"/>
              </v:shape>
            </v:group>
            <v:group style="position:absolute;left:6123;top:9427;width:5393;height:2" coordorigin="6123,9427" coordsize="5393,2">
              <v:shape style="position:absolute;left:6123;top:9427;width:5393;height:2" coordorigin="6123,9427" coordsize="5393,0" path="m6127,9427l11520,9427e" filled="f" stroked="t" strokeweight=".666667pt" strokecolor="#E6E6E6">
                <v:path arrowok="t"/>
              </v:shape>
            </v:group>
            <v:group style="position:absolute;left:720;top:9454;width:10800;height:2" coordorigin="720,9454" coordsize="10800,2">
              <v:shape style="position:absolute;left:720;top:9454;width:10800;height:2" coordorigin="720,9454" coordsize="10800,0" path="m720,9454l11520,9454e" filled="f" stroked="t" strokeweight=".666667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517.315002pt;width:541.000001pt;height:22.605986pt;mso-position-horizontal-relative:page;mso-position-vertical-relative:page;z-index:-2088" coordorigin="710,10346" coordsize="10820,452">
            <v:shape style="position:absolute;left:2143;top:10346;width:585;height:117" type="#_x0000_t75">
              <v:imagedata r:id="rId18" o:title=""/>
            </v:shape>
            <v:group style="position:absolute;left:725;top:10538;width:3590;height:220" coordorigin="725,10538" coordsize="3590,220">
              <v:shape style="position:absolute;left:725;top:10538;width:3590;height:220" coordorigin="725,10538" coordsize="3590,220" path="m725,10538l4315,10538,4315,10758,725,10758,725,10538e" filled="t" fillcolor="#E6E6E6" stroked="f">
                <v:path arrowok="t"/>
                <v:fill/>
              </v:shape>
            </v:group>
            <v:group style="position:absolute;left:717;top:10505;width:3603;height:2" coordorigin="717,10505" coordsize="3603,2">
              <v:shape style="position:absolute;left:717;top:10505;width:3603;height:2" coordorigin="717,10505" coordsize="3603,0" path="m718,10505l4322,10505e" filled="f" stroked="t" strokeweight=".666667pt" strokecolor="#E6E6E6">
                <v:path arrowok="t"/>
              </v:shape>
            </v:group>
            <v:group style="position:absolute;left:723;top:10532;width:3593;height:2" coordorigin="723,10532" coordsize="3593,2">
              <v:shape style="position:absolute;left:723;top:10532;width:3593;height:2" coordorigin="723,10532" coordsize="3593,0" path="m732,10532l4325,10532e" filled="f" stroked="t" strokeweight=".666667pt" strokecolor="#E6E6E6">
                <v:path arrowok="t"/>
              </v:shape>
            </v:group>
            <v:group style="position:absolute;left:723;top:10765;width:3593;height:2" coordorigin="723,10765" coordsize="3593,2">
              <v:shape style="position:absolute;left:723;top:10765;width:3593;height:2" coordorigin="723,10765" coordsize="3593,0" path="m727,10765l4320,10765e" filled="f" stroked="t" strokeweight=".666667pt" strokecolor="#E6E6E6">
                <v:path arrowok="t"/>
              </v:shape>
            </v:group>
            <v:group style="position:absolute;left:720;top:10518;width:2;height:260" coordorigin="720,10518" coordsize="2,260">
              <v:shape style="position:absolute;left:720;top:10518;width:2;height:260" coordorigin="720,10518" coordsize="0,260" path="m720,10538l720,10798e" filled="f" stroked="t" strokeweight=".5pt" strokecolor="#FFFFFF">
                <v:path arrowok="t"/>
              </v:shape>
            </v:group>
            <v:group style="position:absolute;left:4325;top:10538;width:3590;height:220" coordorigin="4325,10538" coordsize="3590,220">
              <v:shape style="position:absolute;left:4325;top:10538;width:3590;height:220" coordorigin="4325,10538" coordsize="3590,220" path="m4325,10538l7915,10538,7915,10758,4325,10758,4325,10538e" filled="t" fillcolor="#E6E6E6" stroked="f">
                <v:path arrowok="t"/>
                <v:fill/>
              </v:shape>
            </v:group>
            <v:group style="position:absolute;left:4320;top:10505;width:3600;height:2" coordorigin="4320,10505" coordsize="3600,2">
              <v:shape style="position:absolute;left:4320;top:10505;width:3600;height:2" coordorigin="4320,10505" coordsize="3600,0" path="m4320,10505l7920,10505e" filled="f" stroked="t" strokeweight=".666667pt" strokecolor="#E6E6E6">
                <v:path arrowok="t"/>
              </v:shape>
            </v:group>
            <v:group style="position:absolute;left:4323;top:10532;width:3593;height:2" coordorigin="4323,10532" coordsize="3593,2">
              <v:shape style="position:absolute;left:4323;top:10532;width:3593;height:2" coordorigin="4323,10532" coordsize="3593,0" path="m4327,10532l7920,10532e" filled="f" stroked="t" strokeweight=".666667pt" strokecolor="#E6E6E6">
                <v:path arrowok="t"/>
              </v:shape>
            </v:group>
            <v:group style="position:absolute;left:4323;top:10765;width:3593;height:2" coordorigin="4323,10765" coordsize="3593,2">
              <v:shape style="position:absolute;left:4323;top:10765;width:3593;height:2" coordorigin="4323,10765" coordsize="3593,0" path="m4327,10765l7920,10765e" filled="f" stroked="t" strokeweight=".666667pt" strokecolor="#E6E6E6">
                <v:path arrowok="t"/>
              </v:shape>
            </v:group>
            <v:group style="position:absolute;left:7925;top:10538;width:3590;height:220" coordorigin="7925,10538" coordsize="3590,220">
              <v:shape style="position:absolute;left:7925;top:10538;width:3590;height:220" coordorigin="7925,10538" coordsize="3590,220" path="m7925,10538l11515,10538,11515,10758,7925,10758,7925,10538e" filled="t" fillcolor="#E6E6E6" stroked="f">
                <v:path arrowok="t"/>
                <v:fill/>
              </v:shape>
            </v:group>
            <v:group style="position:absolute;left:7920;top:10505;width:3603;height:2" coordorigin="7920,10505" coordsize="3603,2">
              <v:shape style="position:absolute;left:7920;top:10505;width:3603;height:2" coordorigin="7920,10505" coordsize="3603,0" path="m7920,10505l11523,10505e" filled="f" stroked="t" strokeweight=".666667pt" strokecolor="#E6E6E6">
                <v:path arrowok="t"/>
              </v:shape>
            </v:group>
            <v:group style="position:absolute;left:7923;top:10532;width:3593;height:2" coordorigin="7923,10532" coordsize="3593,2">
              <v:shape style="position:absolute;left:7923;top:10532;width:3593;height:2" coordorigin="7923,10532" coordsize="3593,0" path="m7927,10532l11520,10532e" filled="f" stroked="t" strokeweight=".666667pt" strokecolor="#E6E6E6">
                <v:path arrowok="t"/>
              </v:shape>
            </v:group>
            <v:group style="position:absolute;left:11520;top:10518;width:2;height:260" coordorigin="11520,10518" coordsize="2,260">
              <v:shape style="position:absolute;left:11520;top:10518;width:2;height:260" coordorigin="11520,10518" coordsize="0,260" path="m11520,10538l11520,10798e" filled="f" stroked="t" strokeweight=".5pt" strokecolor="#FFFFFF">
                <v:path arrowok="t"/>
              </v:shape>
            </v:group>
            <v:group style="position:absolute;left:7923;top:10765;width:3593;height:2" coordorigin="7923,10765" coordsize="3593,2">
              <v:shape style="position:absolute;left:7923;top:10765;width:3593;height:2" coordorigin="7923,10765" coordsize="3593,0" path="m7927,10765l11520,10765e" filled="f" stroked="t" strokeweight=".666667pt" strokecolor="#E6E6E6">
                <v:path arrowok="t"/>
              </v:shape>
            </v:group>
            <v:group style="position:absolute;left:720;top:10792;width:10800;height:2" coordorigin="720,10792" coordsize="10800,2">
              <v:shape style="position:absolute;left:720;top:10792;width:10800;height:2" coordorigin="720,10792" coordsize="10800,0" path="m720,10792l11520,10792e" filled="f" stroked="t" strokeweight=".666672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647.721008pt;width:540.999998pt;height:26.425pt;mso-position-horizontal-relative:page;mso-position-vertical-relative:page;z-index:-2087" coordorigin="710,12954" coordsize="10820,529">
            <v:group style="position:absolute;left:725;top:12994;width:638;height:288" coordorigin="725,12994" coordsize="638,288">
              <v:shape style="position:absolute;left:725;top:12994;width:638;height:288" coordorigin="725,12994" coordsize="638,288" path="m725,12994l1363,12994,1363,13282,725,13282,725,12994e" filled="t" fillcolor="#E6E6E6" stroked="f">
                <v:path arrowok="t"/>
                <v:fill/>
              </v:shape>
            </v:group>
            <v:group style="position:absolute;left:717;top:12961;width:651;height:2" coordorigin="717,12961" coordsize="651,2">
              <v:shape style="position:absolute;left:717;top:12961;width:651;height:2" coordorigin="717,12961" coordsize="651,0" path="m718,12961l1370,12961e" filled="f" stroked="t" strokeweight=".666667pt" strokecolor="#E6E6E6">
                <v:path arrowok="t"/>
              </v:shape>
            </v:group>
            <v:group style="position:absolute;left:723;top:12988;width:641;height:2" coordorigin="723,12988" coordsize="641,2">
              <v:shape style="position:absolute;left:723;top:12988;width:641;height:2" coordorigin="723,12988" coordsize="641,0" path="m732,12988l1373,12988e" filled="f" stroked="t" strokeweight=".666667pt" strokecolor="#E6E6E6">
                <v:path arrowok="t"/>
              </v:shape>
            </v:group>
            <v:group style="position:absolute;left:723;top:13289;width:641;height:2" coordorigin="723,13289" coordsize="641,2">
              <v:shape style="position:absolute;left:723;top:13289;width:641;height:2" coordorigin="723,13289" coordsize="641,0" path="m727,13289l1368,13289e" filled="f" stroked="t" strokeweight=".666667pt" strokecolor="#E6E6E6">
                <v:path arrowok="t"/>
              </v:shape>
            </v:group>
            <v:group style="position:absolute;left:720;top:12974;width:2;height:328" coordorigin="720,12974" coordsize="2,328">
              <v:shape style="position:absolute;left:720;top:12974;width:2;height:328" coordorigin="720,12974" coordsize="0,328" path="m720,12994l720,13322e" filled="f" stroked="t" strokeweight=".5pt" strokecolor="#FFFFFF">
                <v:path arrowok="t"/>
              </v:shape>
            </v:group>
            <v:group style="position:absolute;left:1373;top:12994;width:2798;height:288" coordorigin="1373,12994" coordsize="2798,288">
              <v:shape style="position:absolute;left:1373;top:12994;width:2798;height:288" coordorigin="1373,12994" coordsize="2798,288" path="m1373,12994l4171,12994,4171,13282,1373,13282,1373,12994e" filled="t" fillcolor="#E6E6E6" stroked="f">
                <v:path arrowok="t"/>
                <v:fill/>
              </v:shape>
            </v:group>
            <v:group style="position:absolute;left:1368;top:12961;width:2808;height:2" coordorigin="1368,12961" coordsize="2808,2">
              <v:shape style="position:absolute;left:1368;top:12961;width:2808;height:2" coordorigin="1368,12961" coordsize="2808,0" path="m1368,12961l4176,12961e" filled="f" stroked="t" strokeweight=".666667pt" strokecolor="#E6E6E6">
                <v:path arrowok="t"/>
              </v:shape>
            </v:group>
            <v:group style="position:absolute;left:1371;top:12988;width:2801;height:2" coordorigin="1371,12988" coordsize="2801,2">
              <v:shape style="position:absolute;left:1371;top:12988;width:2801;height:2" coordorigin="1371,12988" coordsize="2801,0" path="m1375,12988l4176,12988e" filled="f" stroked="t" strokeweight=".666667pt" strokecolor="#E6E6E6">
                <v:path arrowok="t"/>
              </v:shape>
            </v:group>
            <v:group style="position:absolute;left:1371;top:13289;width:2801;height:2" coordorigin="1371,13289" coordsize="2801,2">
              <v:shape style="position:absolute;left:1371;top:13289;width:2801;height:2" coordorigin="1371,13289" coordsize="2801,0" path="m1375,13289l4176,13289e" filled="f" stroked="t" strokeweight=".666667pt" strokecolor="#E6E6E6">
                <v:path arrowok="t"/>
              </v:shape>
            </v:group>
            <v:group style="position:absolute;left:4181;top:12994;width:962;height:288" coordorigin="4181,12994" coordsize="962,288">
              <v:shape style="position:absolute;left:4181;top:12994;width:962;height:288" coordorigin="4181,12994" coordsize="962,288" path="m4181,12994l5143,12994,5143,13282,4181,13282,4181,12994e" filled="t" fillcolor="#E6E6E6" stroked="f">
                <v:path arrowok="t"/>
                <v:fill/>
              </v:shape>
            </v:group>
            <v:group style="position:absolute;left:4176;top:12961;width:972;height:2" coordorigin="4176,12961" coordsize="972,2">
              <v:shape style="position:absolute;left:4176;top:12961;width:972;height:2" coordorigin="4176,12961" coordsize="972,0" path="m4176,12961l5148,12961e" filled="f" stroked="t" strokeweight=".666667pt" strokecolor="#E6E6E6">
                <v:path arrowok="t"/>
              </v:shape>
            </v:group>
            <v:group style="position:absolute;left:4179;top:12988;width:965;height:2" coordorigin="4179,12988" coordsize="965,2">
              <v:shape style="position:absolute;left:4179;top:12988;width:965;height:2" coordorigin="4179,12988" coordsize="965,0" path="m4183,12988l5148,12988e" filled="f" stroked="t" strokeweight=".666667pt" strokecolor="#E6E6E6">
                <v:path arrowok="t"/>
              </v:shape>
            </v:group>
            <v:group style="position:absolute;left:4179;top:13289;width:965;height:2" coordorigin="4179,13289" coordsize="965,2">
              <v:shape style="position:absolute;left:4179;top:13289;width:965;height:2" coordorigin="4179,13289" coordsize="965,0" path="m4183,13289l5148,13289e" filled="f" stroked="t" strokeweight=".666667pt" strokecolor="#E6E6E6">
                <v:path arrowok="t"/>
              </v:shape>
            </v:group>
            <v:group style="position:absolute;left:5153;top:12994;width:1178;height:288" coordorigin="5153,12994" coordsize="1178,288">
              <v:shape style="position:absolute;left:5153;top:12994;width:1178;height:288" coordorigin="5153,12994" coordsize="1178,288" path="m5153,12994l6331,12994,6331,13282,5153,13282,5153,12994e" filled="t" fillcolor="#E6E6E6" stroked="f">
                <v:path arrowok="t"/>
                <v:fill/>
              </v:shape>
            </v:group>
            <v:group style="position:absolute;left:5148;top:12961;width:1188;height:2" coordorigin="5148,12961" coordsize="1188,2">
              <v:shape style="position:absolute;left:5148;top:12961;width:1188;height:2" coordorigin="5148,12961" coordsize="1188,0" path="m5148,12961l6336,12961e" filled="f" stroked="t" strokeweight=".666667pt" strokecolor="#E6E6E6">
                <v:path arrowok="t"/>
              </v:shape>
            </v:group>
            <v:group style="position:absolute;left:5151;top:12988;width:1181;height:2" coordorigin="5151,12988" coordsize="1181,2">
              <v:shape style="position:absolute;left:5151;top:12988;width:1181;height:2" coordorigin="5151,12988" coordsize="1181,0" path="m5155,12988l6336,12988e" filled="f" stroked="t" strokeweight=".666667pt" strokecolor="#E6E6E6">
                <v:path arrowok="t"/>
              </v:shape>
            </v:group>
            <v:group style="position:absolute;left:5151;top:13289;width:1181;height:2" coordorigin="5151,13289" coordsize="1181,2">
              <v:shape style="position:absolute;left:5151;top:13289;width:1181;height:2" coordorigin="5151,13289" coordsize="1181,0" path="m5155,13289l6336,13289e" filled="f" stroked="t" strokeweight=".666667pt" strokecolor="#E6E6E6">
                <v:path arrowok="t"/>
              </v:shape>
            </v:group>
            <v:group style="position:absolute;left:6341;top:12994;width:1178;height:288" coordorigin="6341,12994" coordsize="1178,288">
              <v:shape style="position:absolute;left:6341;top:12994;width:1178;height:288" coordorigin="6341,12994" coordsize="1178,288" path="m6341,12994l7519,12994,7519,13282,6341,13282,6341,12994e" filled="t" fillcolor="#E6E6E6" stroked="f">
                <v:path arrowok="t"/>
                <v:fill/>
              </v:shape>
            </v:group>
            <v:group style="position:absolute;left:6336;top:12961;width:1188;height:2" coordorigin="6336,12961" coordsize="1188,2">
              <v:shape style="position:absolute;left:6336;top:12961;width:1188;height:2" coordorigin="6336,12961" coordsize="1188,0" path="m6336,12961l7524,12961e" filled="f" stroked="t" strokeweight=".666667pt" strokecolor="#E6E6E6">
                <v:path arrowok="t"/>
              </v:shape>
            </v:group>
            <v:group style="position:absolute;left:6339;top:12988;width:1181;height:2" coordorigin="6339,12988" coordsize="1181,2">
              <v:shape style="position:absolute;left:6339;top:12988;width:1181;height:2" coordorigin="6339,12988" coordsize="1181,0" path="m6343,12988l7524,12988e" filled="f" stroked="t" strokeweight=".666667pt" strokecolor="#E6E6E6">
                <v:path arrowok="t"/>
              </v:shape>
            </v:group>
            <v:group style="position:absolute;left:6339;top:13289;width:1181;height:2" coordorigin="6339,13289" coordsize="1181,2">
              <v:shape style="position:absolute;left:6339;top:13289;width:1181;height:2" coordorigin="6339,13289" coordsize="1181,0" path="m6343,13289l7524,13289e" filled="f" stroked="t" strokeweight=".666667pt" strokecolor="#E6E6E6">
                <v:path arrowok="t"/>
              </v:shape>
            </v:group>
            <v:group style="position:absolute;left:7529;top:12994;width:1394;height:288" coordorigin="7529,12994" coordsize="1394,288">
              <v:shape style="position:absolute;left:7529;top:12994;width:1394;height:288" coordorigin="7529,12994" coordsize="1394,288" path="m7529,12994l8923,12994,8923,13282,7529,13282,7529,12994e" filled="t" fillcolor="#E6E6E6" stroked="f">
                <v:path arrowok="t"/>
                <v:fill/>
              </v:shape>
            </v:group>
            <v:group style="position:absolute;left:7524;top:12961;width:1404;height:2" coordorigin="7524,12961" coordsize="1404,2">
              <v:shape style="position:absolute;left:7524;top:12961;width:1404;height:2" coordorigin="7524,12961" coordsize="1404,0" path="m7524,12961l8928,12961e" filled="f" stroked="t" strokeweight=".666667pt" strokecolor="#E6E6E6">
                <v:path arrowok="t"/>
              </v:shape>
            </v:group>
            <v:group style="position:absolute;left:7527;top:12988;width:1397;height:2" coordorigin="7527,12988" coordsize="1397,2">
              <v:shape style="position:absolute;left:7527;top:12988;width:1397;height:2" coordorigin="7527,12988" coordsize="1397,0" path="m7531,12988l8928,12988e" filled="f" stroked="t" strokeweight=".666667pt" strokecolor="#E6E6E6">
                <v:path arrowok="t"/>
              </v:shape>
            </v:group>
            <v:group style="position:absolute;left:7527;top:13289;width:1397;height:2" coordorigin="7527,13289" coordsize="1397,2">
              <v:shape style="position:absolute;left:7527;top:13289;width:1397;height:2" coordorigin="7527,13289" coordsize="1397,0" path="m7531,13289l8928,13289e" filled="f" stroked="t" strokeweight=".666667pt" strokecolor="#E6E6E6">
                <v:path arrowok="t"/>
              </v:shape>
            </v:group>
            <v:group style="position:absolute;left:8933;top:12994;width:1178;height:288" coordorigin="8933,12994" coordsize="1178,288">
              <v:shape style="position:absolute;left:8933;top:12994;width:1178;height:288" coordorigin="8933,12994" coordsize="1178,288" path="m8933,12994l10111,12994,10111,13282,8933,13282,8933,12994e" filled="t" fillcolor="#E6E6E6" stroked="f">
                <v:path arrowok="t"/>
                <v:fill/>
              </v:shape>
            </v:group>
            <v:group style="position:absolute;left:8928;top:12961;width:1188;height:2" coordorigin="8928,12961" coordsize="1188,2">
              <v:shape style="position:absolute;left:8928;top:12961;width:1188;height:2" coordorigin="8928,12961" coordsize="1188,0" path="m8928,12961l10116,12961e" filled="f" stroked="t" strokeweight=".666667pt" strokecolor="#E6E6E6">
                <v:path arrowok="t"/>
              </v:shape>
            </v:group>
            <v:group style="position:absolute;left:8931;top:12988;width:1181;height:2" coordorigin="8931,12988" coordsize="1181,2">
              <v:shape style="position:absolute;left:8931;top:12988;width:1181;height:2" coordorigin="8931,12988" coordsize="1181,0" path="m8935,12988l10116,12988e" filled="f" stroked="t" strokeweight=".666667pt" strokecolor="#E6E6E6">
                <v:path arrowok="t"/>
              </v:shape>
            </v:group>
            <v:group style="position:absolute;left:8931;top:13289;width:1181;height:2" coordorigin="8931,13289" coordsize="1181,2">
              <v:shape style="position:absolute;left:8931;top:13289;width:1181;height:2" coordorigin="8931,13289" coordsize="1181,0" path="m8935,13289l10116,13289e" filled="f" stroked="t" strokeweight=".666667pt" strokecolor="#E6E6E6">
                <v:path arrowok="t"/>
              </v:shape>
            </v:group>
            <v:group style="position:absolute;left:10121;top:12994;width:1394;height:288" coordorigin="10121,12994" coordsize="1394,288">
              <v:shape style="position:absolute;left:10121;top:12994;width:1394;height:288" coordorigin="10121,12994" coordsize="1394,288" path="m10121,12994l11515,12994,11515,13282,10121,13282,10121,12994e" filled="t" fillcolor="#E6E6E6" stroked="f">
                <v:path arrowok="t"/>
                <v:fill/>
              </v:shape>
            </v:group>
            <v:group style="position:absolute;left:10116;top:12961;width:1407;height:2" coordorigin="10116,12961" coordsize="1407,2">
              <v:shape style="position:absolute;left:10116;top:12961;width:1407;height:2" coordorigin="10116,12961" coordsize="1407,0" path="m10116,12961l11523,12961e" filled="f" stroked="t" strokeweight=".666667pt" strokecolor="#E6E6E6">
                <v:path arrowok="t"/>
              </v:shape>
            </v:group>
            <v:group style="position:absolute;left:10119;top:12988;width:1397;height:2" coordorigin="10119,12988" coordsize="1397,2">
              <v:shape style="position:absolute;left:10119;top:12988;width:1397;height:2" coordorigin="10119,12988" coordsize="1397,0" path="m10123,12988l11520,12988e" filled="f" stroked="t" strokeweight=".666667pt" strokecolor="#E6E6E6">
                <v:path arrowok="t"/>
              </v:shape>
            </v:group>
            <v:group style="position:absolute;left:11520;top:12974;width:2;height:328" coordorigin="11520,12974" coordsize="2,328">
              <v:shape style="position:absolute;left:11520;top:12974;width:2;height:328" coordorigin="11520,12974" coordsize="0,328" path="m11520,12994l11520,13322e" filled="f" stroked="t" strokeweight=".5pt" strokecolor="#FFFFFF">
                <v:path arrowok="t"/>
              </v:shape>
            </v:group>
            <v:group style="position:absolute;left:10119;top:13289;width:1397;height:2" coordorigin="10119,13289" coordsize="1397,2">
              <v:shape style="position:absolute;left:10119;top:13289;width:1397;height:2" coordorigin="10119,13289" coordsize="1397,0" path="m10123,13289l11520,13289e" filled="f" stroked="t" strokeweight=".666667pt" strokecolor="#E6E6E6">
                <v:path arrowok="t"/>
              </v:shape>
            </v:group>
            <v:group style="position:absolute;left:720;top:13316;width:10800;height:2" coordorigin="720,13316" coordsize="10800,2">
              <v:shape style="position:absolute;left:720;top:13316;width:10800;height:2" coordorigin="720,13316" coordsize="10800,0" path="m720,13316l11520,13316e" filled="f" stroked="t" strokeweight=".66668pt" strokecolor="#E6E6E6">
                <v:path arrowok="t"/>
              </v:shape>
              <v:shape style="position:absolute;left:1468;top:13339;width:144;height:144" type="#_x0000_t75">
                <v:imagedata r:id="rId19" o:title=""/>
              </v:shape>
            </v:group>
            <w10:wrap type="none"/>
          </v:group>
        </w:pict>
      </w:r>
      <w:r>
        <w:rPr/>
        <w:pict>
          <v:group style="position:absolute;margin-left:36pt;margin-top:683.662964pt;width:539.999997pt;height:.1pt;mso-position-horizontal-relative:page;mso-position-vertical-relative:page;z-index:-2086" coordorigin="720,13673" coordsize="10800,2">
            <v:shape style="position:absolute;left:720;top:13673;width:10800;height:2" coordorigin="720,13673" coordsize="10800,0" path="m720,13673l11520,13673e" filled="f" stroked="t" strokeweight=".500013pt" strokecolor="#DFDFDF">
              <v:path arrowok="t"/>
            </v:shape>
          </v:group>
          <w10:wrap type="none"/>
        </w:pict>
      </w:r>
      <w:r>
        <w:rPr>
          <w:sz w:val="10"/>
          <w:szCs w:val="10"/>
        </w:rPr>
      </w:r>
    </w:p>
    <w:p>
      <w:pPr>
        <w:spacing w:before="0" w:after="0" w:line="169" w:lineRule="exact"/>
        <w:ind w:left="307" w:right="-64"/>
        <w:jc w:val="left"/>
        <w:tabs>
          <w:tab w:pos="9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81829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Enter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Test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Results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(OR*3.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13" w:lineRule="exact"/>
        <w:ind w:left="848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7" w:after="0" w:line="184" w:lineRule="exact"/>
        <w:ind w:right="-69"/>
        <w:jc w:val="left"/>
        <w:tabs>
          <w:tab w:pos="960" w:val="left"/>
          <w:tab w:pos="216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Approved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Manual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98" w:lineRule="exact"/>
        <w:ind w:right="534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/>
        <w:br w:type="column"/>
      </w:r>
      <w:r>
        <w:rPr>
          <w:sz w:val="14"/>
          <w:szCs w:val="14"/>
        </w:rPr>
      </w:r>
    </w:p>
    <w:p>
      <w:pPr>
        <w:spacing w:before="0" w:after="0" w:line="240" w:lineRule="auto"/>
        <w:ind w:right="-20"/>
        <w:jc w:val="left"/>
        <w:tabs>
          <w:tab w:pos="1400" w:val="left"/>
          <w:tab w:pos="25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18,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2016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--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1100"/>
          <w:cols w:num="3" w:equalWidth="0">
            <w:col w:w="3494" w:space="162"/>
            <w:col w:w="3148" w:space="200"/>
            <w:col w:w="3516"/>
          </w:cols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522" w:right="-20"/>
        <w:jc w:val="left"/>
        <w:tabs>
          <w:tab w:pos="1280" w:val="left"/>
          <w:tab w:pos="2040" w:val="left"/>
          <w:tab w:pos="3660" w:val="left"/>
          <w:tab w:pos="5920" w:val="left"/>
          <w:tab w:pos="7000" w:val="left"/>
          <w:tab w:pos="8080" w:val="left"/>
          <w:tab w:pos="9380" w:val="left"/>
          <w:tab w:pos="102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Last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Result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84" w:after="0" w:line="87" w:lineRule="exact"/>
        <w:ind w:right="1755"/>
        <w:jc w:val="righ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5pt;margin-top:-10.305079pt;width:541.0pt;height:14.999988pt;mso-position-horizontal-relative:page;mso-position-vertical-relative:paragraph;z-index:-2085" coordorigin="710,-206" coordsize="10820,300">
            <v:group style="position:absolute;left:725;top:-166;width:854;height:220" coordorigin="725,-166" coordsize="854,220">
              <v:shape style="position:absolute;left:725;top:-166;width:854;height:220" coordorigin="725,-166" coordsize="854,220" path="m725,-166l1579,-166,1579,54,725,54,725,-166e" filled="t" fillcolor="#E6E6E6" stroked="f">
                <v:path arrowok="t"/>
                <v:fill/>
              </v:shape>
            </v:group>
            <v:group style="position:absolute;left:717;top:-199;width:867;height:2" coordorigin="717,-199" coordsize="867,2">
              <v:shape style="position:absolute;left:717;top:-199;width:867;height:2" coordorigin="717,-199" coordsize="867,0" path="m718,-199l1586,-199e" filled="f" stroked="t" strokeweight=".666667pt" strokecolor="#E6E6E6">
                <v:path arrowok="t"/>
              </v:shape>
            </v:group>
            <v:group style="position:absolute;left:723;top:-173;width:857;height:2" coordorigin="723,-173" coordsize="857,2">
              <v:shape style="position:absolute;left:723;top:-173;width:857;height:2" coordorigin="723,-173" coordsize="857,0" path="m732,-173l1589,-173e" filled="f" stroked="t" strokeweight=".666667pt" strokecolor="#E6E6E6">
                <v:path arrowok="t"/>
              </v:shape>
            </v:group>
            <v:group style="position:absolute;left:723;top:61;width:857;height:2" coordorigin="723,61" coordsize="857,2">
              <v:shape style="position:absolute;left:723;top:61;width:857;height:2" coordorigin="723,61" coordsize="857,0" path="m727,61l1584,61e" filled="f" stroked="t" strokeweight=".666667pt" strokecolor="#E6E6E6">
                <v:path arrowok="t"/>
              </v:shape>
            </v:group>
            <v:group style="position:absolute;left:720;top:-186;width:2;height:260" coordorigin="720,-186" coordsize="2,260">
              <v:shape style="position:absolute;left:720;top:-186;width:2;height:260" coordorigin="720,-186" coordsize="0,260" path="m720,-166l720,94e" filled="f" stroked="t" strokeweight=".5pt" strokecolor="#FFFFFF">
                <v:path arrowok="t"/>
              </v:shape>
            </v:group>
            <v:group style="position:absolute;left:1589;top:-166;width:962;height:220" coordorigin="1589,-166" coordsize="962,220">
              <v:shape style="position:absolute;left:1589;top:-166;width:962;height:220" coordorigin="1589,-166" coordsize="962,220" path="m1589,-166l2551,-166,2551,54,1589,54,1589,-166e" filled="t" fillcolor="#E6E6E6" stroked="f">
                <v:path arrowok="t"/>
                <v:fill/>
              </v:shape>
            </v:group>
            <v:group style="position:absolute;left:1584;top:-199;width:972;height:2" coordorigin="1584,-199" coordsize="972,2">
              <v:shape style="position:absolute;left:1584;top:-199;width:972;height:2" coordorigin="1584,-199" coordsize="972,0" path="m1584,-199l2556,-199e" filled="f" stroked="t" strokeweight=".666667pt" strokecolor="#E6E6E6">
                <v:path arrowok="t"/>
              </v:shape>
            </v:group>
            <v:group style="position:absolute;left:1587;top:-173;width:965;height:2" coordorigin="1587,-173" coordsize="965,2">
              <v:shape style="position:absolute;left:1587;top:-173;width:965;height:2" coordorigin="1587,-173" coordsize="965,0" path="m1591,-173l2556,-173e" filled="f" stroked="t" strokeweight=".666667pt" strokecolor="#E6E6E6">
                <v:path arrowok="t"/>
              </v:shape>
            </v:group>
            <v:group style="position:absolute;left:1587;top:61;width:965;height:2" coordorigin="1587,61" coordsize="965,2">
              <v:shape style="position:absolute;left:1587;top:61;width:965;height:2" coordorigin="1587,61" coordsize="965,0" path="m1591,61l2556,61e" filled="f" stroked="t" strokeweight=".666667pt" strokecolor="#E6E6E6">
                <v:path arrowok="t"/>
              </v:shape>
            </v:group>
            <v:group style="position:absolute;left:2561;top:-166;width:1610;height:220" coordorigin="2561,-166" coordsize="1610,220">
              <v:shape style="position:absolute;left:2561;top:-166;width:1610;height:220" coordorigin="2561,-166" coordsize="1610,220" path="m2561,-166l4171,-166,4171,54,2561,54,2561,-166e" filled="t" fillcolor="#E6E6E6" stroked="f">
                <v:path arrowok="t"/>
                <v:fill/>
              </v:shape>
            </v:group>
            <v:group style="position:absolute;left:2556;top:-199;width:1620;height:2" coordorigin="2556,-199" coordsize="1620,2">
              <v:shape style="position:absolute;left:2556;top:-199;width:1620;height:2" coordorigin="2556,-199" coordsize="1620,0" path="m2556,-199l4176,-199e" filled="f" stroked="t" strokeweight=".666667pt" strokecolor="#E6E6E6">
                <v:path arrowok="t"/>
              </v:shape>
            </v:group>
            <v:group style="position:absolute;left:2559;top:-173;width:1613;height:2" coordorigin="2559,-173" coordsize="1613,2">
              <v:shape style="position:absolute;left:2559;top:-173;width:1613;height:2" coordorigin="2559,-173" coordsize="1613,0" path="m2563,-173l4176,-173e" filled="f" stroked="t" strokeweight=".666667pt" strokecolor="#E6E6E6">
                <v:path arrowok="t"/>
              </v:shape>
            </v:group>
            <v:group style="position:absolute;left:2559;top:61;width:1613;height:2" coordorigin="2559,61" coordsize="1613,2">
              <v:shape style="position:absolute;left:2559;top:61;width:1613;height:2" coordorigin="2559,61" coordsize="1613,0" path="m2563,61l4176,61e" filled="f" stroked="t" strokeweight=".666667pt" strokecolor="#E6E6E6">
                <v:path arrowok="t"/>
              </v:shape>
            </v:group>
            <v:group style="position:absolute;left:4181;top:-166;width:1178;height:220" coordorigin="4181,-166" coordsize="1178,220">
              <v:shape style="position:absolute;left:4181;top:-166;width:1178;height:220" coordorigin="4181,-166" coordsize="1178,220" path="m4181,-166l5359,-166,5359,54,4181,54,4181,-166e" filled="t" fillcolor="#E6E6E6" stroked="f">
                <v:path arrowok="t"/>
                <v:fill/>
              </v:shape>
            </v:group>
            <v:group style="position:absolute;left:4176;top:-199;width:1188;height:2" coordorigin="4176,-199" coordsize="1188,2">
              <v:shape style="position:absolute;left:4176;top:-199;width:1188;height:2" coordorigin="4176,-199" coordsize="1188,0" path="m4176,-199l5364,-199e" filled="f" stroked="t" strokeweight=".666667pt" strokecolor="#E6E6E6">
                <v:path arrowok="t"/>
              </v:shape>
            </v:group>
            <v:group style="position:absolute;left:4179;top:-173;width:1181;height:2" coordorigin="4179,-173" coordsize="1181,2">
              <v:shape style="position:absolute;left:4179;top:-173;width:1181;height:2" coordorigin="4179,-173" coordsize="1181,0" path="m4183,-173l5364,-173e" filled="f" stroked="t" strokeweight=".666667pt" strokecolor="#E6E6E6">
                <v:path arrowok="t"/>
              </v:shape>
            </v:group>
            <v:group style="position:absolute;left:4179;top:61;width:1181;height:2" coordorigin="4179,61" coordsize="1181,2">
              <v:shape style="position:absolute;left:4179;top:61;width:1181;height:2" coordorigin="4179,61" coordsize="1181,0" path="m4183,61l5364,61e" filled="f" stroked="t" strokeweight=".666667pt" strokecolor="#E6E6E6">
                <v:path arrowok="t"/>
              </v:shape>
            </v:group>
            <v:group style="position:absolute;left:5369;top:-166;width:1070;height:220" coordorigin="5369,-166" coordsize="1070,220">
              <v:shape style="position:absolute;left:5369;top:-166;width:1070;height:220" coordorigin="5369,-166" coordsize="1070,220" path="m5369,-166l6439,-166,6439,54,5369,54,5369,-166e" filled="t" fillcolor="#E6E6E6" stroked="f">
                <v:path arrowok="t"/>
                <v:fill/>
              </v:shape>
            </v:group>
            <v:group style="position:absolute;left:5364;top:-199;width:1080;height:2" coordorigin="5364,-199" coordsize="1080,2">
              <v:shape style="position:absolute;left:5364;top:-199;width:1080;height:2" coordorigin="5364,-199" coordsize="1080,0" path="m5364,-199l6444,-199e" filled="f" stroked="t" strokeweight=".666667pt" strokecolor="#E6E6E6">
                <v:path arrowok="t"/>
              </v:shape>
            </v:group>
            <v:group style="position:absolute;left:5367;top:-173;width:1073;height:2" coordorigin="5367,-173" coordsize="1073,2">
              <v:shape style="position:absolute;left:5367;top:-173;width:1073;height:2" coordorigin="5367,-173" coordsize="1073,0" path="m5371,-173l6444,-173e" filled="f" stroked="t" strokeweight=".666667pt" strokecolor="#E6E6E6">
                <v:path arrowok="t"/>
              </v:shape>
            </v:group>
            <v:group style="position:absolute;left:5367;top:61;width:1073;height:2" coordorigin="5367,61" coordsize="1073,2">
              <v:shape style="position:absolute;left:5367;top:61;width:1073;height:2" coordorigin="5367,61" coordsize="1073,0" path="m5371,61l6444,61e" filled="f" stroked="t" strokeweight=".666667pt" strokecolor="#E6E6E6">
                <v:path arrowok="t"/>
              </v:shape>
            </v:group>
            <v:group style="position:absolute;left:6449;top:-166;width:1070;height:220" coordorigin="6449,-166" coordsize="1070,220">
              <v:shape style="position:absolute;left:6449;top:-166;width:1070;height:220" coordorigin="6449,-166" coordsize="1070,220" path="m6449,-166l7519,-166,7519,54,6449,54,6449,-166e" filled="t" fillcolor="#E6E6E6" stroked="f">
                <v:path arrowok="t"/>
                <v:fill/>
              </v:shape>
            </v:group>
            <v:group style="position:absolute;left:6444;top:-199;width:1080;height:2" coordorigin="6444,-199" coordsize="1080,2">
              <v:shape style="position:absolute;left:6444;top:-199;width:1080;height:2" coordorigin="6444,-199" coordsize="1080,0" path="m6444,-199l7524,-199e" filled="f" stroked="t" strokeweight=".666667pt" strokecolor="#E6E6E6">
                <v:path arrowok="t"/>
              </v:shape>
            </v:group>
            <v:group style="position:absolute;left:6447;top:-173;width:1073;height:2" coordorigin="6447,-173" coordsize="1073,2">
              <v:shape style="position:absolute;left:6447;top:-173;width:1073;height:2" coordorigin="6447,-173" coordsize="1073,0" path="m6451,-173l7524,-173e" filled="f" stroked="t" strokeweight=".666667pt" strokecolor="#E6E6E6">
                <v:path arrowok="t"/>
              </v:shape>
            </v:group>
            <v:group style="position:absolute;left:6447;top:61;width:1073;height:2" coordorigin="6447,61" coordsize="1073,2">
              <v:shape style="position:absolute;left:6447;top:61;width:1073;height:2" coordorigin="6447,61" coordsize="1073,0" path="m6451,61l7524,61e" filled="f" stroked="t" strokeweight=".666667pt" strokecolor="#E6E6E6">
                <v:path arrowok="t"/>
              </v:shape>
            </v:group>
            <v:group style="position:absolute;left:7529;top:-166;width:1070;height:220" coordorigin="7529,-166" coordsize="1070,220">
              <v:shape style="position:absolute;left:7529;top:-166;width:1070;height:220" coordorigin="7529,-166" coordsize="1070,220" path="m7529,-166l8599,-166,8599,54,7529,54,7529,-166e" filled="t" fillcolor="#E6E6E6" stroked="f">
                <v:path arrowok="t"/>
                <v:fill/>
              </v:shape>
            </v:group>
            <v:group style="position:absolute;left:7524;top:-199;width:1080;height:2" coordorigin="7524,-199" coordsize="1080,2">
              <v:shape style="position:absolute;left:7524;top:-199;width:1080;height:2" coordorigin="7524,-199" coordsize="1080,0" path="m7524,-199l8604,-199e" filled="f" stroked="t" strokeweight=".666667pt" strokecolor="#E6E6E6">
                <v:path arrowok="t"/>
              </v:shape>
            </v:group>
            <v:group style="position:absolute;left:7527;top:-173;width:1073;height:2" coordorigin="7527,-173" coordsize="1073,2">
              <v:shape style="position:absolute;left:7527;top:-173;width:1073;height:2" coordorigin="7527,-173" coordsize="1073,0" path="m7531,-173l8604,-173e" filled="f" stroked="t" strokeweight=".666667pt" strokecolor="#E6E6E6">
                <v:path arrowok="t"/>
              </v:shape>
            </v:group>
            <v:group style="position:absolute;left:7527;top:61;width:1073;height:2" coordorigin="7527,61" coordsize="1073,2">
              <v:shape style="position:absolute;left:7527;top:61;width:1073;height:2" coordorigin="7527,61" coordsize="1073,0" path="m7531,61l8604,61e" filled="f" stroked="t" strokeweight=".666667pt" strokecolor="#E6E6E6">
                <v:path arrowok="t"/>
              </v:shape>
            </v:group>
            <v:group style="position:absolute;left:8609;top:-166;width:1286;height:220" coordorigin="8609,-166" coordsize="1286,220">
              <v:shape style="position:absolute;left:8609;top:-166;width:1286;height:220" coordorigin="8609,-166" coordsize="1286,220" path="m8609,-166l9895,-166,9895,54,8609,54,8609,-166e" filled="t" fillcolor="#E6E6E6" stroked="f">
                <v:path arrowok="t"/>
                <v:fill/>
              </v:shape>
            </v:group>
            <v:group style="position:absolute;left:8604;top:-199;width:1296;height:2" coordorigin="8604,-199" coordsize="1296,2">
              <v:shape style="position:absolute;left:8604;top:-199;width:1296;height:2" coordorigin="8604,-199" coordsize="1296,0" path="m8604,-199l9900,-199e" filled="f" stroked="t" strokeweight=".666667pt" strokecolor="#E6E6E6">
                <v:path arrowok="t"/>
              </v:shape>
            </v:group>
            <v:group style="position:absolute;left:8607;top:-173;width:1289;height:2" coordorigin="8607,-173" coordsize="1289,2">
              <v:shape style="position:absolute;left:8607;top:-173;width:1289;height:2" coordorigin="8607,-173" coordsize="1289,0" path="m8611,-173l9900,-173e" filled="f" stroked="t" strokeweight=".666667pt" strokecolor="#E6E6E6">
                <v:path arrowok="t"/>
              </v:shape>
            </v:group>
            <v:group style="position:absolute;left:8607;top:61;width:1289;height:2" coordorigin="8607,61" coordsize="1289,2">
              <v:shape style="position:absolute;left:8607;top:61;width:1289;height:2" coordorigin="8607,61" coordsize="1289,0" path="m8611,61l9900,61e" filled="f" stroked="t" strokeweight=".666667pt" strokecolor="#E6E6E6">
                <v:path arrowok="t"/>
              </v:shape>
            </v:group>
            <v:group style="position:absolute;left:9905;top:-166;width:854;height:220" coordorigin="9905,-166" coordsize="854,220">
              <v:shape style="position:absolute;left:9905;top:-166;width:854;height:220" coordorigin="9905,-166" coordsize="854,220" path="m9905,-166l10759,-166,10759,54,9905,54,9905,-166e" filled="t" fillcolor="#E6E6E6" stroked="f">
                <v:path arrowok="t"/>
                <v:fill/>
              </v:shape>
            </v:group>
            <v:group style="position:absolute;left:9900;top:-199;width:864;height:2" coordorigin="9900,-199" coordsize="864,2">
              <v:shape style="position:absolute;left:9900;top:-199;width:864;height:2" coordorigin="9900,-199" coordsize="864,0" path="m9900,-199l10764,-199e" filled="f" stroked="t" strokeweight=".666667pt" strokecolor="#E6E6E6">
                <v:path arrowok="t"/>
              </v:shape>
            </v:group>
            <v:group style="position:absolute;left:9903;top:-173;width:857;height:2" coordorigin="9903,-173" coordsize="857,2">
              <v:shape style="position:absolute;left:9903;top:-173;width:857;height:2" coordorigin="9903,-173" coordsize="857,0" path="m9907,-173l10764,-173e" filled="f" stroked="t" strokeweight=".666667pt" strokecolor="#E6E6E6">
                <v:path arrowok="t"/>
              </v:shape>
            </v:group>
            <v:group style="position:absolute;left:9903;top:61;width:857;height:2" coordorigin="9903,61" coordsize="857,2">
              <v:shape style="position:absolute;left:9903;top:61;width:857;height:2" coordorigin="9903,61" coordsize="857,0" path="m9907,61l10764,61e" filled="f" stroked="t" strokeweight=".666667pt" strokecolor="#E6E6E6">
                <v:path arrowok="t"/>
              </v:shape>
            </v:group>
            <v:group style="position:absolute;left:10769;top:-166;width:746;height:220" coordorigin="10769,-166" coordsize="746,220">
              <v:shape style="position:absolute;left:10769;top:-166;width:746;height:220" coordorigin="10769,-166" coordsize="746,220" path="m10769,-166l11515,-166,11515,54,10769,54,10769,-166e" filled="t" fillcolor="#E6E6E6" stroked="f">
                <v:path arrowok="t"/>
                <v:fill/>
              </v:shape>
            </v:group>
            <v:group style="position:absolute;left:10764;top:-199;width:759;height:2" coordorigin="10764,-199" coordsize="759,2">
              <v:shape style="position:absolute;left:10764;top:-199;width:759;height:2" coordorigin="10764,-199" coordsize="759,0" path="m10764,-199l11523,-199e" filled="f" stroked="t" strokeweight=".666667pt" strokecolor="#E6E6E6">
                <v:path arrowok="t"/>
              </v:shape>
            </v:group>
            <v:group style="position:absolute;left:10767;top:-173;width:749;height:2" coordorigin="10767,-173" coordsize="749,2">
              <v:shape style="position:absolute;left:10767;top:-173;width:749;height:2" coordorigin="10767,-173" coordsize="749,0" path="m10771,-173l11520,-173e" filled="f" stroked="t" strokeweight=".666667pt" strokecolor="#E6E6E6">
                <v:path arrowok="t"/>
              </v:shape>
            </v:group>
            <v:group style="position:absolute;left:11520;top:-186;width:2;height:260" coordorigin="11520,-186" coordsize="2,260">
              <v:shape style="position:absolute;left:11520;top:-186;width:2;height:260" coordorigin="11520,-186" coordsize="0,260" path="m11520,-166l11520,94e" filled="f" stroked="t" strokeweight=".5pt" strokecolor="#FFFFFF">
                <v:path arrowok="t"/>
              </v:shape>
            </v:group>
            <v:group style="position:absolute;left:10767;top:61;width:749;height:2" coordorigin="10767,61" coordsize="749,2">
              <v:shape style="position:absolute;left:10767;top:61;width:749;height:2" coordorigin="10767,61" coordsize="749,0" path="m10771,61l11520,61e" filled="f" stroked="t" strokeweight=".666667pt" strokecolor="#E6E6E6">
                <v:path arrowok="t"/>
              </v:shape>
            </v:group>
            <v:group style="position:absolute;left:720;top:87;width:10800;height:2" coordorigin="720,87" coordsize="10800,2">
              <v:shape style="position:absolute;left:720;top:87;width:10800;height:2" coordorigin="720,87" coordsize="10800,0" path="m720,87l11520,87e" filled="f" stroked="t" strokeweight=".66676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Enter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jc w:val="right"/>
        <w:spacing w:after="0"/>
        <w:sectPr>
          <w:pgMar w:header="0" w:footer="979" w:top="1340" w:bottom="1160" w:left="620" w:right="620"/>
          <w:pgSz w:w="12240" w:h="15840"/>
        </w:sectPr>
      </w:pPr>
      <w:rPr/>
    </w:p>
    <w:p>
      <w:pPr>
        <w:spacing w:before="0" w:after="0" w:line="97" w:lineRule="exact"/>
        <w:ind w:left="2007" w:right="1992"/>
        <w:jc w:val="center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102pt;margin-top:2.307888pt;width:8pt;height:8pt;mso-position-horizontal-relative:page;mso-position-vertical-relative:paragraph;z-index:-2083" type="#_x0000_t75">
            <v:imagedata r:id="rId20" o:title=""/>
          </v:shape>
        </w:pict>
      </w:r>
      <w:r>
        <w:rPr/>
        <w:pict>
          <v:shape style="position:absolute;margin-left:500pt;margin-top:3.328888pt;width:7.2pt;height:7.2pt;mso-position-horizontal-relative:page;mso-position-vertical-relative:paragraph;z-index:-2082" type="#_x0000_t75">
            <v:imagedata r:id="rId21" o:title=""/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0.091999pt;margin-top:3.6pt;width:20.016001pt;height:6pt;mso-position-horizontal-relative:page;mso-position-vertical-relative:paragraph;z-index:-2076" type="#_x0000_t202" filled="f" stroked="f">
            <v:textbox inset="0,0,0,0">
              <w:txbxContent>
                <w:p>
                  <w:pPr>
                    <w:spacing w:before="0" w:after="0" w:line="120" w:lineRule="exact"/>
                    <w:ind w:right="-58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106558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Enter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LAB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69" w:lineRule="exact"/>
        <w:ind w:left="2036" w:right="-69"/>
        <w:jc w:val="left"/>
        <w:tabs>
          <w:tab w:pos="3640" w:val="left"/>
          <w:tab w:pos="48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Test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Results_Dev1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Gold1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6"/>
        </w:rPr>
        <w:t>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6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6"/>
        </w:rPr>
        <w:t>Gold1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6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Unassigned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87" w:lineRule="exact"/>
        <w:ind w:left="382" w:right="-20"/>
        <w:jc w:val="left"/>
        <w:tabs>
          <w:tab w:pos="202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87495pt;margin-top:-3.6052pt;width:540.250097pt;height:.50022pt;mso-position-horizontal-relative:page;mso-position-vertical-relative:paragraph;z-index:-2084" coordorigin="717,-72" coordsize="10805,10">
            <v:group style="position:absolute;left:720;top:-70;width:10800;height:2" coordorigin="720,-70" coordsize="10800,2">
              <v:shape style="position:absolute;left:720;top:-70;width:10800;height:2" coordorigin="720,-70" coordsize="10800,0" path="m720,-70l11520,-70e" filled="f" stroked="t" strokeweight=".250098pt" strokecolor="#DFDFDF">
                <v:path arrowok="t"/>
              </v:shape>
            </v:group>
            <v:group style="position:absolute;left:720;top:-65;width:10800;height:2" coordorigin="720,-65" coordsize="10800,2">
              <v:shape style="position:absolute;left:720;top:-65;width:10800;height:2" coordorigin="720,-65" coordsize="10800,0" path="m720,-65l11520,-65e" filled="f" stroked="t" strokeweight=".250098pt" strokecolor="#DFDFDF">
                <v:path arrowok="t"/>
              </v:shape>
            </v:group>
            <w10:wrap type="none"/>
          </v:group>
        </w:pict>
      </w:r>
      <w:r>
        <w:rPr/>
        <w:pict>
          <v:shape style="position:absolute;margin-left:102pt;margin-top:3.07391pt;width:8pt;height:8pt;mso-position-horizontal-relative:page;mso-position-vertical-relative:paragraph;z-index:-2080" type="#_x0000_t75">
            <v:imagedata r:id="rId22" o:title=""/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1"/>
        </w:rPr>
        <w:t>106586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Enter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LAB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2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169" w:lineRule="exact"/>
        <w:ind w:right="-69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1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1"/>
        </w:rPr>
        <w:t>   </w:t>
      </w:r>
      <w:r>
        <w:rPr>
          <w:rFonts w:ascii="Arial" w:hAnsi="Arial" w:cs="Arial" w:eastAsia="Arial"/>
          <w:sz w:val="12"/>
          <w:szCs w:val="12"/>
          <w:spacing w:val="19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6"/>
        </w:rPr>
        <w:t>     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87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5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Test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Results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6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Enter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57" w:after="0" w:line="240" w:lineRule="auto"/>
        <w:ind w:left="177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Passed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23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10,</w:t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2016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20"/>
          <w:cols w:num="5" w:equalWidth="0">
            <w:col w:w="5478" w:space="446"/>
            <w:col w:w="2014" w:space="146"/>
            <w:col w:w="1141" w:space="155"/>
            <w:col w:w="578" w:space="286"/>
            <w:col w:w="756"/>
          </w:cols>
        </w:sectPr>
      </w:pPr>
      <w:rPr/>
    </w:p>
    <w:p>
      <w:pPr>
        <w:spacing w:before="0" w:after="0" w:line="195" w:lineRule="exact"/>
        <w:ind w:left="2036" w:right="-69"/>
        <w:jc w:val="left"/>
        <w:tabs>
          <w:tab w:pos="3640" w:val="left"/>
          <w:tab w:pos="48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Test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Results_Dev1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Silver1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6"/>
        </w:rPr>
        <w:t>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6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6"/>
        </w:rPr>
        <w:t>Silver1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6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Unassigned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95" w:lineRule="exact"/>
        <w:ind w:right="-69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1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1"/>
        </w:rPr>
        <w:t>   </w:t>
      </w:r>
      <w:r>
        <w:rPr>
          <w:rFonts w:ascii="Arial" w:hAnsi="Arial" w:cs="Arial" w:eastAsia="Arial"/>
          <w:sz w:val="12"/>
          <w:szCs w:val="12"/>
          <w:spacing w:val="19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6"/>
        </w:rPr>
        <w:t>     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123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Test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Results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135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8.244983pt;width:539.999999pt;height:.1pt;mso-position-horizontal-relative:page;mso-position-vertical-relative:paragraph;z-index:-2081" coordorigin="720,165" coordsize="10800,2">
            <v:shape style="position:absolute;left:720;top:165;width:10800;height:2" coordorigin="720,165" coordsize="10800,0" path="m720,165l11520,165e" filled="f" stroked="t" strokeweight=".500098pt" strokecolor="#DFDFDF">
              <v:path arrowok="t"/>
            </v:shape>
          </v:group>
          <w10:wrap type="none"/>
        </w:pict>
      </w:r>
      <w:r>
        <w:rPr/>
        <w:pict>
          <v:shape style="position:absolute;margin-left:500pt;margin-top:-6.405078pt;width:7.2pt;height:7.2pt;mso-position-horizontal-relative:page;mso-position-vertical-relative:paragraph;z-index:-2079" type="#_x0000_t75">
            <v:imagedata r:id="rId23" o:title=""/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23" w:lineRule="exact"/>
        <w:ind w:right="-20"/>
        <w:jc w:val="left"/>
        <w:tabs>
          <w:tab w:pos="68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Passed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  <w:t>Nov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  <w:t>6,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  <w:t>2015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20"/>
          <w:cols w:num="4" w:equalWidth="0">
            <w:col w:w="5478" w:space="446"/>
            <w:col w:w="2014" w:space="146"/>
            <w:col w:w="1440" w:space="33"/>
            <w:col w:w="1443"/>
          </w:cols>
        </w:sectPr>
      </w:pPr>
      <w:rPr/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72pt;width:541.000001pt;height:15.000049pt;mso-position-horizontal-relative:page;mso-position-vertical-relative:paragraph;z-index:-2078" coordorigin="710,454" coordsize="10820,300">
            <v:group style="position:absolute;left:725;top:494;width:490;height:220" coordorigin="725,494" coordsize="490,220">
              <v:shape style="position:absolute;left:725;top:494;width:490;height:220" coordorigin="725,494" coordsize="490,220" path="m725,494l1215,494,1215,714,725,714,725,494e" filled="t" fillcolor="#E6E6E6" stroked="f">
                <v:path arrowok="t"/>
                <v:fill/>
              </v:shape>
            </v:group>
            <v:group style="position:absolute;left:717;top:461;width:503;height:2" coordorigin="717,461" coordsize="503,2">
              <v:shape style="position:absolute;left:717;top:461;width:503;height:2" coordorigin="717,461" coordsize="503,0" path="m718,461l1222,461e" filled="f" stroked="t" strokeweight=".666667pt" strokecolor="#E6E6E6">
                <v:path arrowok="t"/>
              </v:shape>
            </v:group>
            <v:group style="position:absolute;left:723;top:487;width:493;height:2" coordorigin="723,487" coordsize="493,2">
              <v:shape style="position:absolute;left:723;top:487;width:493;height:2" coordorigin="723,487" coordsize="493,0" path="m732,487l1225,487e" filled="f" stroked="t" strokeweight=".666667pt" strokecolor="#E6E6E6">
                <v:path arrowok="t"/>
              </v:shape>
            </v:group>
            <v:group style="position:absolute;left:723;top:721;width:493;height:2" coordorigin="723,721" coordsize="493,2">
              <v:shape style="position:absolute;left:723;top:721;width:493;height:2" coordorigin="723,721" coordsize="493,0" path="m727,721l12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225;top:494;width:7890;height:220" coordorigin="1225,494" coordsize="7890,220">
              <v:shape style="position:absolute;left:1225;top:494;width:7890;height:220" coordorigin="1225,494" coordsize="7890,220" path="m1225,494l9115,494,9115,714,1225,714,1225,494e" filled="t" fillcolor="#E6E6E6" stroked="f">
                <v:path arrowok="t"/>
                <v:fill/>
              </v:shape>
            </v:group>
            <v:group style="position:absolute;left:1220;top:461;width:7900;height:2" coordorigin="1220,461" coordsize="7900,2">
              <v:shape style="position:absolute;left:1220;top:461;width:7900;height:2" coordorigin="1220,461" coordsize="7900,0" path="m1220,461l9120,461e" filled="f" stroked="t" strokeweight=".666667pt" strokecolor="#E6E6E6">
                <v:path arrowok="t"/>
              </v:shape>
            </v:group>
            <v:group style="position:absolute;left:1223;top:487;width:7893;height:2" coordorigin="1223,487" coordsize="7893,2">
              <v:shape style="position:absolute;left:1223;top:487;width:7893;height:2" coordorigin="1223,487" coordsize="7893,0" path="m1227,487l9120,487e" filled="f" stroked="t" strokeweight=".666667pt" strokecolor="#E6E6E6">
                <v:path arrowok="t"/>
              </v:shape>
            </v:group>
            <v:group style="position:absolute;left:1223;top:721;width:7893;height:2" coordorigin="1223,721" coordsize="7893,2">
              <v:shape style="position:absolute;left:1223;top:721;width:7893;height:2" coordorigin="1223,721" coordsize="7893,0" path="m1227,721l9120,721e" filled="f" stroked="t" strokeweight=".666667pt" strokecolor="#E6E6E6">
                <v:path arrowok="t"/>
              </v:shape>
            </v:group>
            <v:group style="position:absolute;left:9125;top:494;width:2390;height:220" coordorigin="9125,494" coordsize="2390,220">
              <v:shape style="position:absolute;left:9125;top:494;width:2390;height:220" coordorigin="9125,494" coordsize="2390,220" path="m9125,494l11515,494,11515,714,9125,714,9125,494e" filled="t" fillcolor="#E6E6E6" stroked="f">
                <v:path arrowok="t"/>
                <v:fill/>
              </v:shape>
            </v:group>
            <v:group style="position:absolute;left:9120;top:461;width:2403;height:2" coordorigin="9120,461" coordsize="2403,2">
              <v:shape style="position:absolute;left:9120;top:461;width:2403;height:2" coordorigin="9120,461" coordsize="2403,0" path="m9120,461l11523,461e" filled="f" stroked="t" strokeweight=".666667pt" strokecolor="#E6E6E6">
                <v:path arrowok="t"/>
              </v:shape>
            </v:group>
            <v:group style="position:absolute;left:9123;top:487;width:2393;height:2" coordorigin="9123,487" coordsize="2393,2">
              <v:shape style="position:absolute;left:9123;top:487;width:2393;height:2" coordorigin="9123,487" coordsize="2393,0" path="m9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9123;top:721;width:2393;height:2" coordorigin="9123,721" coordsize="2393,2">
              <v:shape style="position:absolute;left:9123;top:721;width:2393;height:2" coordorigin="9123,721" coordsize="2393,0" path="m9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91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61pt;width:541.000001pt;height:15.000013pt;mso-position-horizontal-relative:page;mso-position-vertical-relative:paragraph;z-index:-2077" coordorigin="710,454" coordsize="10820,300">
            <v:group style="position:absolute;left:725;top:494;width:5390;height:220" coordorigin="725,494" coordsize="5390,220">
              <v:shape style="position:absolute;left:725;top:494;width:5390;height:220" coordorigin="725,494" coordsize="5390,220" path="m725,494l6115,494,6115,714,725,714,725,494e" filled="t" fillcolor="#E6E6E6" stroked="f">
                <v:path arrowok="t"/>
                <v:fill/>
              </v:shape>
            </v:group>
            <v:group style="position:absolute;left:717;top:461;width:5403;height:2" coordorigin="717,461" coordsize="5403,2">
              <v:shape style="position:absolute;left:717;top:461;width:5403;height:2" coordorigin="717,461" coordsize="5403,0" path="m718,461l6122,461e" filled="f" stroked="t" strokeweight=".666667pt" strokecolor="#E6E6E6">
                <v:path arrowok="t"/>
              </v:shape>
            </v:group>
            <v:group style="position:absolute;left:723;top:487;width:5393;height:2" coordorigin="723,487" coordsize="5393,2">
              <v:shape style="position:absolute;left:723;top:487;width:5393;height:2" coordorigin="723,487" coordsize="5393,0" path="m732,487l6125,487e" filled="f" stroked="t" strokeweight=".666667pt" strokecolor="#E6E6E6">
                <v:path arrowok="t"/>
              </v:shape>
            </v:group>
            <v:group style="position:absolute;left:723;top:721;width:5393;height:2" coordorigin="723,721" coordsize="5393,2">
              <v:shape style="position:absolute;left:723;top:721;width:5393;height:2" coordorigin="723,721" coordsize="5393,0" path="m727,721l61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6125;top:494;width:5390;height:220" coordorigin="6125,494" coordsize="5390,220">
              <v:shape style="position:absolute;left:6125;top:494;width:5390;height:220" coordorigin="6125,494" coordsize="5390,220" path="m6125,494l11515,494,11515,714,6125,714,6125,494e" filled="t" fillcolor="#E6E6E6" stroked="f">
                <v:path arrowok="t"/>
                <v:fill/>
              </v:shape>
            </v:group>
            <v:group style="position:absolute;left:6120;top:461;width:5403;height:2" coordorigin="6120,461" coordsize="5403,2">
              <v:shape style="position:absolute;left:6120;top:461;width:5403;height:2" coordorigin="6120,461" coordsize="5403,0" path="m6120,461l11523,461e" filled="f" stroked="t" strokeweight=".666667pt" strokecolor="#E6E6E6">
                <v:path arrowok="t"/>
              </v:shape>
            </v:group>
            <v:group style="position:absolute;left:6123;top:487;width:5393;height:2" coordorigin="6123,487" coordsize="5393,2">
              <v:shape style="position:absolute;left:6123;top:487;width:5393;height:2" coordorigin="6123,487" coordsize="5393,0" path="m6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6123;top:721;width:5393;height:2" coordorigin="6123,721" coordsize="5393,2">
              <v:shape style="position:absolute;left:6123;top:721;width:5393;height:2" coordorigin="6123,721" coordsize="5393,0" path="m6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2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/>
        <w:pict>
          <v:group style="position:absolute;margin-left:35.25pt;margin-top:278.656006pt;width:541.500003pt;height:13.600001pt;mso-position-horizontal-relative:page;mso-position-vertical-relative:page;z-index:-2074" coordorigin="705,5573" coordsize="10830,272">
            <v:group style="position:absolute;left:720;top:5613;width:10800;height:192" coordorigin="720,5613" coordsize="10800,192">
              <v:shape style="position:absolute;left:720;top:5613;width:10800;height:192" coordorigin="720,5613" coordsize="10800,192" path="m720,5613l11520,5613,11520,5805,720,5805,720,5613e" filled="t" fillcolor="#E6E6E6" stroked="f">
                <v:path arrowok="t"/>
                <v:fill/>
              </v:shape>
            </v:group>
            <v:group style="position:absolute;left:712;top:5580;width:10817;height:2" coordorigin="712,5580" coordsize="10817,2">
              <v:shape style="position:absolute;left:712;top:5580;width:10817;height:2" coordorigin="712,5580" coordsize="10817,0" path="m713,5580l11530,5580e" filled="f" stroked="t" strokeweight=".666667pt" strokecolor="#E6E6E6">
                <v:path arrowok="t"/>
              </v:shape>
            </v:group>
            <v:group style="position:absolute;left:718;top:5606;width:10803;height:2" coordorigin="718,5606" coordsize="10803,2">
              <v:shape style="position:absolute;left:718;top:5606;width:10803;height:2" coordorigin="718,5606" coordsize="10803,0" path="m727,5606l11530,5606e" filled="f" stroked="t" strokeweight=".666667pt" strokecolor="#E6E6E6">
                <v:path arrowok="t"/>
              </v:shape>
            </v:group>
            <v:group style="position:absolute;left:11525;top:5593;width:2;height:232" coordorigin="11525,5593" coordsize="2,232">
              <v:shape style="position:absolute;left:11525;top:5593;width:2;height:232" coordorigin="11525,5593" coordsize="0,232" path="m11525,5613l11525,5845e" filled="f" stroked="t" strokeweight=".5pt" strokecolor="#FFFFFF">
                <v:path arrowok="t"/>
              </v:shape>
            </v:group>
            <v:group style="position:absolute;left:718;top:5812;width:10803;height:2" coordorigin="718,5812" coordsize="10803,2">
              <v:shape style="position:absolute;left:718;top:5812;width:10803;height:2" coordorigin="718,5812" coordsize="10803,0" path="m727,5812l11530,5812e" filled="f" stroked="t" strokeweight=".666667pt" strokecolor="#E6E6E6">
                <v:path arrowok="t"/>
              </v:shape>
            </v:group>
            <v:group style="position:absolute;left:712;top:5838;width:10817;height:2" coordorigin="712,5838" coordsize="10817,2">
              <v:shape style="position:absolute;left:712;top:5838;width:10817;height:2" coordorigin="712,5838" coordsize="10817,0" path="m713,5838l11530,5838e" filled="f" stroked="t" strokeweight=".666667pt" strokecolor="#E6E6E6">
                <v:path arrowok="t"/>
              </v:shape>
            </v:group>
            <v:group style="position:absolute;left:715;top:5593;width:2;height:232" coordorigin="715,5593" coordsize="2,232">
              <v:shape style="position:absolute;left:715;top:5593;width:2;height:232" coordorigin="715,5593" coordsize="0,232" path="m715,5613l715,5845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25.455994pt;width:539.718009pt;height:182.338012pt;mso-position-horizontal-relative:page;mso-position-vertical-relative:page;z-index:-2073" coordorigin="723,6509" coordsize="10794,3647">
            <v:group style="position:absolute;left:728;top:6514;width:10784;height:2" coordorigin="728,6514" coordsize="10784,2">
              <v:shape style="position:absolute;left:728;top:6514;width:10784;height:2" coordorigin="728,6514" coordsize="10784,0" path="m733,6514l11517,6514e" filled="f" stroked="t" strokeweight=".5pt" strokecolor="#000000">
                <v:path arrowok="t"/>
              </v:shape>
            </v:group>
            <v:group style="position:absolute;left:11512;top:6514;width:2;height:3637" coordorigin="11512,6514" coordsize="2,3637">
              <v:shape style="position:absolute;left:11512;top:6514;width:2;height:3637" coordorigin="11512,6514" coordsize="0,3637" path="m11512,6519l11512,10156e" filled="f" stroked="t" strokeweight=".5pt" strokecolor="#000000">
                <v:path arrowok="t"/>
              </v:shape>
            </v:group>
            <v:group style="position:absolute;left:728;top:10151;width:10784;height:2" coordorigin="728,10151" coordsize="10784,2">
              <v:shape style="position:absolute;left:728;top:10151;width:10784;height:2" coordorigin="728,10151" coordsize="10784,0" path="m733,10151l11517,10151e" filled="f" stroked="t" strokeweight=".5pt" strokecolor="#000000">
                <v:path arrowok="t"/>
              </v:shape>
            </v:group>
            <v:group style="position:absolute;left:728;top:6514;width:2;height:3637" coordorigin="728,6514" coordsize="2,3637">
              <v:shape style="position:absolute;left:728;top:6514;width:2;height:3637" coordorigin="728,6514" coordsize="0,3637" path="m728,6519l728,1015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15.794006pt;width:539.718009pt;height:163.138001pt;mso-position-horizontal-relative:page;mso-position-vertical-relative:page;z-index:-2072" coordorigin="723,10316" coordsize="10794,3263">
            <v:group style="position:absolute;left:728;top:10321;width:10784;height:2" coordorigin="728,10321" coordsize="10784,2">
              <v:shape style="position:absolute;left:728;top:10321;width:10784;height:2" coordorigin="728,10321" coordsize="10784,0" path="m733,10321l11517,10321e" filled="f" stroked="t" strokeweight=".5pt" strokecolor="#000000">
                <v:path arrowok="t"/>
              </v:shape>
            </v:group>
            <v:group style="position:absolute;left:11512;top:10321;width:2;height:3253" coordorigin="11512,10321" coordsize="2,3253">
              <v:shape style="position:absolute;left:11512;top:10321;width:2;height:3253" coordorigin="11512,10321" coordsize="0,3253" path="m11512,10326l11512,13579e" filled="f" stroked="t" strokeweight=".5pt" strokecolor="#000000">
                <v:path arrowok="t"/>
              </v:shape>
            </v:group>
            <v:group style="position:absolute;left:728;top:13574;width:10784;height:2" coordorigin="728,13574" coordsize="10784,2">
              <v:shape style="position:absolute;left:728;top:13574;width:10784;height:2" coordorigin="728,13574" coordsize="10784,0" path="m733,13574l11517,13574e" filled="f" stroked="t" strokeweight=".5pt" strokecolor="#000000">
                <v:path arrowok="t"/>
              </v:shape>
            </v:group>
            <v:group style="position:absolute;left:728;top:10321;width:2;height:3253" coordorigin="728,10321" coordsize="2,3253">
              <v:shape style="position:absolute;left:728;top:10321;width:2;height:3253" coordorigin="728,10321" coordsize="0,3253" path="m728,10326l728,13579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86.682007pt;width:539.718009pt;height:30.268982pt;mso-position-horizontal-relative:page;mso-position-vertical-relative:page;z-index:-2071" coordorigin="723,13734" coordsize="10794,605">
            <v:group style="position:absolute;left:728;top:13744;width:10784;height:2" coordorigin="728,13744" coordsize="10784,2">
              <v:shape style="position:absolute;left:728;top:13744;width:10784;height:2" coordorigin="728,13744" coordsize="10784,0" path="m733,13744l11517,13744e" filled="f" stroked="t" strokeweight=".5pt" strokecolor="#000000">
                <v:path arrowok="t"/>
              </v:shape>
            </v:group>
            <v:group style="position:absolute;left:11512;top:13744;width:2;height:590" coordorigin="11512,13744" coordsize="2,590">
              <v:shape style="position:absolute;left:11512;top:13744;width:2;height:590" coordorigin="11512,13744" coordsize="0,590" path="m11512,13749l11512,14339e" filled="f" stroked="t" strokeweight=".5pt" strokecolor="#000000">
                <v:path arrowok="t"/>
              </v:shape>
            </v:group>
            <v:group style="position:absolute;left:728;top:13744;width:2;height:590" coordorigin="728,13744" coordsize="2,590">
              <v:shape style="position:absolute;left:728;top:13744;width:2;height:590" coordorigin="728,13744" coordsize="0,590" path="m728,13749l728,14339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2075" type="#_x0000_t75">
            <v:imagedata r:id="rId25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81829: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LAB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Intake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011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Enter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LAB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Results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(OR*3.0*420)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  <w:position w:val="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50" w:lineRule="auto"/>
        <w:ind w:left="100" w:right="2678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verifies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entering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drug.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Prerequisite: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Alpha.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associated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maneuver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LRFASTS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424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before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after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940"/>
          <w:footerReference w:type="default" r:id="rId24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125.619003pt;mso-position-horizontal-relative:page;mso-position-vertical-relative:page;z-index:-2070" coordorigin="723,1435" coordsize="10794,2512">
            <v:group style="position:absolute;left:11512;top:1440;width:2;height:2502" coordorigin="11512,1440" coordsize="2,2502">
              <v:shape style="position:absolute;left:11512;top:1440;width:2;height:2502" coordorigin="11512,1440" coordsize="0,2502" path="m11512,1440l11512,3942e" filled="f" stroked="t" strokeweight=".5pt" strokecolor="#000000">
                <v:path arrowok="t"/>
              </v:shape>
            </v:group>
            <v:group style="position:absolute;left:728;top:3942;width:10784;height:2" coordorigin="728,3942" coordsize="10784,2">
              <v:shape style="position:absolute;left:728;top:3942;width:10784;height:2" coordorigin="728,3942" coordsize="10784,0" path="m733,3942l11517,3942e" filled="f" stroked="t" strokeweight=".5pt" strokecolor="#000000">
                <v:path arrowok="t"/>
              </v:shape>
            </v:group>
            <v:group style="position:absolute;left:728;top:1440;width:2;height:2502" coordorigin="728,1440" coordsize="2,2502">
              <v:shape style="position:absolute;left:728;top:1440;width:2;height:2502" coordorigin="728,1440" coordsize="0,2502" path="m728,1440l728,394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05.369003pt;width:539.718009pt;height:163.137986pt;mso-position-horizontal-relative:page;mso-position-vertical-relative:page;z-index:-2069" coordorigin="723,4107" coordsize="10794,3263">
            <v:group style="position:absolute;left:728;top:4112;width:10784;height:2" coordorigin="728,4112" coordsize="10784,2">
              <v:shape style="position:absolute;left:728;top:4112;width:10784;height:2" coordorigin="728,4112" coordsize="10784,0" path="m733,4112l11517,4112e" filled="f" stroked="t" strokeweight=".5pt" strokecolor="#000000">
                <v:path arrowok="t"/>
              </v:shape>
            </v:group>
            <v:group style="position:absolute;left:11512;top:4112;width:2;height:3253" coordorigin="11512,4112" coordsize="2,3253">
              <v:shape style="position:absolute;left:11512;top:4112;width:2;height:3253" coordorigin="11512,4112" coordsize="0,3253" path="m11512,4117l11512,7370e" filled="f" stroked="t" strokeweight=".5pt" strokecolor="#000000">
                <v:path arrowok="t"/>
              </v:shape>
            </v:group>
            <v:group style="position:absolute;left:728;top:7365;width:10784;height:2" coordorigin="728,7365" coordsize="10784,2">
              <v:shape style="position:absolute;left:728;top:7365;width:10784;height:2" coordorigin="728,7365" coordsize="10784,0" path="m733,7365l11517,7365e" filled="f" stroked="t" strokeweight=".5pt" strokecolor="#000000">
                <v:path arrowok="t"/>
              </v:shape>
            </v:group>
            <v:group style="position:absolute;left:728;top:4112;width:2;height:3253" coordorigin="728,4112" coordsize="2,3253">
              <v:shape style="position:absolute;left:728;top:4112;width:2;height:3253" coordorigin="728,4112" coordsize="0,3253" path="m728,4117l728,737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76.506989pt;width:539.718009pt;height:163.138pt;mso-position-horizontal-relative:page;mso-position-vertical-relative:page;z-index:-2068" coordorigin="723,7530" coordsize="10794,3263">
            <v:group style="position:absolute;left:728;top:7535;width:10784;height:2" coordorigin="728,7535" coordsize="10784,2">
              <v:shape style="position:absolute;left:728;top:7535;width:10784;height:2" coordorigin="728,7535" coordsize="10784,0" path="m733,7535l11517,7535e" filled="f" stroked="t" strokeweight=".5pt" strokecolor="#000000">
                <v:path arrowok="t"/>
              </v:shape>
            </v:group>
            <v:group style="position:absolute;left:11512;top:7535;width:2;height:3253" coordorigin="11512,7535" coordsize="2,3253">
              <v:shape style="position:absolute;left:11512;top:7535;width:2;height:3253" coordorigin="11512,7535" coordsize="0,3253" path="m11512,7540l11512,10793e" filled="f" stroked="t" strokeweight=".5pt" strokecolor="#000000">
                <v:path arrowok="t"/>
              </v:shape>
            </v:group>
            <v:group style="position:absolute;left:728;top:10788;width:10784;height:2" coordorigin="728,10788" coordsize="10784,2">
              <v:shape style="position:absolute;left:728;top:10788;width:10784;height:2" coordorigin="728,10788" coordsize="10784,0" path="m733,10788l11517,10788e" filled="f" stroked="t" strokeweight=".5pt" strokecolor="#000000">
                <v:path arrowok="t"/>
              </v:shape>
            </v:group>
            <v:group style="position:absolute;left:728;top:7535;width:2;height:3253" coordorigin="728,7535" coordsize="2,3253">
              <v:shape style="position:absolute;left:728;top:7535;width:2;height:3253" coordorigin="728,7535" coordsize="0,3253" path="m728,7540l728,1079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47.644958pt;width:539.718009pt;height:163.138031pt;mso-position-horizontal-relative:page;mso-position-vertical-relative:page;z-index:-2067" coordorigin="723,10953" coordsize="10794,3263">
            <v:group style="position:absolute;left:728;top:10958;width:10784;height:2" coordorigin="728,10958" coordsize="10784,2">
              <v:shape style="position:absolute;left:728;top:10958;width:10784;height:2" coordorigin="728,10958" coordsize="10784,0" path="m733,10958l11517,10958e" filled="f" stroked="t" strokeweight=".5pt" strokecolor="#000000">
                <v:path arrowok="t"/>
              </v:shape>
            </v:group>
            <v:group style="position:absolute;left:11512;top:10958;width:2;height:3253" coordorigin="11512,10958" coordsize="2,3253">
              <v:shape style="position:absolute;left:11512;top:10958;width:2;height:3253" coordorigin="11512,10958" coordsize="0,3253" path="m11512,10963l11512,14216e" filled="f" stroked="t" strokeweight=".5pt" strokecolor="#000000">
                <v:path arrowok="t"/>
              </v:shape>
            </v:group>
            <v:group style="position:absolute;left:728;top:14211;width:10784;height:2" coordorigin="728,14211" coordsize="10784,2">
              <v:shape style="position:absolute;left:728;top:14211;width:10784;height:2" coordorigin="728,14211" coordsize="10784,0" path="m733,14211l11517,14211e" filled="f" stroked="t" strokeweight=".5pt" strokecolor="#000000">
                <v:path arrowok="t"/>
              </v:shape>
            </v:group>
            <v:group style="position:absolute;left:728;top:10958;width:2;height:3253" coordorigin="728,10958" coordsize="2,3253">
              <v:shape style="position:absolute;left:728;top:10958;width:2;height:3253" coordorigin="728,10958" coordsize="0,3253" path="m728,10963l728,14216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550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"WANT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COLLECTION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20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word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CHEMISTRY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26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46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"Specimen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collected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//SP"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67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99pt;margin-top:72pt;width:539.718009pt;height:163.138pt;mso-position-horizontal-relative:page;mso-position-vertical-relative:page;z-index:-2066" coordorigin="723,1440" coordsize="10794,3263">
            <v:group style="position:absolute;left:728;top:1445;width:10784;height:2" coordorigin="728,1445" coordsize="10784,2">
              <v:shape style="position:absolute;left:728;top:1445;width:10784;height:2" coordorigin="728,1445" coordsize="10784,0" path="m733,1445l11517,1445e" filled="f" stroked="t" strokeweight=".5pt" strokecolor="#000000">
                <v:path arrowok="t"/>
              </v:shape>
            </v:group>
            <v:group style="position:absolute;left:11512;top:1445;width:2;height:3253" coordorigin="11512,1445" coordsize="2,3253">
              <v:shape style="position:absolute;left:11512;top:1445;width:2;height:3253" coordorigin="11512,1445" coordsize="0,3253" path="m11512,1450l11512,4703e" filled="f" stroked="t" strokeweight=".5pt" strokecolor="#000000">
                <v:path arrowok="t"/>
              </v:shape>
            </v:group>
            <v:group style="position:absolute;left:728;top:4698;width:10784;height:2" coordorigin="728,4698" coordsize="10784,2">
              <v:shape style="position:absolute;left:728;top:4698;width:10784;height:2" coordorigin="728,4698" coordsize="10784,0" path="m733,4698l11517,4698e" filled="f" stroked="t" strokeweight=".5pt" strokecolor="#000000">
                <v:path arrowok="t"/>
              </v:shape>
            </v:group>
            <v:group style="position:absolute;left:728;top:1445;width:2;height:3253" coordorigin="728,1445" coordsize="2,3253">
              <v:shape style="position:absolute;left:728;top:1445;width:2;height:3253" coordorigin="728,1445" coordsize="0,3253" path="m728,1450l728,470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43.138pt;width:539.718009pt;height:163.138001pt;mso-position-horizontal-relative:page;mso-position-vertical-relative:page;z-index:-2065" coordorigin="723,4863" coordsize="10794,3263">
            <v:group style="position:absolute;left:728;top:4868;width:10784;height:2" coordorigin="728,4868" coordsize="10784,2">
              <v:shape style="position:absolute;left:728;top:4868;width:10784;height:2" coordorigin="728,4868" coordsize="10784,0" path="m733,4868l11517,4868e" filled="f" stroked="t" strokeweight=".5pt" strokecolor="#000000">
                <v:path arrowok="t"/>
              </v:shape>
            </v:group>
            <v:group style="position:absolute;left:11512;top:4868;width:2;height:3253" coordorigin="11512,4868" coordsize="2,3253">
              <v:shape style="position:absolute;left:11512;top:4868;width:2;height:3253" coordorigin="11512,4868" coordsize="0,3253" path="m11512,4873l11512,8126e" filled="f" stroked="t" strokeweight=".5pt" strokecolor="#000000">
                <v:path arrowok="t"/>
              </v:shape>
            </v:group>
            <v:group style="position:absolute;left:728;top:8121;width:10784;height:2" coordorigin="728,8121" coordsize="10784,2">
              <v:shape style="position:absolute;left:728;top:8121;width:10784;height:2" coordorigin="728,8121" coordsize="10784,0" path="m733,8121l11517,8121e" filled="f" stroked="t" strokeweight=".5pt" strokecolor="#000000">
                <v:path arrowok="t"/>
              </v:shape>
            </v:group>
            <v:group style="position:absolute;left:728;top:4868;width:2;height:3253" coordorigin="728,4868" coordsize="2,3253">
              <v:shape style="position:absolute;left:728;top:4868;width:2;height:3253" coordorigin="728,4868" coordsize="0,3253" path="m728,4873l728,812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14.276001pt;width:539.718009pt;height:163.138pt;mso-position-horizontal-relative:page;mso-position-vertical-relative:page;z-index:-2064" coordorigin="723,8286" coordsize="10794,3263">
            <v:group style="position:absolute;left:728;top:8291;width:10784;height:2" coordorigin="728,8291" coordsize="10784,2">
              <v:shape style="position:absolute;left:728;top:8291;width:10784;height:2" coordorigin="728,8291" coordsize="10784,0" path="m733,8291l11517,8291e" filled="f" stroked="t" strokeweight=".5pt" strokecolor="#000000">
                <v:path arrowok="t"/>
              </v:shape>
            </v:group>
            <v:group style="position:absolute;left:11512;top:8291;width:2;height:3253" coordorigin="11512,8291" coordsize="2,3253">
              <v:shape style="position:absolute;left:11512;top:8291;width:2;height:3253" coordorigin="11512,8291" coordsize="0,3253" path="m11512,8296l11512,11548e" filled="f" stroked="t" strokeweight=".5pt" strokecolor="#000000">
                <v:path arrowok="t"/>
              </v:shape>
            </v:group>
            <v:group style="position:absolute;left:728;top:11543;width:10784;height:2" coordorigin="728,11543" coordsize="10784,2">
              <v:shape style="position:absolute;left:728;top:11543;width:10784;height:2" coordorigin="728,11543" coordsize="10784,0" path="m733,11543l11517,11543e" filled="f" stroked="t" strokeweight=".5pt" strokecolor="#000000">
                <v:path arrowok="t"/>
              </v:shape>
            </v:group>
            <v:group style="position:absolute;left:728;top:8291;width:2;height:3253" coordorigin="728,8291" coordsize="2,3253">
              <v:shape style="position:absolute;left:728;top:8291;width:2;height:3253" coordorigin="728,8291" coordsize="0,3253" path="m728,8296l728,1154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85.164001pt;width:539.718009pt;height:114.268982pt;mso-position-horizontal-relative:page;mso-position-vertical-relative:page;z-index:-2063" coordorigin="723,11703" coordsize="10794,2285">
            <v:group style="position:absolute;left:728;top:11713;width:10784;height:2" coordorigin="728,11713" coordsize="10784,2">
              <v:shape style="position:absolute;left:728;top:11713;width:10784;height:2" coordorigin="728,11713" coordsize="10784,0" path="m733,11713l11517,11713e" filled="f" stroked="t" strokeweight=".5pt" strokecolor="#000000">
                <v:path arrowok="t"/>
              </v:shape>
            </v:group>
            <v:group style="position:absolute;left:11512;top:11713;width:2;height:2270" coordorigin="11512,11713" coordsize="2,2270">
              <v:shape style="position:absolute;left:11512;top:11713;width:2;height:2270" coordorigin="11512,11713" coordsize="0,2270" path="m11512,11718l11512,13989e" filled="f" stroked="t" strokeweight=".5pt" strokecolor="#000000">
                <v:path arrowok="t"/>
              </v:shape>
            </v:group>
            <v:group style="position:absolute;left:728;top:11713;width:2;height:2270" coordorigin="728,11713" coordsize="2,2270">
              <v:shape style="position:absolute;left:728;top:11713;width:2;height:2270" coordorigin="728,11713" coordsize="0,2270" path="m728,11718l728,13989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18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LOCATION:"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88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"PROVIDER:"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317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calculated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number(s)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64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"Other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tests?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8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41.618999pt;mso-position-horizontal-relative:page;mso-position-vertical-relative:page;z-index:-2062" coordorigin="723,1435" coordsize="10794,832">
            <v:group style="position:absolute;left:11512;top:1440;width:2;height:822" coordorigin="11512,1440" coordsize="2,822">
              <v:shape style="position:absolute;left:11512;top:1440;width:2;height:822" coordorigin="11512,1440" coordsize="0,822" path="m11512,1440l11512,2262e" filled="f" stroked="t" strokeweight=".5pt" strokecolor="#000000">
                <v:path arrowok="t"/>
              </v:shape>
            </v:group>
            <v:group style="position:absolute;left:728;top:2262;width:10784;height:2" coordorigin="728,2262" coordsize="10784,2">
              <v:shape style="position:absolute;left:728;top:2262;width:10784;height:2" coordorigin="728,2262" coordsize="10784,0" path="m733,2262l11517,2262e" filled="f" stroked="t" strokeweight=".5pt" strokecolor="#000000">
                <v:path arrowok="t"/>
              </v:shape>
            </v:group>
            <v:group style="position:absolute;left:728;top:1440;width:2;height:822" coordorigin="728,1440" coordsize="2,822">
              <v:shape style="position:absolute;left:728;top:1440;width:2;height:822" coordorigin="728,1440" coordsize="0,822" path="m728,1440l728,226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21.368996pt;width:539.718009pt;height:163.138005pt;mso-position-horizontal-relative:page;mso-position-vertical-relative:page;z-index:-2061" coordorigin="723,2427" coordsize="10794,3263">
            <v:group style="position:absolute;left:728;top:2432;width:10784;height:2" coordorigin="728,2432" coordsize="10784,2">
              <v:shape style="position:absolute;left:728;top:2432;width:10784;height:2" coordorigin="728,2432" coordsize="10784,0" path="m733,2432l11517,2432e" filled="f" stroked="t" strokeweight=".5pt" strokecolor="#000000">
                <v:path arrowok="t"/>
              </v:shape>
            </v:group>
            <v:group style="position:absolute;left:11512;top:2432;width:2;height:3253" coordorigin="11512,2432" coordsize="2,3253">
              <v:shape style="position:absolute;left:11512;top:2432;width:2;height:3253" coordorigin="11512,2432" coordsize="0,3253" path="m11512,2437l11512,5690e" filled="f" stroked="t" strokeweight=".5pt" strokecolor="#000000">
                <v:path arrowok="t"/>
              </v:shape>
            </v:group>
            <v:group style="position:absolute;left:728;top:5685;width:10784;height:2" coordorigin="728,5685" coordsize="10784,2">
              <v:shape style="position:absolute;left:728;top:5685;width:10784;height:2" coordorigin="728,5685" coordsize="10784,0" path="m733,5685l11517,5685e" filled="f" stroked="t" strokeweight=".5pt" strokecolor="#000000">
                <v:path arrowok="t"/>
              </v:shape>
            </v:group>
            <v:group style="position:absolute;left:728;top:2432;width:2;height:3253" coordorigin="728,2432" coordsize="2,3253">
              <v:shape style="position:absolute;left:728;top:2432;width:2;height:3253" coordorigin="728,2432" coordsize="0,3253" path="m728,2437l728,569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92.507019pt;width:539.718009pt;height:163.137985pt;mso-position-horizontal-relative:page;mso-position-vertical-relative:page;z-index:-2060" coordorigin="723,5850" coordsize="10794,3263">
            <v:group style="position:absolute;left:728;top:5855;width:10784;height:2" coordorigin="728,5855" coordsize="10784,2">
              <v:shape style="position:absolute;left:728;top:5855;width:10784;height:2" coordorigin="728,5855" coordsize="10784,0" path="m733,5855l11517,5855e" filled="f" stroked="t" strokeweight=".5pt" strokecolor="#000000">
                <v:path arrowok="t"/>
              </v:shape>
            </v:group>
            <v:group style="position:absolute;left:11512;top:5855;width:2;height:3253" coordorigin="11512,5855" coordsize="2,3253">
              <v:shape style="position:absolute;left:11512;top:5855;width:2;height:3253" coordorigin="11512,5855" coordsize="0,3253" path="m11512,5860l11512,9113e" filled="f" stroked="t" strokeweight=".5pt" strokecolor="#000000">
                <v:path arrowok="t"/>
              </v:shape>
            </v:group>
            <v:group style="position:absolute;left:728;top:9108;width:10784;height:2" coordorigin="728,9108" coordsize="10784,2">
              <v:shape style="position:absolute;left:728;top:9108;width:10784;height:2" coordorigin="728,9108" coordsize="10784,0" path="m733,9108l11517,9108e" filled="f" stroked="t" strokeweight=".5pt" strokecolor="#000000">
                <v:path arrowok="t"/>
              </v:shape>
            </v:group>
            <v:group style="position:absolute;left:728;top:5855;width:2;height:3253" coordorigin="728,5855" coordsize="2,3253">
              <v:shape style="position:absolute;left:728;top:5855;width:2;height:3253" coordorigin="728,5855" coordsize="0,3253" path="m728,5860l728,911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63.644989pt;width:539.718009pt;height:163.138031pt;mso-position-horizontal-relative:page;mso-position-vertical-relative:page;z-index:-2059" coordorigin="723,9273" coordsize="10794,3263">
            <v:group style="position:absolute;left:728;top:9278;width:10784;height:2" coordorigin="728,9278" coordsize="10784,2">
              <v:shape style="position:absolute;left:728;top:9278;width:10784;height:2" coordorigin="728,9278" coordsize="10784,0" path="m733,9278l11517,9278e" filled="f" stroked="t" strokeweight=".5pt" strokecolor="#000000">
                <v:path arrowok="t"/>
              </v:shape>
            </v:group>
            <v:group style="position:absolute;left:11512;top:9278;width:2;height:3253" coordorigin="11512,9278" coordsize="2,3253">
              <v:shape style="position:absolute;left:11512;top:9278;width:2;height:3253" coordorigin="11512,9278" coordsize="0,3253" path="m11512,9283l11512,12536e" filled="f" stroked="t" strokeweight=".5pt" strokecolor="#000000">
                <v:path arrowok="t"/>
              </v:shape>
            </v:group>
            <v:group style="position:absolute;left:728;top:12531;width:10784;height:2" coordorigin="728,12531" coordsize="10784,2">
              <v:shape style="position:absolute;left:728;top:12531;width:10784;height:2" coordorigin="728,12531" coordsize="10784,0" path="m733,12531l11517,12531e" filled="f" stroked="t" strokeweight=".5pt" strokecolor="#000000">
                <v:path arrowok="t"/>
              </v:shape>
            </v:group>
            <v:group style="position:absolute;left:728;top:9278;width:2;height:3253" coordorigin="728,9278" coordsize="2,3253">
              <v:shape style="position:absolute;left:728;top:9278;width:2;height:3253" coordorigin="728,9278" coordsize="0,3253" path="m728,9283l728,1253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34.53302pt;width:539.718009pt;height:61.468994pt;mso-position-horizontal-relative:page;mso-position-vertical-relative:page;z-index:-2058" coordorigin="723,12691" coordsize="10794,1229">
            <v:group style="position:absolute;left:728;top:12701;width:10784;height:2" coordorigin="728,12701" coordsize="10784,2">
              <v:shape style="position:absolute;left:728;top:12701;width:10784;height:2" coordorigin="728,12701" coordsize="10784,0" path="m733,12701l11517,12701e" filled="f" stroked="t" strokeweight=".5pt" strokecolor="#000000">
                <v:path arrowok="t"/>
              </v:shape>
            </v:group>
            <v:group style="position:absolute;left:11512;top:12701;width:2;height:1214" coordorigin="11512,12701" coordsize="2,1214">
              <v:shape style="position:absolute;left:11512;top:12701;width:2;height:1214" coordorigin="11512,12701" coordsize="0,1214" path="m11512,12706l11512,13920e" filled="f" stroked="t" strokeweight=".5pt" strokecolor="#000000">
                <v:path arrowok="t"/>
              </v:shape>
            </v:group>
            <v:group style="position:absolute;left:728;top:12701;width:2;height:1214" coordorigin="728,12701" coordsize="2,1214">
              <v:shape style="position:absolute;left:728;top:12701;width:2;height:1214" coordorigin="728,12701" coordsize="0,1214" path="m728,12706l728,13920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13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Order/change: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WRITTEN//"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1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"All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satisfactory?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"Y"es.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344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before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"Collection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Date@Time: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NOW??"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time.</w:t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94.418999pt;mso-position-horizontal-relative:page;mso-position-vertical-relative:page;z-index:-2057" coordorigin="723,1435" coordsize="10794,1888">
            <v:group style="position:absolute;left:11512;top:1440;width:2;height:1878" coordorigin="11512,1440" coordsize="2,1878">
              <v:shape style="position:absolute;left:11512;top:1440;width:2;height:1878" coordorigin="11512,1440" coordsize="0,1878" path="m11512,1440l11512,3318e" filled="f" stroked="t" strokeweight=".5pt" strokecolor="#000000">
                <v:path arrowok="t"/>
              </v:shape>
            </v:group>
            <v:group style="position:absolute;left:728;top:3318;width:10784;height:2" coordorigin="728,3318" coordsize="10784,2">
              <v:shape style="position:absolute;left:728;top:3318;width:10784;height:2" coordorigin="728,3318" coordsize="10784,0" path="m733,3318l11517,3318e" filled="f" stroked="t" strokeweight=".5pt" strokecolor="#000000">
                <v:path arrowok="t"/>
              </v:shape>
            </v:group>
            <v:group style="position:absolute;left:728;top:1440;width:2;height:1878" coordorigin="728,1440" coordsize="2,1878">
              <v:shape style="position:absolute;left:728;top:1440;width:2;height:1878" coordorigin="728,1440" coordsize="0,1878" path="m728,1440l728,331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74.169006pt;width:539.718009pt;height:172.738014pt;mso-position-horizontal-relative:page;mso-position-vertical-relative:page;z-index:-2056" coordorigin="723,3483" coordsize="10794,3455">
            <v:group style="position:absolute;left:728;top:3488;width:10784;height:2" coordorigin="728,3488" coordsize="10784,2">
              <v:shape style="position:absolute;left:728;top:3488;width:10784;height:2" coordorigin="728,3488" coordsize="10784,0" path="m733,3488l11517,3488e" filled="f" stroked="t" strokeweight=".5pt" strokecolor="#000000">
                <v:path arrowok="t"/>
              </v:shape>
            </v:group>
            <v:group style="position:absolute;left:11512;top:3488;width:2;height:3445" coordorigin="11512,3488" coordsize="2,3445">
              <v:shape style="position:absolute;left:11512;top:3488;width:2;height:3445" coordorigin="11512,3488" coordsize="0,3445" path="m11512,3493l11512,6938e" filled="f" stroked="t" strokeweight=".5pt" strokecolor="#000000">
                <v:path arrowok="t"/>
              </v:shape>
            </v:group>
            <v:group style="position:absolute;left:728;top:6933;width:10784;height:2" coordorigin="728,6933" coordsize="10784,2">
              <v:shape style="position:absolute;left:728;top:6933;width:10784;height:2" coordorigin="728,6933" coordsize="10784,0" path="m733,6933l11517,6933e" filled="f" stroked="t" strokeweight=".5pt" strokecolor="#000000">
                <v:path arrowok="t"/>
              </v:shape>
            </v:group>
            <v:group style="position:absolute;left:728;top:3488;width:2;height:3445" coordorigin="728,3488" coordsize="2,3445">
              <v:shape style="position:absolute;left:728;top:3488;width:2;height:3445" coordorigin="728,3488" coordsize="0,3445" path="m728,3493l728,693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54.907013pt;width:539.718009pt;height:163.138pt;mso-position-horizontal-relative:page;mso-position-vertical-relative:page;z-index:-2055" coordorigin="723,7098" coordsize="10794,3263">
            <v:group style="position:absolute;left:728;top:7103;width:10784;height:2" coordorigin="728,7103" coordsize="10784,2">
              <v:shape style="position:absolute;left:728;top:7103;width:10784;height:2" coordorigin="728,7103" coordsize="10784,0" path="m733,7103l11517,7103e" filled="f" stroked="t" strokeweight=".5pt" strokecolor="#000000">
                <v:path arrowok="t"/>
              </v:shape>
            </v:group>
            <v:group style="position:absolute;left:11512;top:7103;width:2;height:3253" coordorigin="11512,7103" coordsize="2,3253">
              <v:shape style="position:absolute;left:11512;top:7103;width:2;height:3253" coordorigin="11512,7103" coordsize="0,3253" path="m11512,7108l11512,10361e" filled="f" stroked="t" strokeweight=".5pt" strokecolor="#000000">
                <v:path arrowok="t"/>
              </v:shape>
            </v:group>
            <v:group style="position:absolute;left:728;top:10356;width:10784;height:2" coordorigin="728,10356" coordsize="10784,2">
              <v:shape style="position:absolute;left:728;top:10356;width:10784;height:2" coordorigin="728,10356" coordsize="10784,0" path="m733,10356l11517,10356e" filled="f" stroked="t" strokeweight=".5pt" strokecolor="#000000">
                <v:path arrowok="t"/>
              </v:shape>
            </v:group>
            <v:group style="position:absolute;left:728;top:7103;width:2;height:3253" coordorigin="728,7103" coordsize="2,3253">
              <v:shape style="position:absolute;left:728;top:7103;width:2;height:3253" coordorigin="728,7103" coordsize="0,3253" path="m728,7108l728,10361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26.044983pt;width:539.718009pt;height:163.13797pt;mso-position-horizontal-relative:page;mso-position-vertical-relative:page;z-index:-2054" coordorigin="723,10521" coordsize="10794,3263">
            <v:group style="position:absolute;left:728;top:10526;width:10784;height:2" coordorigin="728,10526" coordsize="10784,2">
              <v:shape style="position:absolute;left:728;top:10526;width:10784;height:2" coordorigin="728,10526" coordsize="10784,0" path="m733,10526l11517,10526e" filled="f" stroked="t" strokeweight=".5pt" strokecolor="#000000">
                <v:path arrowok="t"/>
              </v:shape>
            </v:group>
            <v:group style="position:absolute;left:11512;top:10526;width:2;height:3253" coordorigin="11512,10526" coordsize="2,3253">
              <v:shape style="position:absolute;left:11512;top:10526;width:2;height:3253" coordorigin="11512,10526" coordsize="0,3253" path="m11512,10531l11512,13784e" filled="f" stroked="t" strokeweight=".5pt" strokecolor="#000000">
                <v:path arrowok="t"/>
              </v:shape>
            </v:group>
            <v:group style="position:absolute;left:728;top:13779;width:10784;height:2" coordorigin="728,13779" coordsize="10784,2">
              <v:shape style="position:absolute;left:728;top:13779;width:10784;height:2" coordorigin="728,13779" coordsize="10784,0" path="m733,13779l11517,13779e" filled="f" stroked="t" strokeweight=".5pt" strokecolor="#000000">
                <v:path arrowok="t"/>
              </v:shape>
            </v:group>
            <v:group style="position:absolute;left:728;top:10526;width:2;height:3253" coordorigin="728,10526" coordsize="2,3253">
              <v:shape style="position:absolute;left:728;top:10526;width:2;height:3253" coordorigin="728,10526" coordsize="0,3253" path="m728,10531l728,13784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96.932983pt;width:539.718009pt;height:18.669007pt;mso-position-horizontal-relative:page;mso-position-vertical-relative:page;z-index:-2053" coordorigin="723,13939" coordsize="10794,373">
            <v:group style="position:absolute;left:728;top:13949;width:10784;height:2" coordorigin="728,13949" coordsize="10784,2">
              <v:shape style="position:absolute;left:728;top:13949;width:10784;height:2" coordorigin="728,13949" coordsize="10784,0" path="m733,13949l11517,13949e" filled="f" stroked="t" strokeweight=".5pt" strokecolor="#000000">
                <v:path arrowok="t"/>
              </v:shape>
            </v:group>
            <v:group style="position:absolute;left:11512;top:13949;width:2;height:358" coordorigin="11512,13949" coordsize="2,358">
              <v:shape style="position:absolute;left:11512;top:13949;width:2;height:358" coordorigin="11512,13949" coordsize="0,358" path="m11512,13954l11512,14312e" filled="f" stroked="t" strokeweight=".5pt" strokecolor="#000000">
                <v:path arrowok="t"/>
              </v:shape>
            </v:group>
            <v:group style="position:absolute;left:728;top:13949;width:2;height:358" coordorigin="728,13949" coordsize="2,358">
              <v:shape style="position:absolute;left:728;top:13949;width:2;height:358" coordorigin="728,13949" coordsize="0,358" path="m728,13954l728,14312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"Print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labels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LABLABEL//"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labels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(but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printer).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wish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printer: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56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"Work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Load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Area:"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72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"GLUCOSE"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143.218994pt;mso-position-horizontal-relative:page;mso-position-vertical-relative:page;z-index:-2052" coordorigin="723,1435" coordsize="10794,2864">
            <v:group style="position:absolute;left:11512;top:1440;width:2;height:2854" coordorigin="11512,1440" coordsize="2,2854">
              <v:shape style="position:absolute;left:11512;top:1440;width:2;height:2854" coordorigin="11512,1440" coordsize="0,2854" path="m11512,1440l11512,4294e" filled="f" stroked="t" strokeweight=".5pt" strokecolor="#000000">
                <v:path arrowok="t"/>
              </v:shape>
            </v:group>
            <v:group style="position:absolute;left:728;top:4294;width:10784;height:2" coordorigin="728,4294" coordsize="10784,2">
              <v:shape style="position:absolute;left:728;top:4294;width:10784;height:2" coordorigin="728,4294" coordsize="10784,0" path="m733,4294l11517,4294e" filled="f" stroked="t" strokeweight=".5pt" strokecolor="#000000">
                <v:path arrowok="t"/>
              </v:shape>
            </v:group>
            <v:group style="position:absolute;left:728;top:1440;width:2;height:2854" coordorigin="728,1440" coordsize="2,2854">
              <v:shape style="position:absolute;left:728;top:1440;width:2;height:2854" coordorigin="728,1440" coordsize="0,2854" path="m728,1440l728,4294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22.968994pt;width:539.718009pt;height:163.138001pt;mso-position-horizontal-relative:page;mso-position-vertical-relative:page;z-index:-2051" coordorigin="723,4459" coordsize="10794,3263">
            <v:group style="position:absolute;left:728;top:4464;width:10784;height:2" coordorigin="728,4464" coordsize="10784,2">
              <v:shape style="position:absolute;left:728;top:4464;width:10784;height:2" coordorigin="728,4464" coordsize="10784,0" path="m733,4464l11517,4464e" filled="f" stroked="t" strokeweight=".5pt" strokecolor="#000000">
                <v:path arrowok="t"/>
              </v:shape>
            </v:group>
            <v:group style="position:absolute;left:11512;top:4464;width:2;height:3253" coordorigin="11512,4464" coordsize="2,3253">
              <v:shape style="position:absolute;left:11512;top:4464;width:2;height:3253" coordorigin="11512,4464" coordsize="0,3253" path="m11512,4469l11512,7722e" filled="f" stroked="t" strokeweight=".5pt" strokecolor="#000000">
                <v:path arrowok="t"/>
              </v:shape>
            </v:group>
            <v:group style="position:absolute;left:728;top:7717;width:10784;height:2" coordorigin="728,7717" coordsize="10784,2">
              <v:shape style="position:absolute;left:728;top:7717;width:10784;height:2" coordorigin="728,7717" coordsize="10784,0" path="m733,7717l11517,7717e" filled="f" stroked="t" strokeweight=".5pt" strokecolor="#000000">
                <v:path arrowok="t"/>
              </v:shape>
            </v:group>
            <v:group style="position:absolute;left:728;top:4464;width:2;height:3253" coordorigin="728,4464" coordsize="2,3253">
              <v:shape style="position:absolute;left:728;top:4464;width:2;height:3253" coordorigin="728,4464" coordsize="0,3253" path="m728,4469l728,772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94.106995pt;width:539.718009pt;height:163.138pt;mso-position-horizontal-relative:page;mso-position-vertical-relative:page;z-index:-2050" coordorigin="723,7882" coordsize="10794,3263">
            <v:group style="position:absolute;left:728;top:7887;width:10784;height:2" coordorigin="728,7887" coordsize="10784,2">
              <v:shape style="position:absolute;left:728;top:7887;width:10784;height:2" coordorigin="728,7887" coordsize="10784,0" path="m733,7887l11517,7887e" filled="f" stroked="t" strokeweight=".5pt" strokecolor="#000000">
                <v:path arrowok="t"/>
              </v:shape>
            </v:group>
            <v:group style="position:absolute;left:11512;top:7887;width:2;height:3253" coordorigin="11512,7887" coordsize="2,3253">
              <v:shape style="position:absolute;left:11512;top:7887;width:2;height:3253" coordorigin="11512,7887" coordsize="0,3253" path="m11512,7892l11512,11145e" filled="f" stroked="t" strokeweight=".5pt" strokecolor="#000000">
                <v:path arrowok="t"/>
              </v:shape>
            </v:group>
            <v:group style="position:absolute;left:728;top:11140;width:10784;height:2" coordorigin="728,11140" coordsize="10784,2">
              <v:shape style="position:absolute;left:728;top:11140;width:10784;height:2" coordorigin="728,11140" coordsize="10784,0" path="m733,11140l11517,11140e" filled="f" stroked="t" strokeweight=".5pt" strokecolor="#000000">
                <v:path arrowok="t"/>
              </v:shape>
            </v:group>
            <v:group style="position:absolute;left:728;top:7887;width:2;height:3253" coordorigin="728,7887" coordsize="2,3253">
              <v:shape style="position:absolute;left:728;top:7887;width:2;height:3253" coordorigin="728,7887" coordsize="0,3253" path="m728,7892l728,11145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64.994995pt;width:539.718009pt;height:135.869019pt;mso-position-horizontal-relative:page;mso-position-vertical-relative:page;z-index:-2049" coordorigin="723,11300" coordsize="10794,2717">
            <v:group style="position:absolute;left:728;top:11310;width:10784;height:2" coordorigin="728,11310" coordsize="10784,2">
              <v:shape style="position:absolute;left:728;top:11310;width:10784;height:2" coordorigin="728,11310" coordsize="10784,0" path="m733,11310l11517,11310e" filled="f" stroked="t" strokeweight=".5pt" strokecolor="#000000">
                <v:path arrowok="t"/>
              </v:shape>
            </v:group>
            <v:group style="position:absolute;left:11512;top:11310;width:2;height:2702" coordorigin="11512,11310" coordsize="2,2702">
              <v:shape style="position:absolute;left:11512;top:11310;width:2;height:2702" coordorigin="11512,11310" coordsize="0,2702" path="m11512,11315l11512,14017e" filled="f" stroked="t" strokeweight=".5pt" strokecolor="#000000">
                <v:path arrowok="t"/>
              </v:shape>
            </v:group>
            <v:group style="position:absolute;left:728;top:11310;width:2;height:2702" coordorigin="728,11310" coordsize="2,2702">
              <v:shape style="position:absolute;left:728;top:11310;width:2;height:2702" coordorigin="728,11310" coordsize="0,2702" path="m728,11315l728,14017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3.4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40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continuation.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354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accessioning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location,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inputted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correctly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382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location,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inputted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correctly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533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"Approve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release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initials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20.018999pt;mso-position-horizontal-relative:page;mso-position-vertical-relative:page;z-index:-2048" coordorigin="723,1435" coordsize="10794,400">
            <v:group style="position:absolute;left:11512;top:1440;width:2;height:390" coordorigin="11512,1440" coordsize="2,390">
              <v:shape style="position:absolute;left:11512;top:1440;width:2;height:390" coordorigin="11512,1440" coordsize="0,390" path="m11512,1440l11512,1830e" filled="f" stroked="t" strokeweight=".5pt" strokecolor="#000000">
                <v:path arrowok="t"/>
              </v:shape>
            </v:group>
            <v:group style="position:absolute;left:728;top:1830;width:10784;height:2" coordorigin="728,1830" coordsize="10784,2">
              <v:shape style="position:absolute;left:728;top:1830;width:10784;height:2" coordorigin="728,1830" coordsize="10784,0" path="m733,1830l11517,1830e" filled="f" stroked="t" strokeweight=".5pt" strokecolor="#000000">
                <v:path arrowok="t"/>
              </v:shape>
            </v:group>
            <v:group style="position:absolute;left:728;top:1440;width:2;height:390" coordorigin="728,1440" coordsize="2,390">
              <v:shape style="position:absolute;left:728;top:1440;width:2;height:390" coordorigin="728,1440" coordsize="0,390" path="m728,1440l728,183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99.768997pt;width:539.718009pt;height:163.137999pt;mso-position-horizontal-relative:page;mso-position-vertical-relative:page;z-index:-2047" coordorigin="723,1995" coordsize="10794,3263">
            <v:group style="position:absolute;left:728;top:2000;width:10784;height:2" coordorigin="728,2000" coordsize="10784,2">
              <v:shape style="position:absolute;left:728;top:2000;width:10784;height:2" coordorigin="728,2000" coordsize="10784,0" path="m733,2000l11517,2000e" filled="f" stroked="t" strokeweight=".5pt" strokecolor="#000000">
                <v:path arrowok="t"/>
              </v:shape>
            </v:group>
            <v:group style="position:absolute;left:11512;top:2000;width:2;height:3253" coordorigin="11512,2000" coordsize="2,3253">
              <v:shape style="position:absolute;left:11512;top:2000;width:2;height:3253" coordorigin="11512,2000" coordsize="0,3253" path="m11512,2005l11512,5258e" filled="f" stroked="t" strokeweight=".5pt" strokecolor="#000000">
                <v:path arrowok="t"/>
              </v:shape>
            </v:group>
            <v:group style="position:absolute;left:728;top:5253;width:10784;height:2" coordorigin="728,5253" coordsize="10784,2">
              <v:shape style="position:absolute;left:728;top:5253;width:10784;height:2" coordorigin="728,5253" coordsize="10784,0" path="m733,5253l11517,5253e" filled="f" stroked="t" strokeweight=".5pt" strokecolor="#000000">
                <v:path arrowok="t"/>
              </v:shape>
            </v:group>
            <v:group style="position:absolute;left:728;top:2000;width:2;height:3253" coordorigin="728,2000" coordsize="2,3253">
              <v:shape style="position:absolute;left:728;top:2000;width:2;height:3253" coordorigin="728,2000" coordsize="0,3253" path="m728,2005l728,525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70.907013pt;width:539.718009pt;height:153.538009pt;mso-position-horizontal-relative:page;mso-position-vertical-relative:page;z-index:-2046" coordorigin="723,5418" coordsize="10794,3071">
            <v:group style="position:absolute;left:728;top:5423;width:10784;height:2" coordorigin="728,5423" coordsize="10784,2">
              <v:shape style="position:absolute;left:728;top:5423;width:10784;height:2" coordorigin="728,5423" coordsize="10784,0" path="m733,5423l11517,5423e" filled="f" stroked="t" strokeweight=".5pt" strokecolor="#000000">
                <v:path arrowok="t"/>
              </v:shape>
            </v:group>
            <v:group style="position:absolute;left:11512;top:5423;width:2;height:3061" coordorigin="11512,5423" coordsize="2,3061">
              <v:shape style="position:absolute;left:11512;top:5423;width:2;height:3061" coordorigin="11512,5423" coordsize="0,3061" path="m11512,5428l11512,8489e" filled="f" stroked="t" strokeweight=".5pt" strokecolor="#000000">
                <v:path arrowok="t"/>
              </v:shape>
            </v:group>
            <v:group style="position:absolute;left:728;top:8484;width:10784;height:2" coordorigin="728,8484" coordsize="10784,2">
              <v:shape style="position:absolute;left:728;top:8484;width:10784;height:2" coordorigin="728,8484" coordsize="10784,0" path="m733,8484l11517,8484e" filled="f" stroked="t" strokeweight=".5pt" strokecolor="#000000">
                <v:path arrowok="t"/>
              </v:shape>
            </v:group>
            <v:group style="position:absolute;left:728;top:5423;width:2;height:3061" coordorigin="728,5423" coordsize="2,3061">
              <v:shape style="position:absolute;left:728;top:5423;width:2;height:3061" coordorigin="728,5423" coordsize="0,3061" path="m728,5428l728,8489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456.644989pt;width:540.999001pt;height:15.000044pt;mso-position-horizontal-relative:page;mso-position-vertical-relative:page;z-index:-2045" coordorigin="710,9133" coordsize="10820,300">
            <v:group style="position:absolute;left:725;top:9173;width:990;height:220" coordorigin="725,9173" coordsize="990,220">
              <v:shape style="position:absolute;left:725;top:9173;width:990;height:220" coordorigin="725,9173" coordsize="990,220" path="m725,9173l1715,9173,1715,9393,725,9393,725,9173e" filled="t" fillcolor="#E6E6E6" stroked="f">
                <v:path arrowok="t"/>
                <v:fill/>
              </v:shape>
            </v:group>
            <v:group style="position:absolute;left:717;top:9140;width:1003;height:2" coordorigin="717,9140" coordsize="1003,2">
              <v:shape style="position:absolute;left:717;top:9140;width:1003;height:2" coordorigin="717,9140" coordsize="1003,0" path="m718,9140l1722,9140e" filled="f" stroked="t" strokeweight=".666667pt" strokecolor="#E6E6E6">
                <v:path arrowok="t"/>
              </v:shape>
            </v:group>
            <v:group style="position:absolute;left:723;top:9166;width:993;height:2" coordorigin="723,9166" coordsize="993,2">
              <v:shape style="position:absolute;left:723;top:9166;width:993;height:2" coordorigin="723,9166" coordsize="993,0" path="m732,9166l1725,9166e" filled="f" stroked="t" strokeweight=".666667pt" strokecolor="#E6E6E6">
                <v:path arrowok="t"/>
              </v:shape>
            </v:group>
            <v:group style="position:absolute;left:723;top:9400;width:993;height:2" coordorigin="723,9400" coordsize="993,2">
              <v:shape style="position:absolute;left:723;top:9400;width:993;height:2" coordorigin="723,9400" coordsize="993,0" path="m727,9400l1720,9400e" filled="f" stroked="t" strokeweight=".666667pt" strokecolor="#E6E6E6">
                <v:path arrowok="t"/>
              </v:shape>
            </v:group>
            <v:group style="position:absolute;left:720;top:9153;width:2;height:260" coordorigin="720,9153" coordsize="2,260">
              <v:shape style="position:absolute;left:720;top:9153;width:2;height:260" coordorigin="720,9153" coordsize="0,260" path="m720,9173l720,9433e" filled="f" stroked="t" strokeweight=".5pt" strokecolor="#FFFFFF">
                <v:path arrowok="t"/>
              </v:shape>
            </v:group>
            <v:group style="position:absolute;left:1725;top:9173;width:2257;height:220" coordorigin="1725,9173" coordsize="2257,220">
              <v:shape style="position:absolute;left:1725;top:9173;width:2257;height:220" coordorigin="1725,9173" coordsize="2257,220" path="m1725,9173l3982,9173,3982,9393,1725,9393,1725,9173e" filled="t" fillcolor="#E6E6E6" stroked="f">
                <v:path arrowok="t"/>
                <v:fill/>
              </v:shape>
            </v:group>
            <v:group style="position:absolute;left:1720;top:9140;width:2267;height:2" coordorigin="1720,9140" coordsize="2267,2">
              <v:shape style="position:absolute;left:1720;top:9140;width:2267;height:2" coordorigin="1720,9140" coordsize="2267,0" path="m1720,9140l3987,9140e" filled="f" stroked="t" strokeweight=".666667pt" strokecolor="#E6E6E6">
                <v:path arrowok="t"/>
              </v:shape>
            </v:group>
            <v:group style="position:absolute;left:1723;top:9166;width:2260;height:2" coordorigin="1723,9166" coordsize="2260,2">
              <v:shape style="position:absolute;left:1723;top:9166;width:2260;height:2" coordorigin="1723,9166" coordsize="2260,0" path="m1727,9166l3987,9166e" filled="f" stroked="t" strokeweight=".666667pt" strokecolor="#E6E6E6">
                <v:path arrowok="t"/>
              </v:shape>
            </v:group>
            <v:group style="position:absolute;left:1723;top:9400;width:2260;height:2" coordorigin="1723,9400" coordsize="2260,2">
              <v:shape style="position:absolute;left:1723;top:9400;width:2260;height:2" coordorigin="1723,9400" coordsize="2260,0" path="m1727,9400l3987,9400e" filled="f" stroked="t" strokeweight=".666667pt" strokecolor="#E6E6E6">
                <v:path arrowok="t"/>
              </v:shape>
            </v:group>
            <v:group style="position:absolute;left:3992;top:9173;width:2990;height:220" coordorigin="3992,9173" coordsize="2990,220">
              <v:shape style="position:absolute;left:3992;top:9173;width:2990;height:220" coordorigin="3992,9173" coordsize="2990,220" path="m3992,9173l6982,9173,6982,9393,3992,9393,3992,9173e" filled="t" fillcolor="#E6E6E6" stroked="f">
                <v:path arrowok="t"/>
                <v:fill/>
              </v:shape>
            </v:group>
            <v:group style="position:absolute;left:3987;top:9140;width:3000;height:2" coordorigin="3987,9140" coordsize="3000,2">
              <v:shape style="position:absolute;left:3987;top:9140;width:3000;height:2" coordorigin="3987,9140" coordsize="3000,0" path="m3987,9140l6987,9140e" filled="f" stroked="t" strokeweight=".666667pt" strokecolor="#E6E6E6">
                <v:path arrowok="t"/>
              </v:shape>
            </v:group>
            <v:group style="position:absolute;left:3990;top:9166;width:2993;height:2" coordorigin="3990,9166" coordsize="2993,2">
              <v:shape style="position:absolute;left:3990;top:9166;width:2993;height:2" coordorigin="3990,9166" coordsize="2993,0" path="m3993,9166l6987,9166e" filled="f" stroked="t" strokeweight=".666667pt" strokecolor="#E6E6E6">
                <v:path arrowok="t"/>
              </v:shape>
            </v:group>
            <v:group style="position:absolute;left:3990;top:9400;width:2993;height:2" coordorigin="3990,9400" coordsize="2993,2">
              <v:shape style="position:absolute;left:3990;top:9400;width:2993;height:2" coordorigin="3990,9400" coordsize="2993,0" path="m3993,9400l6987,9400e" filled="f" stroked="t" strokeweight=".666667pt" strokecolor="#E6E6E6">
                <v:path arrowok="t"/>
              </v:shape>
            </v:group>
            <v:group style="position:absolute;left:6992;top:9173;width:2257;height:220" coordorigin="6992,9173" coordsize="2257,220">
              <v:shape style="position:absolute;left:6992;top:9173;width:2257;height:220" coordorigin="6992,9173" coordsize="2257,220" path="m6992,9173l9248,9173,9248,9393,6992,9393,6992,9173e" filled="t" fillcolor="#E6E6E6" stroked="f">
                <v:path arrowok="t"/>
                <v:fill/>
              </v:shape>
            </v:group>
            <v:group style="position:absolute;left:6987;top:9140;width:2267;height:2" coordorigin="6987,9140" coordsize="2267,2">
              <v:shape style="position:absolute;left:6987;top:9140;width:2267;height:2" coordorigin="6987,9140" coordsize="2267,0" path="m6987,9140l9253,9140e" filled="f" stroked="t" strokeweight=".666667pt" strokecolor="#E6E6E6">
                <v:path arrowok="t"/>
              </v:shape>
            </v:group>
            <v:group style="position:absolute;left:6990;top:9166;width:2260;height:2" coordorigin="6990,9166" coordsize="2260,2">
              <v:shape style="position:absolute;left:6990;top:9166;width:2260;height:2" coordorigin="6990,9166" coordsize="2260,0" path="m6993,9166l9253,9166e" filled="f" stroked="t" strokeweight=".666667pt" strokecolor="#E6E6E6">
                <v:path arrowok="t"/>
              </v:shape>
            </v:group>
            <v:group style="position:absolute;left:6990;top:9400;width:2260;height:2" coordorigin="6990,9400" coordsize="2260,2">
              <v:shape style="position:absolute;left:6990;top:9400;width:2260;height:2" coordorigin="6990,9400" coordsize="2260,0" path="m6993,9400l9253,9400e" filled="f" stroked="t" strokeweight=".666667pt" strokecolor="#E6E6E6">
                <v:path arrowok="t"/>
              </v:shape>
            </v:group>
            <v:group style="position:absolute;left:9258;top:9173;width:2257;height:220" coordorigin="9258,9173" coordsize="2257,220">
              <v:shape style="position:absolute;left:9258;top:9173;width:2257;height:220" coordorigin="9258,9173" coordsize="2257,220" path="m9258,9173l11515,9173,11515,9393,9258,9393,9258,9173e" filled="t" fillcolor="#E6E6E6" stroked="f">
                <v:path arrowok="t"/>
                <v:fill/>
              </v:shape>
            </v:group>
            <v:group style="position:absolute;left:9253;top:9140;width:2270;height:2" coordorigin="9253,9140" coordsize="2270,2">
              <v:shape style="position:absolute;left:9253;top:9140;width:2270;height:2" coordorigin="9253,9140" coordsize="2270,0" path="m9253,9140l11523,9140e" filled="f" stroked="t" strokeweight=".666667pt" strokecolor="#E6E6E6">
                <v:path arrowok="t"/>
              </v:shape>
            </v:group>
            <v:group style="position:absolute;left:9257;top:9166;width:2260;height:2" coordorigin="9257,9166" coordsize="2260,2">
              <v:shape style="position:absolute;left:9257;top:9166;width:2260;height:2" coordorigin="9257,9166" coordsize="2260,0" path="m9260,9166l11520,9166e" filled="f" stroked="t" strokeweight=".666667pt" strokecolor="#E6E6E6">
                <v:path arrowok="t"/>
              </v:shape>
            </v:group>
            <v:group style="position:absolute;left:11520;top:9153;width:2;height:260" coordorigin="11520,9153" coordsize="2,260">
              <v:shape style="position:absolute;left:11520;top:9153;width:2;height:260" coordorigin="11520,9153" coordsize="0,260" path="m11520,9173l11520,9433e" filled="f" stroked="t" strokeweight=".5pt" strokecolor="#FFFFFF">
                <v:path arrowok="t"/>
              </v:shape>
            </v:group>
            <v:group style="position:absolute;left:9257;top:9400;width:2260;height:2" coordorigin="9257,9400" coordsize="2260,2">
              <v:shape style="position:absolute;left:9257;top:9400;width:2260;height:2" coordorigin="9257,9400" coordsize="2260,0" path="m9260,9400l11520,9400e" filled="f" stroked="t" strokeweight=".666667pt" strokecolor="#E6E6E6">
                <v:path arrowok="t"/>
              </v:shape>
            </v:group>
            <v:group style="position:absolute;left:720;top:9426;width:10800;height:2" coordorigin="720,9426" coordsize="10800,2">
              <v:shape style="position:absolute;left:720;top:9426;width:10800;height:2" coordorigin="720,9426" coordsize="10800,0" path="m720,9426l11520,9426e" filled="f" stroked="t" strokeweight=".666699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Alpha's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initial.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695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1200" w:val="left"/>
          <w:tab w:pos="3460" w:val="left"/>
          <w:tab w:pos="6460" w:val="left"/>
          <w:tab w:pos="87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940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2044" type="#_x0000_t75">
            <v:imagedata r:id="rId27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90499: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LAB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Intake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011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Ordering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Medication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in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CPRS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(OR*3.0*420)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  <w:position w:val="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73" w:lineRule="auto"/>
        <w:ind w:left="100" w:right="2410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                                                       </w:t>
      </w:r>
      <w:r>
        <w:rPr>
          <w:rFonts w:ascii="Arial" w:hAnsi="Arial" w:cs="Arial" w:eastAsia="Arial"/>
          <w:sz w:val="16"/>
          <w:szCs w:val="16"/>
          <w:color w:val="5E5E5E"/>
          <w:spacing w:val="1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Creator: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Feb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12,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2016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10:50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                                                  </w:t>
      </w:r>
      <w:r>
        <w:rPr>
          <w:rFonts w:ascii="Arial" w:hAnsi="Arial" w:cs="Arial" w:eastAsia="Arial"/>
          <w:sz w:val="16"/>
          <w:szCs w:val="16"/>
          <w:color w:val="5E5E5E"/>
          <w:spacing w:val="19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Oct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6,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6:29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28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65" w:lineRule="exact"/>
        <w:ind w:left="100" w:right="9229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3556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case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verifies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while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936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9336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8829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6353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Intake: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20100311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8389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Developer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9211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9279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9371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853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Case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881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Development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Items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Requirement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Links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Suspect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Contributor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478" w:lineRule="auto"/>
        <w:ind w:left="100" w:right="852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7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Scripts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6" w:after="0" w:line="183" w:lineRule="exact"/>
        <w:ind w:left="414" w:right="-20"/>
        <w:jc w:val="left"/>
        <w:tabs>
          <w:tab w:pos="840" w:val="left"/>
          <w:tab w:pos="3660" w:val="left"/>
          <w:tab w:pos="4620" w:val="left"/>
          <w:tab w:pos="5820" w:val="left"/>
          <w:tab w:pos="7000" w:val="left"/>
          <w:tab w:pos="8400" w:val="left"/>
          <w:tab w:pos="9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Script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Type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Data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Records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Validates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5" w:lineRule="exact"/>
        <w:ind w:right="99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Requirements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right"/>
        <w:spacing w:after="0"/>
        <w:sectPr>
          <w:pgMar w:footer="979" w:header="0" w:top="1360" w:bottom="1160" w:left="620" w:right="1100"/>
          <w:footerReference w:type="default" r:id="rId26"/>
          <w:pgSz w:w="12240" w:h="15840"/>
        </w:sectPr>
      </w:pPr>
      <w:rPr/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/>
        <w:pict>
          <v:group style="position:absolute;margin-left:35.250004pt;margin-top:365.015015pt;width:541.499996pt;height:13.599956pt;mso-position-horizontal-relative:page;mso-position-vertical-relative:page;z-index:-2043" coordorigin="705,7300" coordsize="10830,272">
            <v:group style="position:absolute;left:720;top:7340;width:10800;height:192" coordorigin="720,7340" coordsize="10800,192">
              <v:shape style="position:absolute;left:720;top:7340;width:10800;height:192" coordorigin="720,7340" coordsize="10800,192" path="m720,7340l11520,7340,11520,7532,720,7532,720,7340e" filled="t" fillcolor="#E6E6E6" stroked="f">
                <v:path arrowok="t"/>
                <v:fill/>
              </v:shape>
            </v:group>
            <v:group style="position:absolute;left:712;top:7307;width:10817;height:2" coordorigin="712,7307" coordsize="10817,2">
              <v:shape style="position:absolute;left:712;top:7307;width:10817;height:2" coordorigin="712,7307" coordsize="10817,0" path="m713,7307l11530,7307e" filled="f" stroked="t" strokeweight=".666667pt" strokecolor="#E6E6E6">
                <v:path arrowok="t"/>
              </v:shape>
            </v:group>
            <v:group style="position:absolute;left:718;top:7334;width:10803;height:2" coordorigin="718,7334" coordsize="10803,2">
              <v:shape style="position:absolute;left:718;top:7334;width:10803;height:2" coordorigin="718,7334" coordsize="10803,0" path="m727,7334l11530,7334e" filled="f" stroked="t" strokeweight=".666667pt" strokecolor="#E6E6E6">
                <v:path arrowok="t"/>
              </v:shape>
            </v:group>
            <v:group style="position:absolute;left:11525;top:7320;width:2;height:232" coordorigin="11525,7320" coordsize="2,232">
              <v:shape style="position:absolute;left:11525;top:7320;width:2;height:232" coordorigin="11525,7320" coordsize="0,232" path="m11525,7340l11525,7572e" filled="f" stroked="t" strokeweight=".5pt" strokecolor="#FFFFFF">
                <v:path arrowok="t"/>
              </v:shape>
            </v:group>
            <v:group style="position:absolute;left:718;top:7539;width:10803;height:2" coordorigin="718,7539" coordsize="10803,2">
              <v:shape style="position:absolute;left:718;top:7539;width:10803;height:2" coordorigin="718,7539" coordsize="10803,0" path="m727,7539l11530,7539e" filled="f" stroked="t" strokeweight=".666667pt" strokecolor="#E6E6E6">
                <v:path arrowok="t"/>
              </v:shape>
            </v:group>
            <v:group style="position:absolute;left:712;top:7566;width:10817;height:2" coordorigin="712,7566" coordsize="10817,2">
              <v:shape style="position:absolute;left:712;top:7566;width:10817;height:2" coordorigin="712,7566" coordsize="10817,0" path="m713,7566l11530,7566e" filled="f" stroked="t" strokeweight=".666667pt" strokecolor="#E6E6E6">
                <v:path arrowok="t"/>
              </v:shape>
            </v:group>
            <v:group style="position:absolute;left:715;top:7320;width:2;height:232" coordorigin="715,7320" coordsize="2,232">
              <v:shape style="position:absolute;left:715;top:7320;width:2;height:232" coordorigin="715,7320" coordsize="0,232" path="m715,7340l715,7572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410.815002pt;width:541.000001pt;height:15.000001pt;mso-position-horizontal-relative:page;mso-position-vertical-relative:page;z-index:-2042" coordorigin="710,8216" coordsize="10820,300">
            <v:group style="position:absolute;left:725;top:8256;width:10790;height:220" coordorigin="725,8256" coordsize="10790,220">
              <v:shape style="position:absolute;left:725;top:8256;width:10790;height:220" coordorigin="725,8256" coordsize="10790,220" path="m725,8256l11515,8256,11515,8476,725,8476,725,8256e" filled="t" fillcolor="#E6E6E6" stroked="f">
                <v:path arrowok="t"/>
                <v:fill/>
              </v:shape>
            </v:group>
            <v:group style="position:absolute;left:717;top:8223;width:10807;height:2" coordorigin="717,8223" coordsize="10807,2">
              <v:shape style="position:absolute;left:717;top:8223;width:10807;height:2" coordorigin="717,8223" coordsize="10807,0" path="m718,8223l11525,8223e" filled="f" stroked="t" strokeweight=".666667pt" strokecolor="#E6E6E6">
                <v:path arrowok="t"/>
              </v:shape>
            </v:group>
            <v:group style="position:absolute;left:723;top:8250;width:10793;height:2" coordorigin="723,8250" coordsize="10793,2">
              <v:shape style="position:absolute;left:723;top:8250;width:10793;height:2" coordorigin="723,8250" coordsize="10793,0" path="m732,8250l11525,8250e" filled="f" stroked="t" strokeweight=".666667pt" strokecolor="#E6E6E6">
                <v:path arrowok="t"/>
              </v:shape>
            </v:group>
            <v:group style="position:absolute;left:11520;top:8236;width:2;height:260" coordorigin="11520,8236" coordsize="2,260">
              <v:shape style="position:absolute;left:11520;top:8236;width:2;height:260" coordorigin="11520,8236" coordsize="0,260" path="m11520,8256l11520,8516e" filled="f" stroked="t" strokeweight=".5pt" strokecolor="#FFFFFF">
                <v:path arrowok="t"/>
              </v:shape>
            </v:group>
            <v:group style="position:absolute;left:723;top:8483;width:10793;height:2" coordorigin="723,8483" coordsize="10793,2">
              <v:shape style="position:absolute;left:723;top:8483;width:10793;height:2" coordorigin="723,8483" coordsize="10793,0" path="m727,8483l11520,8483e" filled="f" stroked="t" strokeweight=".666667pt" strokecolor="#E6E6E6">
                <v:path arrowok="t"/>
              </v:shape>
            </v:group>
            <v:group style="position:absolute;left:720;top:8236;width:2;height:260" coordorigin="720,8236" coordsize="2,260">
              <v:shape style="position:absolute;left:720;top:8236;width:2;height:260" coordorigin="720,8236" coordsize="0,260" path="m720,8256l720,8516e" filled="f" stroked="t" strokeweight=".5pt" strokecolor="#FFFFFF">
                <v:path arrowok="t"/>
              </v:shape>
            </v:group>
            <v:group style="position:absolute;left:720;top:8510;width:10800;height:2" coordorigin="720,8510" coordsize="10800,2">
              <v:shape style="position:absolute;left:720;top:8510;width:10800;height:2" coordorigin="720,8510" coordsize="10800,0" path="m720,8510l11520,8510e" filled="f" stroked="t" strokeweight=".666667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458.015015pt;width:541.000001pt;height:14.999986pt;mso-position-horizontal-relative:page;mso-position-vertical-relative:page;z-index:-2041" coordorigin="710,9160" coordsize="10820,300">
            <v:group style="position:absolute;left:725;top:9200;width:5390;height:220" coordorigin="725,9200" coordsize="5390,220">
              <v:shape style="position:absolute;left:725;top:9200;width:5390;height:220" coordorigin="725,9200" coordsize="5390,220" path="m725,9200l6115,9200,6115,9420,725,9420,725,9200e" filled="t" fillcolor="#E6E6E6" stroked="f">
                <v:path arrowok="t"/>
                <v:fill/>
              </v:shape>
            </v:group>
            <v:group style="position:absolute;left:717;top:9167;width:5403;height:2" coordorigin="717,9167" coordsize="5403,2">
              <v:shape style="position:absolute;left:717;top:9167;width:5403;height:2" coordorigin="717,9167" coordsize="5403,0" path="m718,9167l6122,9167e" filled="f" stroked="t" strokeweight=".666667pt" strokecolor="#E6E6E6">
                <v:path arrowok="t"/>
              </v:shape>
            </v:group>
            <v:group style="position:absolute;left:723;top:9194;width:5393;height:2" coordorigin="723,9194" coordsize="5393,2">
              <v:shape style="position:absolute;left:723;top:9194;width:5393;height:2" coordorigin="723,9194" coordsize="5393,0" path="m732,9194l6125,9194e" filled="f" stroked="t" strokeweight=".666667pt" strokecolor="#E6E6E6">
                <v:path arrowok="t"/>
              </v:shape>
            </v:group>
            <v:group style="position:absolute;left:723;top:9427;width:5393;height:2" coordorigin="723,9427" coordsize="5393,2">
              <v:shape style="position:absolute;left:723;top:9427;width:5393;height:2" coordorigin="723,9427" coordsize="5393,0" path="m727,9427l6120,9427e" filled="f" stroked="t" strokeweight=".666667pt" strokecolor="#E6E6E6">
                <v:path arrowok="t"/>
              </v:shape>
            </v:group>
            <v:group style="position:absolute;left:720;top:9180;width:2;height:260" coordorigin="720,9180" coordsize="2,260">
              <v:shape style="position:absolute;left:720;top:9180;width:2;height:260" coordorigin="720,9180" coordsize="0,260" path="m720,9200l720,9460e" filled="f" stroked="t" strokeweight=".5pt" strokecolor="#FFFFFF">
                <v:path arrowok="t"/>
              </v:shape>
            </v:group>
            <v:group style="position:absolute;left:6125;top:9200;width:5390;height:220" coordorigin="6125,9200" coordsize="5390,220">
              <v:shape style="position:absolute;left:6125;top:9200;width:5390;height:220" coordorigin="6125,9200" coordsize="5390,220" path="m6125,9200l11515,9200,11515,9420,6125,9420,6125,9200e" filled="t" fillcolor="#E6E6E6" stroked="f">
                <v:path arrowok="t"/>
                <v:fill/>
              </v:shape>
            </v:group>
            <v:group style="position:absolute;left:6120;top:9167;width:5403;height:2" coordorigin="6120,9167" coordsize="5403,2">
              <v:shape style="position:absolute;left:6120;top:9167;width:5403;height:2" coordorigin="6120,9167" coordsize="5403,0" path="m6120,9167l11523,9167e" filled="f" stroked="t" strokeweight=".666667pt" strokecolor="#E6E6E6">
                <v:path arrowok="t"/>
              </v:shape>
            </v:group>
            <v:group style="position:absolute;left:6123;top:9194;width:5393;height:2" coordorigin="6123,9194" coordsize="5393,2">
              <v:shape style="position:absolute;left:6123;top:9194;width:5393;height:2" coordorigin="6123,9194" coordsize="5393,0" path="m6127,9194l11520,9194e" filled="f" stroked="t" strokeweight=".666667pt" strokecolor="#E6E6E6">
                <v:path arrowok="t"/>
              </v:shape>
            </v:group>
            <v:group style="position:absolute;left:11520;top:9180;width:2;height:260" coordorigin="11520,9180" coordsize="2,260">
              <v:shape style="position:absolute;left:11520;top:9180;width:2;height:260" coordorigin="11520,9180" coordsize="0,260" path="m11520,9200l11520,9460e" filled="f" stroked="t" strokeweight=".5pt" strokecolor="#FFFFFF">
                <v:path arrowok="t"/>
              </v:shape>
            </v:group>
            <v:group style="position:absolute;left:6123;top:9427;width:5393;height:2" coordorigin="6123,9427" coordsize="5393,2">
              <v:shape style="position:absolute;left:6123;top:9427;width:5393;height:2" coordorigin="6123,9427" coordsize="5393,0" path="m6127,9427l11520,9427e" filled="f" stroked="t" strokeweight=".666667pt" strokecolor="#E6E6E6">
                <v:path arrowok="t"/>
              </v:shape>
            </v:group>
            <v:group style="position:absolute;left:720;top:9454;width:10800;height:2" coordorigin="720,9454" coordsize="10800,2">
              <v:shape style="position:absolute;left:720;top:9454;width:10800;height:2" coordorigin="720,9454" coordsize="10800,0" path="m720,9454l11520,9454e" filled="f" stroked="t" strokeweight=".666667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517.315002pt;width:541.000001pt;height:22.605986pt;mso-position-horizontal-relative:page;mso-position-vertical-relative:page;z-index:-2040" coordorigin="710,10346" coordsize="10820,452">
            <v:shape style="position:absolute;left:2143;top:10346;width:585;height:117" type="#_x0000_t75">
              <v:imagedata r:id="rId29" o:title=""/>
            </v:shape>
            <v:group style="position:absolute;left:725;top:10538;width:3590;height:220" coordorigin="725,10538" coordsize="3590,220">
              <v:shape style="position:absolute;left:725;top:10538;width:3590;height:220" coordorigin="725,10538" coordsize="3590,220" path="m725,10538l4315,10538,4315,10758,725,10758,725,10538e" filled="t" fillcolor="#E6E6E6" stroked="f">
                <v:path arrowok="t"/>
                <v:fill/>
              </v:shape>
            </v:group>
            <v:group style="position:absolute;left:717;top:10505;width:3603;height:2" coordorigin="717,10505" coordsize="3603,2">
              <v:shape style="position:absolute;left:717;top:10505;width:3603;height:2" coordorigin="717,10505" coordsize="3603,0" path="m718,10505l4322,10505e" filled="f" stroked="t" strokeweight=".666667pt" strokecolor="#E6E6E6">
                <v:path arrowok="t"/>
              </v:shape>
            </v:group>
            <v:group style="position:absolute;left:723;top:10532;width:3593;height:2" coordorigin="723,10532" coordsize="3593,2">
              <v:shape style="position:absolute;left:723;top:10532;width:3593;height:2" coordorigin="723,10532" coordsize="3593,0" path="m732,10532l4325,10532e" filled="f" stroked="t" strokeweight=".666667pt" strokecolor="#E6E6E6">
                <v:path arrowok="t"/>
              </v:shape>
            </v:group>
            <v:group style="position:absolute;left:723;top:10765;width:3593;height:2" coordorigin="723,10765" coordsize="3593,2">
              <v:shape style="position:absolute;left:723;top:10765;width:3593;height:2" coordorigin="723,10765" coordsize="3593,0" path="m727,10765l4320,10765e" filled="f" stroked="t" strokeweight=".666667pt" strokecolor="#E6E6E6">
                <v:path arrowok="t"/>
              </v:shape>
            </v:group>
            <v:group style="position:absolute;left:720;top:10518;width:2;height:260" coordorigin="720,10518" coordsize="2,260">
              <v:shape style="position:absolute;left:720;top:10518;width:2;height:260" coordorigin="720,10518" coordsize="0,260" path="m720,10538l720,10798e" filled="f" stroked="t" strokeweight=".5pt" strokecolor="#FFFFFF">
                <v:path arrowok="t"/>
              </v:shape>
            </v:group>
            <v:group style="position:absolute;left:4325;top:10538;width:3590;height:220" coordorigin="4325,10538" coordsize="3590,220">
              <v:shape style="position:absolute;left:4325;top:10538;width:3590;height:220" coordorigin="4325,10538" coordsize="3590,220" path="m4325,10538l7915,10538,7915,10758,4325,10758,4325,10538e" filled="t" fillcolor="#E6E6E6" stroked="f">
                <v:path arrowok="t"/>
                <v:fill/>
              </v:shape>
            </v:group>
            <v:group style="position:absolute;left:4320;top:10505;width:3600;height:2" coordorigin="4320,10505" coordsize="3600,2">
              <v:shape style="position:absolute;left:4320;top:10505;width:3600;height:2" coordorigin="4320,10505" coordsize="3600,0" path="m4320,10505l7920,10505e" filled="f" stroked="t" strokeweight=".666667pt" strokecolor="#E6E6E6">
                <v:path arrowok="t"/>
              </v:shape>
            </v:group>
            <v:group style="position:absolute;left:4323;top:10532;width:3593;height:2" coordorigin="4323,10532" coordsize="3593,2">
              <v:shape style="position:absolute;left:4323;top:10532;width:3593;height:2" coordorigin="4323,10532" coordsize="3593,0" path="m4327,10532l7920,10532e" filled="f" stroked="t" strokeweight=".666667pt" strokecolor="#E6E6E6">
                <v:path arrowok="t"/>
              </v:shape>
            </v:group>
            <v:group style="position:absolute;left:4323;top:10765;width:3593;height:2" coordorigin="4323,10765" coordsize="3593,2">
              <v:shape style="position:absolute;left:4323;top:10765;width:3593;height:2" coordorigin="4323,10765" coordsize="3593,0" path="m4327,10765l7920,10765e" filled="f" stroked="t" strokeweight=".666667pt" strokecolor="#E6E6E6">
                <v:path arrowok="t"/>
              </v:shape>
            </v:group>
            <v:group style="position:absolute;left:7925;top:10538;width:3590;height:220" coordorigin="7925,10538" coordsize="3590,220">
              <v:shape style="position:absolute;left:7925;top:10538;width:3590;height:220" coordorigin="7925,10538" coordsize="3590,220" path="m7925,10538l11515,10538,11515,10758,7925,10758,7925,10538e" filled="t" fillcolor="#E6E6E6" stroked="f">
                <v:path arrowok="t"/>
                <v:fill/>
              </v:shape>
            </v:group>
            <v:group style="position:absolute;left:7920;top:10505;width:3603;height:2" coordorigin="7920,10505" coordsize="3603,2">
              <v:shape style="position:absolute;left:7920;top:10505;width:3603;height:2" coordorigin="7920,10505" coordsize="3603,0" path="m7920,10505l11523,10505e" filled="f" stroked="t" strokeweight=".666667pt" strokecolor="#E6E6E6">
                <v:path arrowok="t"/>
              </v:shape>
            </v:group>
            <v:group style="position:absolute;left:7923;top:10532;width:3593;height:2" coordorigin="7923,10532" coordsize="3593,2">
              <v:shape style="position:absolute;left:7923;top:10532;width:3593;height:2" coordorigin="7923,10532" coordsize="3593,0" path="m7927,10532l11520,10532e" filled="f" stroked="t" strokeweight=".666667pt" strokecolor="#E6E6E6">
                <v:path arrowok="t"/>
              </v:shape>
            </v:group>
            <v:group style="position:absolute;left:11520;top:10518;width:2;height:260" coordorigin="11520,10518" coordsize="2,260">
              <v:shape style="position:absolute;left:11520;top:10518;width:2;height:260" coordorigin="11520,10518" coordsize="0,260" path="m11520,10538l11520,10798e" filled="f" stroked="t" strokeweight=".5pt" strokecolor="#FFFFFF">
                <v:path arrowok="t"/>
              </v:shape>
            </v:group>
            <v:group style="position:absolute;left:7923;top:10765;width:3593;height:2" coordorigin="7923,10765" coordsize="3593,2">
              <v:shape style="position:absolute;left:7923;top:10765;width:3593;height:2" coordorigin="7923,10765" coordsize="3593,0" path="m7927,10765l11520,10765e" filled="f" stroked="t" strokeweight=".666667pt" strokecolor="#E6E6E6">
                <v:path arrowok="t"/>
              </v:shape>
            </v:group>
            <v:group style="position:absolute;left:720;top:10792;width:10800;height:2" coordorigin="720,10792" coordsize="10800,2">
              <v:shape style="position:absolute;left:720;top:10792;width:10800;height:2" coordorigin="720,10792" coordsize="10800,0" path="m720,10792l11520,10792e" filled="f" stroked="t" strokeweight=".666672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647.721008pt;width:540.999998pt;height:26.425pt;mso-position-horizontal-relative:page;mso-position-vertical-relative:page;z-index:-2039" coordorigin="710,12954" coordsize="10820,529">
            <v:group style="position:absolute;left:725;top:12994;width:638;height:288" coordorigin="725,12994" coordsize="638,288">
              <v:shape style="position:absolute;left:725;top:12994;width:638;height:288" coordorigin="725,12994" coordsize="638,288" path="m725,12994l1363,12994,1363,13282,725,13282,725,12994e" filled="t" fillcolor="#E6E6E6" stroked="f">
                <v:path arrowok="t"/>
                <v:fill/>
              </v:shape>
            </v:group>
            <v:group style="position:absolute;left:717;top:12961;width:651;height:2" coordorigin="717,12961" coordsize="651,2">
              <v:shape style="position:absolute;left:717;top:12961;width:651;height:2" coordorigin="717,12961" coordsize="651,0" path="m718,12961l1370,12961e" filled="f" stroked="t" strokeweight=".666667pt" strokecolor="#E6E6E6">
                <v:path arrowok="t"/>
              </v:shape>
            </v:group>
            <v:group style="position:absolute;left:723;top:12988;width:641;height:2" coordorigin="723,12988" coordsize="641,2">
              <v:shape style="position:absolute;left:723;top:12988;width:641;height:2" coordorigin="723,12988" coordsize="641,0" path="m732,12988l1373,12988e" filled="f" stroked="t" strokeweight=".666667pt" strokecolor="#E6E6E6">
                <v:path arrowok="t"/>
              </v:shape>
            </v:group>
            <v:group style="position:absolute;left:723;top:13289;width:641;height:2" coordorigin="723,13289" coordsize="641,2">
              <v:shape style="position:absolute;left:723;top:13289;width:641;height:2" coordorigin="723,13289" coordsize="641,0" path="m727,13289l1368,13289e" filled="f" stroked="t" strokeweight=".666667pt" strokecolor="#E6E6E6">
                <v:path arrowok="t"/>
              </v:shape>
            </v:group>
            <v:group style="position:absolute;left:720;top:12974;width:2;height:328" coordorigin="720,12974" coordsize="2,328">
              <v:shape style="position:absolute;left:720;top:12974;width:2;height:328" coordorigin="720,12974" coordsize="0,328" path="m720,12994l720,13322e" filled="f" stroked="t" strokeweight=".5pt" strokecolor="#FFFFFF">
                <v:path arrowok="t"/>
              </v:shape>
            </v:group>
            <v:group style="position:absolute;left:1373;top:12994;width:2798;height:288" coordorigin="1373,12994" coordsize="2798,288">
              <v:shape style="position:absolute;left:1373;top:12994;width:2798;height:288" coordorigin="1373,12994" coordsize="2798,288" path="m1373,12994l4171,12994,4171,13282,1373,13282,1373,12994e" filled="t" fillcolor="#E6E6E6" stroked="f">
                <v:path arrowok="t"/>
                <v:fill/>
              </v:shape>
            </v:group>
            <v:group style="position:absolute;left:1368;top:12961;width:2808;height:2" coordorigin="1368,12961" coordsize="2808,2">
              <v:shape style="position:absolute;left:1368;top:12961;width:2808;height:2" coordorigin="1368,12961" coordsize="2808,0" path="m1368,12961l4176,12961e" filled="f" stroked="t" strokeweight=".666667pt" strokecolor="#E6E6E6">
                <v:path arrowok="t"/>
              </v:shape>
            </v:group>
            <v:group style="position:absolute;left:1371;top:12988;width:2801;height:2" coordorigin="1371,12988" coordsize="2801,2">
              <v:shape style="position:absolute;left:1371;top:12988;width:2801;height:2" coordorigin="1371,12988" coordsize="2801,0" path="m1375,12988l4176,12988e" filled="f" stroked="t" strokeweight=".666667pt" strokecolor="#E6E6E6">
                <v:path arrowok="t"/>
              </v:shape>
            </v:group>
            <v:group style="position:absolute;left:1371;top:13289;width:2801;height:2" coordorigin="1371,13289" coordsize="2801,2">
              <v:shape style="position:absolute;left:1371;top:13289;width:2801;height:2" coordorigin="1371,13289" coordsize="2801,0" path="m1375,13289l4176,13289e" filled="f" stroked="t" strokeweight=".666667pt" strokecolor="#E6E6E6">
                <v:path arrowok="t"/>
              </v:shape>
            </v:group>
            <v:group style="position:absolute;left:4181;top:12994;width:962;height:288" coordorigin="4181,12994" coordsize="962,288">
              <v:shape style="position:absolute;left:4181;top:12994;width:962;height:288" coordorigin="4181,12994" coordsize="962,288" path="m4181,12994l5143,12994,5143,13282,4181,13282,4181,12994e" filled="t" fillcolor="#E6E6E6" stroked="f">
                <v:path arrowok="t"/>
                <v:fill/>
              </v:shape>
            </v:group>
            <v:group style="position:absolute;left:4176;top:12961;width:972;height:2" coordorigin="4176,12961" coordsize="972,2">
              <v:shape style="position:absolute;left:4176;top:12961;width:972;height:2" coordorigin="4176,12961" coordsize="972,0" path="m4176,12961l5148,12961e" filled="f" stroked="t" strokeweight=".666667pt" strokecolor="#E6E6E6">
                <v:path arrowok="t"/>
              </v:shape>
            </v:group>
            <v:group style="position:absolute;left:4179;top:12988;width:965;height:2" coordorigin="4179,12988" coordsize="965,2">
              <v:shape style="position:absolute;left:4179;top:12988;width:965;height:2" coordorigin="4179,12988" coordsize="965,0" path="m4183,12988l5148,12988e" filled="f" stroked="t" strokeweight=".666667pt" strokecolor="#E6E6E6">
                <v:path arrowok="t"/>
              </v:shape>
            </v:group>
            <v:group style="position:absolute;left:4179;top:13289;width:965;height:2" coordorigin="4179,13289" coordsize="965,2">
              <v:shape style="position:absolute;left:4179;top:13289;width:965;height:2" coordorigin="4179,13289" coordsize="965,0" path="m4183,13289l5148,13289e" filled="f" stroked="t" strokeweight=".666667pt" strokecolor="#E6E6E6">
                <v:path arrowok="t"/>
              </v:shape>
            </v:group>
            <v:group style="position:absolute;left:5153;top:12994;width:1178;height:288" coordorigin="5153,12994" coordsize="1178,288">
              <v:shape style="position:absolute;left:5153;top:12994;width:1178;height:288" coordorigin="5153,12994" coordsize="1178,288" path="m5153,12994l6331,12994,6331,13282,5153,13282,5153,12994e" filled="t" fillcolor="#E6E6E6" stroked="f">
                <v:path arrowok="t"/>
                <v:fill/>
              </v:shape>
            </v:group>
            <v:group style="position:absolute;left:5148;top:12961;width:1188;height:2" coordorigin="5148,12961" coordsize="1188,2">
              <v:shape style="position:absolute;left:5148;top:12961;width:1188;height:2" coordorigin="5148,12961" coordsize="1188,0" path="m5148,12961l6336,12961e" filled="f" stroked="t" strokeweight=".666667pt" strokecolor="#E6E6E6">
                <v:path arrowok="t"/>
              </v:shape>
            </v:group>
            <v:group style="position:absolute;left:5151;top:12988;width:1181;height:2" coordorigin="5151,12988" coordsize="1181,2">
              <v:shape style="position:absolute;left:5151;top:12988;width:1181;height:2" coordorigin="5151,12988" coordsize="1181,0" path="m5155,12988l6336,12988e" filled="f" stroked="t" strokeweight=".666667pt" strokecolor="#E6E6E6">
                <v:path arrowok="t"/>
              </v:shape>
            </v:group>
            <v:group style="position:absolute;left:5151;top:13289;width:1181;height:2" coordorigin="5151,13289" coordsize="1181,2">
              <v:shape style="position:absolute;left:5151;top:13289;width:1181;height:2" coordorigin="5151,13289" coordsize="1181,0" path="m5155,13289l6336,13289e" filled="f" stroked="t" strokeweight=".666667pt" strokecolor="#E6E6E6">
                <v:path arrowok="t"/>
              </v:shape>
            </v:group>
            <v:group style="position:absolute;left:6341;top:12994;width:1178;height:288" coordorigin="6341,12994" coordsize="1178,288">
              <v:shape style="position:absolute;left:6341;top:12994;width:1178;height:288" coordorigin="6341,12994" coordsize="1178,288" path="m6341,12994l7519,12994,7519,13282,6341,13282,6341,12994e" filled="t" fillcolor="#E6E6E6" stroked="f">
                <v:path arrowok="t"/>
                <v:fill/>
              </v:shape>
            </v:group>
            <v:group style="position:absolute;left:6336;top:12961;width:1188;height:2" coordorigin="6336,12961" coordsize="1188,2">
              <v:shape style="position:absolute;left:6336;top:12961;width:1188;height:2" coordorigin="6336,12961" coordsize="1188,0" path="m6336,12961l7524,12961e" filled="f" stroked="t" strokeweight=".666667pt" strokecolor="#E6E6E6">
                <v:path arrowok="t"/>
              </v:shape>
            </v:group>
            <v:group style="position:absolute;left:6339;top:12988;width:1181;height:2" coordorigin="6339,12988" coordsize="1181,2">
              <v:shape style="position:absolute;left:6339;top:12988;width:1181;height:2" coordorigin="6339,12988" coordsize="1181,0" path="m6343,12988l7524,12988e" filled="f" stroked="t" strokeweight=".666667pt" strokecolor="#E6E6E6">
                <v:path arrowok="t"/>
              </v:shape>
            </v:group>
            <v:group style="position:absolute;left:6339;top:13289;width:1181;height:2" coordorigin="6339,13289" coordsize="1181,2">
              <v:shape style="position:absolute;left:6339;top:13289;width:1181;height:2" coordorigin="6339,13289" coordsize="1181,0" path="m6343,13289l7524,13289e" filled="f" stroked="t" strokeweight=".666667pt" strokecolor="#E6E6E6">
                <v:path arrowok="t"/>
              </v:shape>
            </v:group>
            <v:group style="position:absolute;left:7529;top:12994;width:1394;height:288" coordorigin="7529,12994" coordsize="1394,288">
              <v:shape style="position:absolute;left:7529;top:12994;width:1394;height:288" coordorigin="7529,12994" coordsize="1394,288" path="m7529,12994l8923,12994,8923,13282,7529,13282,7529,12994e" filled="t" fillcolor="#E6E6E6" stroked="f">
                <v:path arrowok="t"/>
                <v:fill/>
              </v:shape>
            </v:group>
            <v:group style="position:absolute;left:7524;top:12961;width:1404;height:2" coordorigin="7524,12961" coordsize="1404,2">
              <v:shape style="position:absolute;left:7524;top:12961;width:1404;height:2" coordorigin="7524,12961" coordsize="1404,0" path="m7524,12961l8928,12961e" filled="f" stroked="t" strokeweight=".666667pt" strokecolor="#E6E6E6">
                <v:path arrowok="t"/>
              </v:shape>
            </v:group>
            <v:group style="position:absolute;left:7527;top:12988;width:1397;height:2" coordorigin="7527,12988" coordsize="1397,2">
              <v:shape style="position:absolute;left:7527;top:12988;width:1397;height:2" coordorigin="7527,12988" coordsize="1397,0" path="m7531,12988l8928,12988e" filled="f" stroked="t" strokeweight=".666667pt" strokecolor="#E6E6E6">
                <v:path arrowok="t"/>
              </v:shape>
            </v:group>
            <v:group style="position:absolute;left:7527;top:13289;width:1397;height:2" coordorigin="7527,13289" coordsize="1397,2">
              <v:shape style="position:absolute;left:7527;top:13289;width:1397;height:2" coordorigin="7527,13289" coordsize="1397,0" path="m7531,13289l8928,13289e" filled="f" stroked="t" strokeweight=".666667pt" strokecolor="#E6E6E6">
                <v:path arrowok="t"/>
              </v:shape>
            </v:group>
            <v:group style="position:absolute;left:8933;top:12994;width:1178;height:288" coordorigin="8933,12994" coordsize="1178,288">
              <v:shape style="position:absolute;left:8933;top:12994;width:1178;height:288" coordorigin="8933,12994" coordsize="1178,288" path="m8933,12994l10111,12994,10111,13282,8933,13282,8933,12994e" filled="t" fillcolor="#E6E6E6" stroked="f">
                <v:path arrowok="t"/>
                <v:fill/>
              </v:shape>
            </v:group>
            <v:group style="position:absolute;left:8928;top:12961;width:1188;height:2" coordorigin="8928,12961" coordsize="1188,2">
              <v:shape style="position:absolute;left:8928;top:12961;width:1188;height:2" coordorigin="8928,12961" coordsize="1188,0" path="m8928,12961l10116,12961e" filled="f" stroked="t" strokeweight=".666667pt" strokecolor="#E6E6E6">
                <v:path arrowok="t"/>
              </v:shape>
            </v:group>
            <v:group style="position:absolute;left:8931;top:12988;width:1181;height:2" coordorigin="8931,12988" coordsize="1181,2">
              <v:shape style="position:absolute;left:8931;top:12988;width:1181;height:2" coordorigin="8931,12988" coordsize="1181,0" path="m8935,12988l10116,12988e" filled="f" stroked="t" strokeweight=".666667pt" strokecolor="#E6E6E6">
                <v:path arrowok="t"/>
              </v:shape>
            </v:group>
            <v:group style="position:absolute;left:8931;top:13289;width:1181;height:2" coordorigin="8931,13289" coordsize="1181,2">
              <v:shape style="position:absolute;left:8931;top:13289;width:1181;height:2" coordorigin="8931,13289" coordsize="1181,0" path="m8935,13289l10116,13289e" filled="f" stroked="t" strokeweight=".666667pt" strokecolor="#E6E6E6">
                <v:path arrowok="t"/>
              </v:shape>
            </v:group>
            <v:group style="position:absolute;left:10121;top:12994;width:1394;height:288" coordorigin="10121,12994" coordsize="1394,288">
              <v:shape style="position:absolute;left:10121;top:12994;width:1394;height:288" coordorigin="10121,12994" coordsize="1394,288" path="m10121,12994l11515,12994,11515,13282,10121,13282,10121,12994e" filled="t" fillcolor="#E6E6E6" stroked="f">
                <v:path arrowok="t"/>
                <v:fill/>
              </v:shape>
            </v:group>
            <v:group style="position:absolute;left:10116;top:12961;width:1407;height:2" coordorigin="10116,12961" coordsize="1407,2">
              <v:shape style="position:absolute;left:10116;top:12961;width:1407;height:2" coordorigin="10116,12961" coordsize="1407,0" path="m10116,12961l11523,12961e" filled="f" stroked="t" strokeweight=".666667pt" strokecolor="#E6E6E6">
                <v:path arrowok="t"/>
              </v:shape>
            </v:group>
            <v:group style="position:absolute;left:10119;top:12988;width:1397;height:2" coordorigin="10119,12988" coordsize="1397,2">
              <v:shape style="position:absolute;left:10119;top:12988;width:1397;height:2" coordorigin="10119,12988" coordsize="1397,0" path="m10123,12988l11520,12988e" filled="f" stroked="t" strokeweight=".666667pt" strokecolor="#E6E6E6">
                <v:path arrowok="t"/>
              </v:shape>
            </v:group>
            <v:group style="position:absolute;left:11520;top:12974;width:2;height:328" coordorigin="11520,12974" coordsize="2,328">
              <v:shape style="position:absolute;left:11520;top:12974;width:2;height:328" coordorigin="11520,12974" coordsize="0,328" path="m11520,12994l11520,13322e" filled="f" stroked="t" strokeweight=".5pt" strokecolor="#FFFFFF">
                <v:path arrowok="t"/>
              </v:shape>
            </v:group>
            <v:group style="position:absolute;left:10119;top:13289;width:1397;height:2" coordorigin="10119,13289" coordsize="1397,2">
              <v:shape style="position:absolute;left:10119;top:13289;width:1397;height:2" coordorigin="10119,13289" coordsize="1397,0" path="m10123,13289l11520,13289e" filled="f" stroked="t" strokeweight=".666667pt" strokecolor="#E6E6E6">
                <v:path arrowok="t"/>
              </v:shape>
            </v:group>
            <v:group style="position:absolute;left:720;top:13316;width:10800;height:2" coordorigin="720,13316" coordsize="10800,2">
              <v:shape style="position:absolute;left:720;top:13316;width:10800;height:2" coordorigin="720,13316" coordsize="10800,0" path="m720,13316l11520,13316e" filled="f" stroked="t" strokeweight=".66668pt" strokecolor="#E6E6E6">
                <v:path arrowok="t"/>
              </v:shape>
              <v:shape style="position:absolute;left:1468;top:13339;width:144;height:144" type="#_x0000_t75">
                <v:imagedata r:id="rId30" o:title=""/>
              </v:shape>
            </v:group>
            <w10:wrap type="none"/>
          </v:group>
        </w:pict>
      </w:r>
      <w:r>
        <w:rPr/>
        <w:pict>
          <v:group style="position:absolute;margin-left:36pt;margin-top:683.662964pt;width:539.999997pt;height:.1pt;mso-position-horizontal-relative:page;mso-position-vertical-relative:page;z-index:-2038" coordorigin="720,13673" coordsize="10800,2">
            <v:shape style="position:absolute;left:720;top:13673;width:10800;height:2" coordorigin="720,13673" coordsize="10800,0" path="m720,13673l11520,13673e" filled="f" stroked="t" strokeweight=".500013pt" strokecolor="#DFDFDF">
              <v:path arrowok="t"/>
            </v:shape>
          </v:group>
          <w10:wrap type="none"/>
        </w:pict>
      </w:r>
      <w:r>
        <w:rPr>
          <w:sz w:val="10"/>
          <w:szCs w:val="10"/>
        </w:rPr>
      </w:r>
    </w:p>
    <w:p>
      <w:pPr>
        <w:spacing w:before="0" w:after="0" w:line="144" w:lineRule="exact"/>
        <w:ind w:left="848" w:right="-44" w:firstLine="-541"/>
        <w:jc w:val="left"/>
        <w:tabs>
          <w:tab w:pos="9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81790</w:t>
        <w:tab/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Ordering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(OR*3.0*420)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77" w:after="0" w:line="184" w:lineRule="exact"/>
        <w:ind w:right="-69"/>
        <w:jc w:val="left"/>
        <w:tabs>
          <w:tab w:pos="960" w:val="left"/>
          <w:tab w:pos="216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Approved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Manual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98" w:lineRule="exact"/>
        <w:ind w:right="534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/>
        <w:br w:type="column"/>
      </w:r>
      <w:r>
        <w:rPr>
          <w:sz w:val="14"/>
          <w:szCs w:val="14"/>
        </w:rPr>
      </w:r>
    </w:p>
    <w:p>
      <w:pPr>
        <w:spacing w:before="0" w:after="0" w:line="240" w:lineRule="auto"/>
        <w:ind w:right="-20"/>
        <w:jc w:val="left"/>
        <w:tabs>
          <w:tab w:pos="1400" w:val="left"/>
          <w:tab w:pos="25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18,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2016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--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1100"/>
          <w:cols w:num="3" w:equalWidth="0">
            <w:col w:w="3420" w:space="236"/>
            <w:col w:w="3148" w:space="200"/>
            <w:col w:w="3516"/>
          </w:cols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5.207897pt;width:541.0pt;height:14.999988pt;mso-position-horizontal-relative:page;mso-position-vertical-relative:paragraph;z-index:-2037" coordorigin="710,504" coordsize="10820,300">
            <v:group style="position:absolute;left:725;top:544;width:854;height:220" coordorigin="725,544" coordsize="854,220">
              <v:shape style="position:absolute;left:725;top:544;width:854;height:220" coordorigin="725,544" coordsize="854,220" path="m725,544l1579,544,1579,764,725,764,725,544e" filled="t" fillcolor="#E6E6E6" stroked="f">
                <v:path arrowok="t"/>
                <v:fill/>
              </v:shape>
            </v:group>
            <v:group style="position:absolute;left:717;top:511;width:867;height:2" coordorigin="717,511" coordsize="867,2">
              <v:shape style="position:absolute;left:717;top:511;width:867;height:2" coordorigin="717,511" coordsize="867,0" path="m718,511l1586,511e" filled="f" stroked="t" strokeweight=".666667pt" strokecolor="#E6E6E6">
                <v:path arrowok="t"/>
              </v:shape>
            </v:group>
            <v:group style="position:absolute;left:723;top:537;width:857;height:2" coordorigin="723,537" coordsize="857,2">
              <v:shape style="position:absolute;left:723;top:537;width:857;height:2" coordorigin="723,537" coordsize="857,0" path="m732,537l1589,537e" filled="f" stroked="t" strokeweight=".666667pt" strokecolor="#E6E6E6">
                <v:path arrowok="t"/>
              </v:shape>
            </v:group>
            <v:group style="position:absolute;left:723;top:771;width:857;height:2" coordorigin="723,771" coordsize="857,2">
              <v:shape style="position:absolute;left:723;top:771;width:857;height:2" coordorigin="723,771" coordsize="857,0" path="m727,771l1584,771e" filled="f" stroked="t" strokeweight=".666667pt" strokecolor="#E6E6E6">
                <v:path arrowok="t"/>
              </v:shape>
            </v:group>
            <v:group style="position:absolute;left:720;top:524;width:2;height:260" coordorigin="720,524" coordsize="2,260">
              <v:shape style="position:absolute;left:720;top:524;width:2;height:260" coordorigin="720,524" coordsize="0,260" path="m720,544l720,804e" filled="f" stroked="t" strokeweight=".5pt" strokecolor="#FFFFFF">
                <v:path arrowok="t"/>
              </v:shape>
            </v:group>
            <v:group style="position:absolute;left:1589;top:544;width:962;height:220" coordorigin="1589,544" coordsize="962,220">
              <v:shape style="position:absolute;left:1589;top:544;width:962;height:220" coordorigin="1589,544" coordsize="962,220" path="m1589,544l2551,544,2551,764,1589,764,1589,544e" filled="t" fillcolor="#E6E6E6" stroked="f">
                <v:path arrowok="t"/>
                <v:fill/>
              </v:shape>
            </v:group>
            <v:group style="position:absolute;left:1584;top:511;width:972;height:2" coordorigin="1584,511" coordsize="972,2">
              <v:shape style="position:absolute;left:1584;top:511;width:972;height:2" coordorigin="1584,511" coordsize="972,0" path="m1584,511l2556,511e" filled="f" stroked="t" strokeweight=".666667pt" strokecolor="#E6E6E6">
                <v:path arrowok="t"/>
              </v:shape>
            </v:group>
            <v:group style="position:absolute;left:1587;top:537;width:965;height:2" coordorigin="1587,537" coordsize="965,2">
              <v:shape style="position:absolute;left:1587;top:537;width:965;height:2" coordorigin="1587,537" coordsize="965,0" path="m1591,537l2556,537e" filled="f" stroked="t" strokeweight=".666667pt" strokecolor="#E6E6E6">
                <v:path arrowok="t"/>
              </v:shape>
            </v:group>
            <v:group style="position:absolute;left:1587;top:771;width:965;height:2" coordorigin="1587,771" coordsize="965,2">
              <v:shape style="position:absolute;left:1587;top:771;width:965;height:2" coordorigin="1587,771" coordsize="965,0" path="m1591,771l2556,771e" filled="f" stroked="t" strokeweight=".666667pt" strokecolor="#E6E6E6">
                <v:path arrowok="t"/>
              </v:shape>
            </v:group>
            <v:group style="position:absolute;left:2561;top:544;width:1610;height:220" coordorigin="2561,544" coordsize="1610,220">
              <v:shape style="position:absolute;left:2561;top:544;width:1610;height:220" coordorigin="2561,544" coordsize="1610,220" path="m2561,544l4171,544,4171,764,2561,764,2561,544e" filled="t" fillcolor="#E6E6E6" stroked="f">
                <v:path arrowok="t"/>
                <v:fill/>
              </v:shape>
            </v:group>
            <v:group style="position:absolute;left:2556;top:511;width:1620;height:2" coordorigin="2556,511" coordsize="1620,2">
              <v:shape style="position:absolute;left:2556;top:511;width:1620;height:2" coordorigin="2556,511" coordsize="1620,0" path="m2556,511l4176,511e" filled="f" stroked="t" strokeweight=".666667pt" strokecolor="#E6E6E6">
                <v:path arrowok="t"/>
              </v:shape>
            </v:group>
            <v:group style="position:absolute;left:2559;top:537;width:1613;height:2" coordorigin="2559,537" coordsize="1613,2">
              <v:shape style="position:absolute;left:2559;top:537;width:1613;height:2" coordorigin="2559,537" coordsize="1613,0" path="m2563,537l4176,537e" filled="f" stroked="t" strokeweight=".666667pt" strokecolor="#E6E6E6">
                <v:path arrowok="t"/>
              </v:shape>
            </v:group>
            <v:group style="position:absolute;left:2559;top:771;width:1613;height:2" coordorigin="2559,771" coordsize="1613,2">
              <v:shape style="position:absolute;left:2559;top:771;width:1613;height:2" coordorigin="2559,771" coordsize="1613,0" path="m2563,771l4176,771e" filled="f" stroked="t" strokeweight=".666667pt" strokecolor="#E6E6E6">
                <v:path arrowok="t"/>
              </v:shape>
            </v:group>
            <v:group style="position:absolute;left:4181;top:544;width:1178;height:220" coordorigin="4181,544" coordsize="1178,220">
              <v:shape style="position:absolute;left:4181;top:544;width:1178;height:220" coordorigin="4181,544" coordsize="1178,220" path="m4181,544l5359,544,5359,764,4181,764,4181,544e" filled="t" fillcolor="#E6E6E6" stroked="f">
                <v:path arrowok="t"/>
                <v:fill/>
              </v:shape>
            </v:group>
            <v:group style="position:absolute;left:4176;top:511;width:1188;height:2" coordorigin="4176,511" coordsize="1188,2">
              <v:shape style="position:absolute;left:4176;top:511;width:1188;height:2" coordorigin="4176,511" coordsize="1188,0" path="m4176,511l5364,511e" filled="f" stroked="t" strokeweight=".666667pt" strokecolor="#E6E6E6">
                <v:path arrowok="t"/>
              </v:shape>
            </v:group>
            <v:group style="position:absolute;left:4179;top:537;width:1181;height:2" coordorigin="4179,537" coordsize="1181,2">
              <v:shape style="position:absolute;left:4179;top:537;width:1181;height:2" coordorigin="4179,537" coordsize="1181,0" path="m4183,537l5364,537e" filled="f" stroked="t" strokeweight=".666667pt" strokecolor="#E6E6E6">
                <v:path arrowok="t"/>
              </v:shape>
            </v:group>
            <v:group style="position:absolute;left:4179;top:771;width:1181;height:2" coordorigin="4179,771" coordsize="1181,2">
              <v:shape style="position:absolute;left:4179;top:771;width:1181;height:2" coordorigin="4179,771" coordsize="1181,0" path="m4183,771l5364,771e" filled="f" stroked="t" strokeweight=".666667pt" strokecolor="#E6E6E6">
                <v:path arrowok="t"/>
              </v:shape>
            </v:group>
            <v:group style="position:absolute;left:5369;top:544;width:1070;height:220" coordorigin="5369,544" coordsize="1070,220">
              <v:shape style="position:absolute;left:5369;top:544;width:1070;height:220" coordorigin="5369,544" coordsize="1070,220" path="m5369,544l6439,544,6439,764,5369,764,5369,544e" filled="t" fillcolor="#E6E6E6" stroked="f">
                <v:path arrowok="t"/>
                <v:fill/>
              </v:shape>
            </v:group>
            <v:group style="position:absolute;left:5364;top:511;width:1080;height:2" coordorigin="5364,511" coordsize="1080,2">
              <v:shape style="position:absolute;left:5364;top:511;width:1080;height:2" coordorigin="5364,511" coordsize="1080,0" path="m5364,511l6444,511e" filled="f" stroked="t" strokeweight=".666667pt" strokecolor="#E6E6E6">
                <v:path arrowok="t"/>
              </v:shape>
            </v:group>
            <v:group style="position:absolute;left:5367;top:537;width:1073;height:2" coordorigin="5367,537" coordsize="1073,2">
              <v:shape style="position:absolute;left:5367;top:537;width:1073;height:2" coordorigin="5367,537" coordsize="1073,0" path="m5371,537l6444,537e" filled="f" stroked="t" strokeweight=".666667pt" strokecolor="#E6E6E6">
                <v:path arrowok="t"/>
              </v:shape>
            </v:group>
            <v:group style="position:absolute;left:5367;top:771;width:1073;height:2" coordorigin="5367,771" coordsize="1073,2">
              <v:shape style="position:absolute;left:5367;top:771;width:1073;height:2" coordorigin="5367,771" coordsize="1073,0" path="m5371,771l6444,771e" filled="f" stroked="t" strokeweight=".666667pt" strokecolor="#E6E6E6">
                <v:path arrowok="t"/>
              </v:shape>
            </v:group>
            <v:group style="position:absolute;left:6449;top:544;width:1070;height:220" coordorigin="6449,544" coordsize="1070,220">
              <v:shape style="position:absolute;left:6449;top:544;width:1070;height:220" coordorigin="6449,544" coordsize="1070,220" path="m6449,544l7519,544,7519,764,6449,764,6449,544e" filled="t" fillcolor="#E6E6E6" stroked="f">
                <v:path arrowok="t"/>
                <v:fill/>
              </v:shape>
            </v:group>
            <v:group style="position:absolute;left:6444;top:511;width:1080;height:2" coordorigin="6444,511" coordsize="1080,2">
              <v:shape style="position:absolute;left:6444;top:511;width:1080;height:2" coordorigin="6444,511" coordsize="1080,0" path="m6444,511l7524,511e" filled="f" stroked="t" strokeweight=".666667pt" strokecolor="#E6E6E6">
                <v:path arrowok="t"/>
              </v:shape>
            </v:group>
            <v:group style="position:absolute;left:6447;top:537;width:1073;height:2" coordorigin="6447,537" coordsize="1073,2">
              <v:shape style="position:absolute;left:6447;top:537;width:1073;height:2" coordorigin="6447,537" coordsize="1073,0" path="m6451,537l7524,537e" filled="f" stroked="t" strokeweight=".666667pt" strokecolor="#E6E6E6">
                <v:path arrowok="t"/>
              </v:shape>
            </v:group>
            <v:group style="position:absolute;left:6447;top:771;width:1073;height:2" coordorigin="6447,771" coordsize="1073,2">
              <v:shape style="position:absolute;left:6447;top:771;width:1073;height:2" coordorigin="6447,771" coordsize="1073,0" path="m6451,771l7524,771e" filled="f" stroked="t" strokeweight=".666667pt" strokecolor="#E6E6E6">
                <v:path arrowok="t"/>
              </v:shape>
            </v:group>
            <v:group style="position:absolute;left:7529;top:544;width:1070;height:220" coordorigin="7529,544" coordsize="1070,220">
              <v:shape style="position:absolute;left:7529;top:544;width:1070;height:220" coordorigin="7529,544" coordsize="1070,220" path="m7529,544l8599,544,8599,764,7529,764,7529,544e" filled="t" fillcolor="#E6E6E6" stroked="f">
                <v:path arrowok="t"/>
                <v:fill/>
              </v:shape>
            </v:group>
            <v:group style="position:absolute;left:7524;top:511;width:1080;height:2" coordorigin="7524,511" coordsize="1080,2">
              <v:shape style="position:absolute;left:7524;top:511;width:1080;height:2" coordorigin="7524,511" coordsize="1080,0" path="m7524,511l8604,511e" filled="f" stroked="t" strokeweight=".666667pt" strokecolor="#E6E6E6">
                <v:path arrowok="t"/>
              </v:shape>
            </v:group>
            <v:group style="position:absolute;left:7527;top:537;width:1073;height:2" coordorigin="7527,537" coordsize="1073,2">
              <v:shape style="position:absolute;left:7527;top:537;width:1073;height:2" coordorigin="7527,537" coordsize="1073,0" path="m7531,537l8604,537e" filled="f" stroked="t" strokeweight=".666667pt" strokecolor="#E6E6E6">
                <v:path arrowok="t"/>
              </v:shape>
            </v:group>
            <v:group style="position:absolute;left:7527;top:771;width:1073;height:2" coordorigin="7527,771" coordsize="1073,2">
              <v:shape style="position:absolute;left:7527;top:771;width:1073;height:2" coordorigin="7527,771" coordsize="1073,0" path="m7531,771l8604,771e" filled="f" stroked="t" strokeweight=".666667pt" strokecolor="#E6E6E6">
                <v:path arrowok="t"/>
              </v:shape>
            </v:group>
            <v:group style="position:absolute;left:8609;top:544;width:1286;height:220" coordorigin="8609,544" coordsize="1286,220">
              <v:shape style="position:absolute;left:8609;top:544;width:1286;height:220" coordorigin="8609,544" coordsize="1286,220" path="m8609,544l9895,544,9895,764,8609,764,8609,544e" filled="t" fillcolor="#E6E6E6" stroked="f">
                <v:path arrowok="t"/>
                <v:fill/>
              </v:shape>
            </v:group>
            <v:group style="position:absolute;left:8604;top:511;width:1296;height:2" coordorigin="8604,511" coordsize="1296,2">
              <v:shape style="position:absolute;left:8604;top:511;width:1296;height:2" coordorigin="8604,511" coordsize="1296,0" path="m8604,511l9900,511e" filled="f" stroked="t" strokeweight=".666667pt" strokecolor="#E6E6E6">
                <v:path arrowok="t"/>
              </v:shape>
            </v:group>
            <v:group style="position:absolute;left:8607;top:537;width:1289;height:2" coordorigin="8607,537" coordsize="1289,2">
              <v:shape style="position:absolute;left:8607;top:537;width:1289;height:2" coordorigin="8607,537" coordsize="1289,0" path="m8611,537l9900,537e" filled="f" stroked="t" strokeweight=".666667pt" strokecolor="#E6E6E6">
                <v:path arrowok="t"/>
              </v:shape>
            </v:group>
            <v:group style="position:absolute;left:8607;top:771;width:1289;height:2" coordorigin="8607,771" coordsize="1289,2">
              <v:shape style="position:absolute;left:8607;top:771;width:1289;height:2" coordorigin="8607,771" coordsize="1289,0" path="m8611,771l9900,771e" filled="f" stroked="t" strokeweight=".666667pt" strokecolor="#E6E6E6">
                <v:path arrowok="t"/>
              </v:shape>
            </v:group>
            <v:group style="position:absolute;left:9905;top:544;width:854;height:220" coordorigin="9905,544" coordsize="854,220">
              <v:shape style="position:absolute;left:9905;top:544;width:854;height:220" coordorigin="9905,544" coordsize="854,220" path="m9905,544l10759,544,10759,764,9905,764,9905,544e" filled="t" fillcolor="#E6E6E6" stroked="f">
                <v:path arrowok="t"/>
                <v:fill/>
              </v:shape>
            </v:group>
            <v:group style="position:absolute;left:9900;top:511;width:864;height:2" coordorigin="9900,511" coordsize="864,2">
              <v:shape style="position:absolute;left:9900;top:511;width:864;height:2" coordorigin="9900,511" coordsize="864,0" path="m9900,511l10764,511e" filled="f" stroked="t" strokeweight=".666667pt" strokecolor="#E6E6E6">
                <v:path arrowok="t"/>
              </v:shape>
            </v:group>
            <v:group style="position:absolute;left:9903;top:537;width:857;height:2" coordorigin="9903,537" coordsize="857,2">
              <v:shape style="position:absolute;left:9903;top:537;width:857;height:2" coordorigin="9903,537" coordsize="857,0" path="m9907,537l10764,537e" filled="f" stroked="t" strokeweight=".666667pt" strokecolor="#E6E6E6">
                <v:path arrowok="t"/>
              </v:shape>
            </v:group>
            <v:group style="position:absolute;left:9903;top:771;width:857;height:2" coordorigin="9903,771" coordsize="857,2">
              <v:shape style="position:absolute;left:9903;top:771;width:857;height:2" coordorigin="9903,771" coordsize="857,0" path="m9907,771l10764,771e" filled="f" stroked="t" strokeweight=".666667pt" strokecolor="#E6E6E6">
                <v:path arrowok="t"/>
              </v:shape>
            </v:group>
            <v:group style="position:absolute;left:10769;top:544;width:746;height:220" coordorigin="10769,544" coordsize="746,220">
              <v:shape style="position:absolute;left:10769;top:544;width:746;height:220" coordorigin="10769,544" coordsize="746,220" path="m10769,544l11515,544,11515,764,10769,764,10769,544e" filled="t" fillcolor="#E6E6E6" stroked="f">
                <v:path arrowok="t"/>
                <v:fill/>
              </v:shape>
            </v:group>
            <v:group style="position:absolute;left:10764;top:511;width:759;height:2" coordorigin="10764,511" coordsize="759,2">
              <v:shape style="position:absolute;left:10764;top:511;width:759;height:2" coordorigin="10764,511" coordsize="759,0" path="m10764,511l11523,511e" filled="f" stroked="t" strokeweight=".666667pt" strokecolor="#E6E6E6">
                <v:path arrowok="t"/>
              </v:shape>
            </v:group>
            <v:group style="position:absolute;left:10767;top:537;width:749;height:2" coordorigin="10767,537" coordsize="749,2">
              <v:shape style="position:absolute;left:10767;top:537;width:749;height:2" coordorigin="10767,537" coordsize="749,0" path="m10771,537l11520,537e" filled="f" stroked="t" strokeweight=".666667pt" strokecolor="#E6E6E6">
                <v:path arrowok="t"/>
              </v:shape>
            </v:group>
            <v:group style="position:absolute;left:11520;top:524;width:2;height:260" coordorigin="11520,524" coordsize="2,260">
              <v:shape style="position:absolute;left:11520;top:524;width:2;height:260" coordorigin="11520,524" coordsize="0,260" path="m11520,544l11520,804e" filled="f" stroked="t" strokeweight=".5pt" strokecolor="#FFFFFF">
                <v:path arrowok="t"/>
              </v:shape>
            </v:group>
            <v:group style="position:absolute;left:10767;top:771;width:749;height:2" coordorigin="10767,771" coordsize="749,2">
              <v:shape style="position:absolute;left:10767;top:771;width:749;height:2" coordorigin="10767,771" coordsize="749,0" path="m10771,771l11520,771e" filled="f" stroked="t" strokeweight=".666667pt" strokecolor="#E6E6E6">
                <v:path arrowok="t"/>
              </v:shape>
            </v:group>
            <v:group style="position:absolute;left:720;top:797;width:10800;height:2" coordorigin="720,797" coordsize="10800,2">
              <v:shape style="position:absolute;left:720;top:797;width:10800;height:2" coordorigin="720,797" coordsize="10800,0" path="m720,797l11520,797e" filled="f" stroked="t" strokeweight=".66676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522" w:right="-20"/>
        <w:jc w:val="left"/>
        <w:tabs>
          <w:tab w:pos="1280" w:val="left"/>
          <w:tab w:pos="2040" w:val="left"/>
          <w:tab w:pos="3660" w:val="left"/>
          <w:tab w:pos="5920" w:val="left"/>
          <w:tab w:pos="7000" w:val="left"/>
          <w:tab w:pos="8080" w:val="left"/>
          <w:tab w:pos="9380" w:val="left"/>
          <w:tab w:pos="102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Last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Result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620"/>
          <w:pgSz w:w="12240" w:h="15840"/>
        </w:sectPr>
      </w:pPr>
      <w:rPr/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2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106587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82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106559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136" w:lineRule="exact"/>
        <w:ind w:left="616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Ordering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58" w:lineRule="exact"/>
        <w:ind w:right="-64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width:8pt;height:8pt;mso-position-horizontal-relative:char;mso-position-vertical-relative:line" type="#_x0000_t75">
            <v:imagedata r:id="rId3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1"/>
        </w:rPr>
        <w:t>        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CPRS_Dev1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33" w:lineRule="exact"/>
        <w:ind w:left="616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Silver1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36" w:lineRule="exact"/>
        <w:ind w:left="616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Ordering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58" w:lineRule="exact"/>
        <w:ind w:right="-64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width:8pt;height:8pt;mso-position-horizontal-relative:char;mso-position-vertical-relative:line" type="#_x0000_t75">
            <v:imagedata r:id="rId3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1"/>
        </w:rPr>
        <w:t>        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CPRS_Dev1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33" w:lineRule="exact"/>
        <w:ind w:left="616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Gold1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/>
        <w:br w:type="column"/>
      </w:r>
      <w:r>
        <w:rPr>
          <w:sz w:val="22"/>
          <w:szCs w:val="22"/>
        </w:rPr>
      </w:r>
    </w:p>
    <w:p>
      <w:pPr>
        <w:spacing w:before="0" w:after="0" w:line="183" w:lineRule="exact"/>
        <w:ind w:right="-20"/>
        <w:jc w:val="left"/>
        <w:tabs>
          <w:tab w:pos="1180" w:val="left"/>
          <w:tab w:pos="22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Silver1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4"/>
        </w:rPr>
        <w:t>Unassigned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   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-20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3" w:lineRule="exact"/>
        <w:ind w:right="-20"/>
        <w:jc w:val="left"/>
        <w:tabs>
          <w:tab w:pos="1180" w:val="left"/>
          <w:tab w:pos="22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Gold1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4"/>
        </w:rPr>
        <w:t>Unassigned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   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-20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            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            </w:t>
      </w:r>
    </w:p>
    <w:p>
      <w:pPr>
        <w:spacing w:before="8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250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Ordering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87495pt;margin-top:.794823pt;width:540.250097pt;height:.500111pt;mso-position-horizontal-relative:page;mso-position-vertical-relative:paragraph;z-index:-2036" coordorigin="717,16" coordsize="10805,10">
            <v:group style="position:absolute;left:720;top:18;width:10800;height:2" coordorigin="720,18" coordsize="10800,2">
              <v:shape style="position:absolute;left:720;top:18;width:10800;height:2" coordorigin="720,18" coordsize="10800,0" path="m720,18l11520,18e" filled="f" stroked="t" strokeweight=".250098pt" strokecolor="#DFDFDF">
                <v:path arrowok="t"/>
              </v:shape>
            </v:group>
            <v:group style="position:absolute;left:720;top:23;width:10800;height:2" coordorigin="720,23" coordsize="10800,2">
              <v:shape style="position:absolute;left:720;top:23;width:10800;height:2" coordorigin="720,23" coordsize="10800,0" path="m720,23l11520,23e" filled="f" stroked="t" strokeweight=".25pt" strokecolor="#DFDFD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250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Ordering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35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7.944958pt;width:539.999999pt;height:.1pt;mso-position-horizontal-relative:page;mso-position-vertical-relative:paragraph;z-index:-2035" coordorigin="720,159" coordsize="10800,2">
            <v:shape style="position:absolute;left:720;top:159;width:10800;height:2" coordorigin="720,159" coordsize="10800,0" path="m720,159l11520,159e" filled="f" stroked="t" strokeweight=".5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-31" w:right="58"/>
        <w:jc w:val="center"/>
        <w:tabs>
          <w:tab w:pos="82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width:7.2pt;height:7.2pt;mso-position-horizontal-relative:char;mso-position-vertical-relative:line" type="#_x0000_t75">
            <v:imagedata r:id="rId3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Passed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  <w:t>Nov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  <w:t>6,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  <w:t>2015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4" w:lineRule="exact"/>
        <w:ind w:left="143" w:right="295"/>
        <w:jc w:val="center"/>
        <w:tabs>
          <w:tab w:pos="82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500pt;margin-top:4.094922pt;width:7.2pt;height:7.2pt;mso-position-horizontal-relative:page;mso-position-vertical-relative:paragraph;z-index:-2034" type="#_x0000_t75">
            <v:imagedata r:id="rId34" o:title=""/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Passed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Feb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10,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8" w:lineRule="exact"/>
        <w:ind w:left="864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2016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20"/>
          <w:cols w:num="6" w:equalWidth="0">
            <w:col w:w="783" w:space="637"/>
            <w:col w:w="2037" w:space="199"/>
            <w:col w:w="3196" w:space="152"/>
            <w:col w:w="934" w:space="146"/>
            <w:col w:w="1081" w:space="215"/>
            <w:col w:w="1620"/>
          </w:cols>
        </w:sectPr>
      </w:pPr>
      <w:rPr/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5pt;width:541.000001pt;height:15.0pt;mso-position-horizontal-relative:page;mso-position-vertical-relative:paragraph;z-index:-2033" coordorigin="710,454" coordsize="10820,300">
            <v:group style="position:absolute;left:725;top:494;width:490;height:220" coordorigin="725,494" coordsize="490,220">
              <v:shape style="position:absolute;left:725;top:494;width:490;height:220" coordorigin="725,494" coordsize="490,220" path="m725,494l1215,494,1215,714,725,714,725,494e" filled="t" fillcolor="#E6E6E6" stroked="f">
                <v:path arrowok="t"/>
                <v:fill/>
              </v:shape>
            </v:group>
            <v:group style="position:absolute;left:717;top:461;width:503;height:2" coordorigin="717,461" coordsize="503,2">
              <v:shape style="position:absolute;left:717;top:461;width:503;height:2" coordorigin="717,461" coordsize="503,0" path="m718,461l1222,461e" filled="f" stroked="t" strokeweight=".666667pt" strokecolor="#E6E6E6">
                <v:path arrowok="t"/>
              </v:shape>
            </v:group>
            <v:group style="position:absolute;left:723;top:487;width:493;height:2" coordorigin="723,487" coordsize="493,2">
              <v:shape style="position:absolute;left:723;top:487;width:493;height:2" coordorigin="723,487" coordsize="493,0" path="m732,487l1225,487e" filled="f" stroked="t" strokeweight=".666667pt" strokecolor="#E6E6E6">
                <v:path arrowok="t"/>
              </v:shape>
            </v:group>
            <v:group style="position:absolute;left:723;top:721;width:493;height:2" coordorigin="723,721" coordsize="493,2">
              <v:shape style="position:absolute;left:723;top:721;width:493;height:2" coordorigin="723,721" coordsize="493,0" path="m727,721l12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225;top:494;width:7890;height:220" coordorigin="1225,494" coordsize="7890,220">
              <v:shape style="position:absolute;left:1225;top:494;width:7890;height:220" coordorigin="1225,494" coordsize="7890,220" path="m1225,494l9115,494,9115,714,1225,714,1225,494e" filled="t" fillcolor="#E6E6E6" stroked="f">
                <v:path arrowok="t"/>
                <v:fill/>
              </v:shape>
            </v:group>
            <v:group style="position:absolute;left:1220;top:461;width:7900;height:2" coordorigin="1220,461" coordsize="7900,2">
              <v:shape style="position:absolute;left:1220;top:461;width:7900;height:2" coordorigin="1220,461" coordsize="7900,0" path="m1220,461l9120,461e" filled="f" stroked="t" strokeweight=".666667pt" strokecolor="#E6E6E6">
                <v:path arrowok="t"/>
              </v:shape>
            </v:group>
            <v:group style="position:absolute;left:1223;top:487;width:7893;height:2" coordorigin="1223,487" coordsize="7893,2">
              <v:shape style="position:absolute;left:1223;top:487;width:7893;height:2" coordorigin="1223,487" coordsize="7893,0" path="m1227,487l9120,487e" filled="f" stroked="t" strokeweight=".666667pt" strokecolor="#E6E6E6">
                <v:path arrowok="t"/>
              </v:shape>
            </v:group>
            <v:group style="position:absolute;left:1223;top:721;width:7893;height:2" coordorigin="1223,721" coordsize="7893,2">
              <v:shape style="position:absolute;left:1223;top:721;width:7893;height:2" coordorigin="1223,721" coordsize="7893,0" path="m1227,721l9120,721e" filled="f" stroked="t" strokeweight=".666667pt" strokecolor="#E6E6E6">
                <v:path arrowok="t"/>
              </v:shape>
            </v:group>
            <v:group style="position:absolute;left:9125;top:494;width:2390;height:220" coordorigin="9125,494" coordsize="2390,220">
              <v:shape style="position:absolute;left:9125;top:494;width:2390;height:220" coordorigin="9125,494" coordsize="2390,220" path="m9125,494l11515,494,11515,714,9125,714,9125,494e" filled="t" fillcolor="#E6E6E6" stroked="f">
                <v:path arrowok="t"/>
                <v:fill/>
              </v:shape>
            </v:group>
            <v:group style="position:absolute;left:9120;top:461;width:2403;height:2" coordorigin="9120,461" coordsize="2403,2">
              <v:shape style="position:absolute;left:9120;top:461;width:2403;height:2" coordorigin="9120,461" coordsize="2403,0" path="m9120,461l11523,461e" filled="f" stroked="t" strokeweight=".666667pt" strokecolor="#E6E6E6">
                <v:path arrowok="t"/>
              </v:shape>
            </v:group>
            <v:group style="position:absolute;left:9123;top:487;width:2393;height:2" coordorigin="9123,487" coordsize="2393,2">
              <v:shape style="position:absolute;left:9123;top:487;width:2393;height:2" coordorigin="9123,487" coordsize="2393,0" path="m9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9123;top:721;width:2393;height:2" coordorigin="9123,721" coordsize="2393,2">
              <v:shape style="position:absolute;left:9123;top:721;width:2393;height:2" coordorigin="9123,721" coordsize="2393,0" path="m9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97pt;width:541.000001pt;height:14.999988pt;mso-position-horizontal-relative:page;mso-position-vertical-relative:paragraph;z-index:-2032" coordorigin="710,454" coordsize="10820,300">
            <v:group style="position:absolute;left:725;top:494;width:5390;height:220" coordorigin="725,494" coordsize="5390,220">
              <v:shape style="position:absolute;left:725;top:494;width:5390;height:220" coordorigin="725,494" coordsize="5390,220" path="m725,494l6115,494,6115,714,725,714,725,494e" filled="t" fillcolor="#E6E6E6" stroked="f">
                <v:path arrowok="t"/>
                <v:fill/>
              </v:shape>
            </v:group>
            <v:group style="position:absolute;left:717;top:461;width:5403;height:2" coordorigin="717,461" coordsize="5403,2">
              <v:shape style="position:absolute;left:717;top:461;width:5403;height:2" coordorigin="717,461" coordsize="5403,0" path="m718,461l6122,461e" filled="f" stroked="t" strokeweight=".666667pt" strokecolor="#E6E6E6">
                <v:path arrowok="t"/>
              </v:shape>
            </v:group>
            <v:group style="position:absolute;left:723;top:487;width:5393;height:2" coordorigin="723,487" coordsize="5393,2">
              <v:shape style="position:absolute;left:723;top:487;width:5393;height:2" coordorigin="723,487" coordsize="5393,0" path="m732,487l6125,487e" filled="f" stroked="t" strokeweight=".666667pt" strokecolor="#E6E6E6">
                <v:path arrowok="t"/>
              </v:shape>
            </v:group>
            <v:group style="position:absolute;left:723;top:721;width:5393;height:2" coordorigin="723,721" coordsize="5393,2">
              <v:shape style="position:absolute;left:723;top:721;width:5393;height:2" coordorigin="723,721" coordsize="5393,0" path="m727,721l61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6125;top:494;width:5390;height:220" coordorigin="6125,494" coordsize="5390,220">
              <v:shape style="position:absolute;left:6125;top:494;width:5390;height:220" coordorigin="6125,494" coordsize="5390,220" path="m6125,494l11515,494,11515,714,6125,714,6125,494e" filled="t" fillcolor="#E6E6E6" stroked="f">
                <v:path arrowok="t"/>
                <v:fill/>
              </v:shape>
            </v:group>
            <v:group style="position:absolute;left:6120;top:461;width:5403;height:2" coordorigin="6120,461" coordsize="5403,2">
              <v:shape style="position:absolute;left:6120;top:461;width:5403;height:2" coordorigin="6120,461" coordsize="5403,0" path="m6120,461l11523,461e" filled="f" stroked="t" strokeweight=".666667pt" strokecolor="#E6E6E6">
                <v:path arrowok="t"/>
              </v:shape>
            </v:group>
            <v:group style="position:absolute;left:6123;top:487;width:5393;height:2" coordorigin="6123,487" coordsize="5393,2">
              <v:shape style="position:absolute;left:6123;top:487;width:5393;height:2" coordorigin="6123,487" coordsize="5393,0" path="m6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6123;top:721;width:5393;height:2" coordorigin="6123,721" coordsize="5393,2">
              <v:shape style="position:absolute;left:6123;top:721;width:5393;height:2" coordorigin="6123,721" coordsize="5393,0" path="m6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2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/>
        <w:pict>
          <v:group style="position:absolute;margin-left:35.25pt;margin-top:278.656006pt;width:541.500003pt;height:13.600001pt;mso-position-horizontal-relative:page;mso-position-vertical-relative:page;z-index:-2030" coordorigin="705,5573" coordsize="10830,272">
            <v:group style="position:absolute;left:720;top:5613;width:10800;height:192" coordorigin="720,5613" coordsize="10800,192">
              <v:shape style="position:absolute;left:720;top:5613;width:10800;height:192" coordorigin="720,5613" coordsize="10800,192" path="m720,5613l11520,5613,11520,5805,720,5805,720,5613e" filled="t" fillcolor="#E6E6E6" stroked="f">
                <v:path arrowok="t"/>
                <v:fill/>
              </v:shape>
            </v:group>
            <v:group style="position:absolute;left:712;top:5580;width:10817;height:2" coordorigin="712,5580" coordsize="10817,2">
              <v:shape style="position:absolute;left:712;top:5580;width:10817;height:2" coordorigin="712,5580" coordsize="10817,0" path="m713,5580l11530,5580e" filled="f" stroked="t" strokeweight=".666667pt" strokecolor="#E6E6E6">
                <v:path arrowok="t"/>
              </v:shape>
            </v:group>
            <v:group style="position:absolute;left:718;top:5606;width:10803;height:2" coordorigin="718,5606" coordsize="10803,2">
              <v:shape style="position:absolute;left:718;top:5606;width:10803;height:2" coordorigin="718,5606" coordsize="10803,0" path="m727,5606l11530,5606e" filled="f" stroked="t" strokeweight=".666667pt" strokecolor="#E6E6E6">
                <v:path arrowok="t"/>
              </v:shape>
            </v:group>
            <v:group style="position:absolute;left:11525;top:5593;width:2;height:232" coordorigin="11525,5593" coordsize="2,232">
              <v:shape style="position:absolute;left:11525;top:5593;width:2;height:232" coordorigin="11525,5593" coordsize="0,232" path="m11525,5613l11525,5845e" filled="f" stroked="t" strokeweight=".5pt" strokecolor="#FFFFFF">
                <v:path arrowok="t"/>
              </v:shape>
            </v:group>
            <v:group style="position:absolute;left:718;top:5812;width:10803;height:2" coordorigin="718,5812" coordsize="10803,2">
              <v:shape style="position:absolute;left:718;top:5812;width:10803;height:2" coordorigin="718,5812" coordsize="10803,0" path="m727,5812l11530,5812e" filled="f" stroked="t" strokeweight=".666667pt" strokecolor="#E6E6E6">
                <v:path arrowok="t"/>
              </v:shape>
            </v:group>
            <v:group style="position:absolute;left:712;top:5838;width:10817;height:2" coordorigin="712,5838" coordsize="10817,2">
              <v:shape style="position:absolute;left:712;top:5838;width:10817;height:2" coordorigin="712,5838" coordsize="10817,0" path="m713,5838l11530,5838e" filled="f" stroked="t" strokeweight=".666667pt" strokecolor="#E6E6E6">
                <v:path arrowok="t"/>
              </v:shape>
            </v:group>
            <v:group style="position:absolute;left:715;top:5593;width:2;height:232" coordorigin="715,5593" coordsize="2,232">
              <v:shape style="position:absolute;left:715;top:5593;width:2;height:232" coordorigin="715,5593" coordsize="0,232" path="m715,5613l715,5845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25.455994pt;width:539.718009pt;height:172.738006pt;mso-position-horizontal-relative:page;mso-position-vertical-relative:page;z-index:-2029" coordorigin="723,6509" coordsize="10794,3455">
            <v:group style="position:absolute;left:728;top:6514;width:10784;height:2" coordorigin="728,6514" coordsize="10784,2">
              <v:shape style="position:absolute;left:728;top:6514;width:10784;height:2" coordorigin="728,6514" coordsize="10784,0" path="m733,6514l11517,6514e" filled="f" stroked="t" strokeweight=".5pt" strokecolor="#000000">
                <v:path arrowok="t"/>
              </v:shape>
            </v:group>
            <v:group style="position:absolute;left:11512;top:6514;width:2;height:3445" coordorigin="11512,6514" coordsize="2,3445">
              <v:shape style="position:absolute;left:11512;top:6514;width:2;height:3445" coordorigin="11512,6514" coordsize="0,3445" path="m11512,6519l11512,9964e" filled="f" stroked="t" strokeweight=".5pt" strokecolor="#000000">
                <v:path arrowok="t"/>
              </v:shape>
            </v:group>
            <v:group style="position:absolute;left:728;top:9959;width:10784;height:2" coordorigin="728,9959" coordsize="10784,2">
              <v:shape style="position:absolute;left:728;top:9959;width:10784;height:2" coordorigin="728,9959" coordsize="10784,0" path="m733,9959l11517,9959e" filled="f" stroked="t" strokeweight=".5pt" strokecolor="#000000">
                <v:path arrowok="t"/>
              </v:shape>
            </v:group>
            <v:group style="position:absolute;left:728;top:6514;width:2;height:3445" coordorigin="728,6514" coordsize="2,3445">
              <v:shape style="position:absolute;left:728;top:6514;width:2;height:3445" coordorigin="728,6514" coordsize="0,3445" path="m728,6519l728,9964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06.194pt;width:539.718009pt;height:163.13797pt;mso-position-horizontal-relative:page;mso-position-vertical-relative:page;z-index:-2028" coordorigin="723,10124" coordsize="10794,3263">
            <v:group style="position:absolute;left:728;top:10129;width:10784;height:2" coordorigin="728,10129" coordsize="10784,2">
              <v:shape style="position:absolute;left:728;top:10129;width:10784;height:2" coordorigin="728,10129" coordsize="10784,0" path="m733,10129l11517,10129e" filled="f" stroked="t" strokeweight=".5pt" strokecolor="#000000">
                <v:path arrowok="t"/>
              </v:shape>
            </v:group>
            <v:group style="position:absolute;left:11512;top:10129;width:2;height:3253" coordorigin="11512,10129" coordsize="2,3253">
              <v:shape style="position:absolute;left:11512;top:10129;width:2;height:3253" coordorigin="11512,10129" coordsize="0,3253" path="m11512,10134l11512,13387e" filled="f" stroked="t" strokeweight=".5pt" strokecolor="#000000">
                <v:path arrowok="t"/>
              </v:shape>
            </v:group>
            <v:group style="position:absolute;left:728;top:13382;width:10784;height:2" coordorigin="728,13382" coordsize="10784,2">
              <v:shape style="position:absolute;left:728;top:13382;width:10784;height:2" coordorigin="728,13382" coordsize="10784,0" path="m733,13382l11517,13382e" filled="f" stroked="t" strokeweight=".5pt" strokecolor="#000000">
                <v:path arrowok="t"/>
              </v:shape>
            </v:group>
            <v:group style="position:absolute;left:728;top:10129;width:2;height:3253" coordorigin="728,10129" coordsize="2,3253">
              <v:shape style="position:absolute;left:728;top:10129;width:2;height:3253" coordorigin="728,10129" coordsize="0,3253" path="m728,10134l728,13387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77.08197pt;width:539.718009pt;height:30.269043pt;mso-position-horizontal-relative:page;mso-position-vertical-relative:page;z-index:-2027" coordorigin="723,13542" coordsize="10794,605">
            <v:group style="position:absolute;left:728;top:13552;width:10784;height:2" coordorigin="728,13552" coordsize="10784,2">
              <v:shape style="position:absolute;left:728;top:13552;width:10784;height:2" coordorigin="728,13552" coordsize="10784,0" path="m733,13552l11517,13552e" filled="f" stroked="t" strokeweight=".5pt" strokecolor="#000000">
                <v:path arrowok="t"/>
              </v:shape>
            </v:group>
            <v:group style="position:absolute;left:11512;top:13552;width:2;height:590" coordorigin="11512,13552" coordsize="2,590">
              <v:shape style="position:absolute;left:11512;top:13552;width:2;height:590" coordorigin="11512,13552" coordsize="0,590" path="m11512,13557l11512,14147e" filled="f" stroked="t" strokeweight=".5pt" strokecolor="#000000">
                <v:path arrowok="t"/>
              </v:shape>
            </v:group>
            <v:group style="position:absolute;left:728;top:13552;width:2;height:590" coordorigin="728,13552" coordsize="2,590">
              <v:shape style="position:absolute;left:728;top:13552;width:2;height:590" coordorigin="728,13552" coordsize="0,590" path="m728,13557l728,14147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2031" type="#_x0000_t75">
            <v:imagedata r:id="rId36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81790: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LAB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Intake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011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Ordering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Medication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in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CPRS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(OR*3.0*420)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  <w:position w:val="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50" w:lineRule="auto"/>
        <w:ind w:left="100" w:right="2678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verifies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while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Prerequisite: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Alpha.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Serum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privileges.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773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940"/>
          <w:footerReference w:type="default" r:id="rId35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125.619003pt;mso-position-horizontal-relative:page;mso-position-vertical-relative:page;z-index:-2026" coordorigin="723,1435" coordsize="10794,2512">
            <v:group style="position:absolute;left:11512;top:1440;width:2;height:2502" coordorigin="11512,1440" coordsize="2,2502">
              <v:shape style="position:absolute;left:11512;top:1440;width:2;height:2502" coordorigin="11512,1440" coordsize="0,2502" path="m11512,1440l11512,3942e" filled="f" stroked="t" strokeweight=".5pt" strokecolor="#000000">
                <v:path arrowok="t"/>
              </v:shape>
            </v:group>
            <v:group style="position:absolute;left:728;top:3942;width:10784;height:2" coordorigin="728,3942" coordsize="10784,2">
              <v:shape style="position:absolute;left:728;top:3942;width:10784;height:2" coordorigin="728,3942" coordsize="10784,0" path="m733,3942l11517,3942e" filled="f" stroked="t" strokeweight=".5pt" strokecolor="#000000">
                <v:path arrowok="t"/>
              </v:shape>
            </v:group>
            <v:group style="position:absolute;left:728;top:1440;width:2;height:2502" coordorigin="728,1440" coordsize="2,2502">
              <v:shape style="position:absolute;left:728;top:1440;width:2;height:2502" coordorigin="728,1440" coordsize="0,2502" path="m728,1440l728,394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05.369003pt;width:539.718009pt;height:163.137986pt;mso-position-horizontal-relative:page;mso-position-vertical-relative:page;z-index:-2025" coordorigin="723,4107" coordsize="10794,3263">
            <v:group style="position:absolute;left:728;top:4112;width:10784;height:2" coordorigin="728,4112" coordsize="10784,2">
              <v:shape style="position:absolute;left:728;top:4112;width:10784;height:2" coordorigin="728,4112" coordsize="10784,0" path="m733,4112l11517,4112e" filled="f" stroked="t" strokeweight=".5pt" strokecolor="#000000">
                <v:path arrowok="t"/>
              </v:shape>
            </v:group>
            <v:group style="position:absolute;left:11512;top:4112;width:2;height:3253" coordorigin="11512,4112" coordsize="2,3253">
              <v:shape style="position:absolute;left:11512;top:4112;width:2;height:3253" coordorigin="11512,4112" coordsize="0,3253" path="m11512,4117l11512,7370e" filled="f" stroked="t" strokeweight=".5pt" strokecolor="#000000">
                <v:path arrowok="t"/>
              </v:shape>
            </v:group>
            <v:group style="position:absolute;left:728;top:7365;width:10784;height:2" coordorigin="728,7365" coordsize="10784,2">
              <v:shape style="position:absolute;left:728;top:7365;width:10784;height:2" coordorigin="728,7365" coordsize="10784,0" path="m733,7365l11517,7365e" filled="f" stroked="t" strokeweight=".5pt" strokecolor="#000000">
                <v:path arrowok="t"/>
              </v:shape>
            </v:group>
            <v:group style="position:absolute;left:728;top:4112;width:2;height:3253" coordorigin="728,4112" coordsize="2,3253">
              <v:shape style="position:absolute;left:728;top:4112;width:2;height:3253" coordorigin="728,4112" coordsize="0,3253" path="m728,4117l728,737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76.506989pt;width:539.718009pt;height:163.138pt;mso-position-horizontal-relative:page;mso-position-vertical-relative:page;z-index:-2024" coordorigin="723,7530" coordsize="10794,3263">
            <v:group style="position:absolute;left:728;top:7535;width:10784;height:2" coordorigin="728,7535" coordsize="10784,2">
              <v:shape style="position:absolute;left:728;top:7535;width:10784;height:2" coordorigin="728,7535" coordsize="10784,0" path="m733,7535l11517,7535e" filled="f" stroked="t" strokeweight=".5pt" strokecolor="#000000">
                <v:path arrowok="t"/>
              </v:shape>
            </v:group>
            <v:group style="position:absolute;left:11512;top:7535;width:2;height:3253" coordorigin="11512,7535" coordsize="2,3253">
              <v:shape style="position:absolute;left:11512;top:7535;width:2;height:3253" coordorigin="11512,7535" coordsize="0,3253" path="m11512,7540l11512,10793e" filled="f" stroked="t" strokeweight=".5pt" strokecolor="#000000">
                <v:path arrowok="t"/>
              </v:shape>
            </v:group>
            <v:group style="position:absolute;left:728;top:10788;width:10784;height:2" coordorigin="728,10788" coordsize="10784,2">
              <v:shape style="position:absolute;left:728;top:10788;width:10784;height:2" coordorigin="728,10788" coordsize="10784,0" path="m733,10788l11517,10788e" filled="f" stroked="t" strokeweight=".5pt" strokecolor="#000000">
                <v:path arrowok="t"/>
              </v:shape>
            </v:group>
            <v:group style="position:absolute;left:728;top:7535;width:2;height:3253" coordorigin="728,7535" coordsize="2,3253">
              <v:shape style="position:absolute;left:728;top:7535;width:2;height:3253" coordorigin="728,7535" coordsize="0,3253" path="m728,7540l728,1079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47.644958pt;width:539.718009pt;height:163.138031pt;mso-position-horizontal-relative:page;mso-position-vertical-relative:page;z-index:-2023" coordorigin="723,10953" coordsize="10794,3263">
            <v:group style="position:absolute;left:728;top:10958;width:10784;height:2" coordorigin="728,10958" coordsize="10784,2">
              <v:shape style="position:absolute;left:728;top:10958;width:10784;height:2" coordorigin="728,10958" coordsize="10784,0" path="m733,10958l11517,10958e" filled="f" stroked="t" strokeweight=".5pt" strokecolor="#000000">
                <v:path arrowok="t"/>
              </v:shape>
            </v:group>
            <v:group style="position:absolute;left:11512;top:10958;width:2;height:3253" coordorigin="11512,10958" coordsize="2,3253">
              <v:shape style="position:absolute;left:11512;top:10958;width:2;height:3253" coordorigin="11512,10958" coordsize="0,3253" path="m11512,10963l11512,14216e" filled="f" stroked="t" strokeweight=".5pt" strokecolor="#000000">
                <v:path arrowok="t"/>
              </v:shape>
            </v:group>
            <v:group style="position:absolute;left:728;top:14211;width:10784;height:2" coordorigin="728,14211" coordsize="10784,2">
              <v:shape style="position:absolute;left:728;top:14211;width:10784;height:2" coordorigin="728,14211" coordsize="10784,0" path="m733,14211l11517,14211e" filled="f" stroked="t" strokeweight=".5pt" strokecolor="#000000">
                <v:path arrowok="t"/>
              </v:shape>
            </v:group>
            <v:group style="position:absolute;left:728;top:10958;width:2;height:3253" coordorigin="728,10958" coordsize="2,3253">
              <v:shape style="position:absolute;left:728;top:10958;width:2;height:3253" coordorigin="728,10958" coordsize="0,3253" path="m728,10963l728,14216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room/bed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assigned.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68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cover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sheet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09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Current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5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METFORMIN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186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populated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67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99pt;margin-top:72pt;width:539.718009pt;height:163.138pt;mso-position-horizontal-relative:page;mso-position-vertical-relative:page;z-index:-2022" coordorigin="723,1440" coordsize="10794,3263">
            <v:group style="position:absolute;left:728;top:1445;width:10784;height:2" coordorigin="728,1445" coordsize="10784,2">
              <v:shape style="position:absolute;left:728;top:1445;width:10784;height:2" coordorigin="728,1445" coordsize="10784,0" path="m733,1445l11517,1445e" filled="f" stroked="t" strokeweight=".5pt" strokecolor="#000000">
                <v:path arrowok="t"/>
              </v:shape>
            </v:group>
            <v:group style="position:absolute;left:11512;top:1445;width:2;height:3253" coordorigin="11512,1445" coordsize="2,3253">
              <v:shape style="position:absolute;left:11512;top:1445;width:2;height:3253" coordorigin="11512,1445" coordsize="0,3253" path="m11512,1450l11512,4703e" filled="f" stroked="t" strokeweight=".5pt" strokecolor="#000000">
                <v:path arrowok="t"/>
              </v:shape>
            </v:group>
            <v:group style="position:absolute;left:728;top:4698;width:10784;height:2" coordorigin="728,4698" coordsize="10784,2">
              <v:shape style="position:absolute;left:728;top:4698;width:10784;height:2" coordorigin="728,4698" coordsize="10784,0" path="m733,4698l11517,4698e" filled="f" stroked="t" strokeweight=".5pt" strokecolor="#000000">
                <v:path arrowok="t"/>
              </v:shape>
            </v:group>
            <v:group style="position:absolute;left:728;top:1445;width:2;height:3253" coordorigin="728,1445" coordsize="2,3253">
              <v:shape style="position:absolute;left:728;top:1445;width:2;height:3253" coordorigin="728,1445" coordsize="0,3253" path="m728,1450l728,470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43.138pt;width:539.718009pt;height:163.138001pt;mso-position-horizontal-relative:page;mso-position-vertical-relative:page;z-index:-2021" coordorigin="723,4863" coordsize="10794,3263">
            <v:group style="position:absolute;left:728;top:4868;width:10784;height:2" coordorigin="728,4868" coordsize="10784,2">
              <v:shape style="position:absolute;left:728;top:4868;width:10784;height:2" coordorigin="728,4868" coordsize="10784,0" path="m733,4868l11517,4868e" filled="f" stroked="t" strokeweight=".5pt" strokecolor="#000000">
                <v:path arrowok="t"/>
              </v:shape>
            </v:group>
            <v:group style="position:absolute;left:11512;top:4868;width:2;height:3253" coordorigin="11512,4868" coordsize="2,3253">
              <v:shape style="position:absolute;left:11512;top:4868;width:2;height:3253" coordorigin="11512,4868" coordsize="0,3253" path="m11512,4873l11512,8126e" filled="f" stroked="t" strokeweight=".5pt" strokecolor="#000000">
                <v:path arrowok="t"/>
              </v:shape>
            </v:group>
            <v:group style="position:absolute;left:728;top:8121;width:10784;height:2" coordorigin="728,8121" coordsize="10784,2">
              <v:shape style="position:absolute;left:728;top:8121;width:10784;height:2" coordorigin="728,8121" coordsize="10784,0" path="m733,8121l11517,8121e" filled="f" stroked="t" strokeweight=".5pt" strokecolor="#000000">
                <v:path arrowok="t"/>
              </v:shape>
            </v:group>
            <v:group style="position:absolute;left:728;top:4868;width:2;height:3253" coordorigin="728,4868" coordsize="2,3253">
              <v:shape style="position:absolute;left:728;top:4868;width:2;height:3253" coordorigin="728,4868" coordsize="0,3253" path="m728,4873l728,812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14.276001pt;width:539.718009pt;height:163.138pt;mso-position-horizontal-relative:page;mso-position-vertical-relative:page;z-index:-2020" coordorigin="723,8286" coordsize="10794,3263">
            <v:group style="position:absolute;left:728;top:8291;width:10784;height:2" coordorigin="728,8291" coordsize="10784,2">
              <v:shape style="position:absolute;left:728;top:8291;width:10784;height:2" coordorigin="728,8291" coordsize="10784,0" path="m733,8291l11517,8291e" filled="f" stroked="t" strokeweight=".5pt" strokecolor="#000000">
                <v:path arrowok="t"/>
              </v:shape>
            </v:group>
            <v:group style="position:absolute;left:11512;top:8291;width:2;height:3253" coordorigin="11512,8291" coordsize="2,3253">
              <v:shape style="position:absolute;left:11512;top:8291;width:2;height:3253" coordorigin="11512,8291" coordsize="0,3253" path="m11512,8296l11512,11548e" filled="f" stroked="t" strokeweight=".5pt" strokecolor="#000000">
                <v:path arrowok="t"/>
              </v:shape>
            </v:group>
            <v:group style="position:absolute;left:728;top:11543;width:10784;height:2" coordorigin="728,11543" coordsize="10784,2">
              <v:shape style="position:absolute;left:728;top:11543;width:10784;height:2" coordorigin="728,11543" coordsize="10784,0" path="m733,11543l11517,11543e" filled="f" stroked="t" strokeweight=".5pt" strokecolor="#000000">
                <v:path arrowok="t"/>
              </v:shape>
            </v:group>
            <v:group style="position:absolute;left:728;top:8291;width:2;height:3253" coordorigin="728,8291" coordsize="2,3253">
              <v:shape style="position:absolute;left:728;top:8291;width:2;height:3253" coordorigin="728,8291" coordsize="0,3253" path="m728,8296l728,1154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85.164001pt;width:539.718009pt;height:114.268982pt;mso-position-horizontal-relative:page;mso-position-vertical-relative:page;z-index:-2019" coordorigin="723,11703" coordsize="10794,2285">
            <v:group style="position:absolute;left:728;top:11713;width:10784;height:2" coordorigin="728,11713" coordsize="10784,2">
              <v:shape style="position:absolute;left:728;top:11713;width:10784;height:2" coordorigin="728,11713" coordsize="10784,0" path="m733,11713l11517,11713e" filled="f" stroked="t" strokeweight=".5pt" strokecolor="#000000">
                <v:path arrowok="t"/>
              </v:shape>
            </v:group>
            <v:group style="position:absolute;left:11512;top:11713;width:2;height:2270" coordorigin="11512,11713" coordsize="2,2270">
              <v:shape style="position:absolute;left:11512;top:11713;width:2;height:2270" coordorigin="11512,11713" coordsize="0,2270" path="m11512,11718l11512,13989e" filled="f" stroked="t" strokeweight=".5pt" strokecolor="#000000">
                <v:path arrowok="t"/>
              </v:shape>
            </v:group>
            <v:group style="position:absolute;left:728;top:11713;width:2;height:2270" coordorigin="728,11713" coordsize="2,2270">
              <v:shape style="position:absolute;left:728;top:11713;width:2;height:2270" coordorigin="728,11713" coordsize="0,2270" path="m728,11718l728,13989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53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drop-down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42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replaced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National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Standard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dispense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National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Standard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33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National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Standard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509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order?"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details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8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41.618999pt;mso-position-horizontal-relative:page;mso-position-vertical-relative:page;z-index:-2018" coordorigin="723,1435" coordsize="10794,832">
            <v:group style="position:absolute;left:11512;top:1440;width:2;height:822" coordorigin="11512,1440" coordsize="2,822">
              <v:shape style="position:absolute;left:11512;top:1440;width:2;height:822" coordorigin="11512,1440" coordsize="0,822" path="m11512,1440l11512,2262e" filled="f" stroked="t" strokeweight=".5pt" strokecolor="#000000">
                <v:path arrowok="t"/>
              </v:shape>
            </v:group>
            <v:group style="position:absolute;left:728;top:2262;width:10784;height:2" coordorigin="728,2262" coordsize="10784,2">
              <v:shape style="position:absolute;left:728;top:2262;width:10784;height:2" coordorigin="728,2262" coordsize="10784,0" path="m733,2262l11517,2262e" filled="f" stroked="t" strokeweight=".5pt" strokecolor="#000000">
                <v:path arrowok="t"/>
              </v:shape>
            </v:group>
            <v:group style="position:absolute;left:728;top:1440;width:2;height:822" coordorigin="728,1440" coordsize="2,822">
              <v:shape style="position:absolute;left:728;top:1440;width:2;height:822" coordorigin="728,1440" coordsize="0,822" path="m728,1440l728,226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21.368996pt;width:539.718009pt;height:163.138005pt;mso-position-horizontal-relative:page;mso-position-vertical-relative:page;z-index:-2017" coordorigin="723,2427" coordsize="10794,3263">
            <v:group style="position:absolute;left:728;top:2432;width:10784;height:2" coordorigin="728,2432" coordsize="10784,2">
              <v:shape style="position:absolute;left:728;top:2432;width:10784;height:2" coordorigin="728,2432" coordsize="10784,0" path="m733,2432l11517,2432e" filled="f" stroked="t" strokeweight=".5pt" strokecolor="#000000">
                <v:path arrowok="t"/>
              </v:shape>
            </v:group>
            <v:group style="position:absolute;left:11512;top:2432;width:2;height:3253" coordorigin="11512,2432" coordsize="2,3253">
              <v:shape style="position:absolute;left:11512;top:2432;width:2;height:3253" coordorigin="11512,2432" coordsize="0,3253" path="m11512,2437l11512,5690e" filled="f" stroked="t" strokeweight=".5pt" strokecolor="#000000">
                <v:path arrowok="t"/>
              </v:shape>
            </v:group>
            <v:group style="position:absolute;left:728;top:5685;width:10784;height:2" coordorigin="728,5685" coordsize="10784,2">
              <v:shape style="position:absolute;left:728;top:5685;width:10784;height:2" coordorigin="728,5685" coordsize="10784,0" path="m733,5685l11517,5685e" filled="f" stroked="t" strokeweight=".5pt" strokecolor="#000000">
                <v:path arrowok="t"/>
              </v:shape>
            </v:group>
            <v:group style="position:absolute;left:728;top:2432;width:2;height:3253" coordorigin="728,2432" coordsize="2,3253">
              <v:shape style="position:absolute;left:728;top:2432;width:2;height:3253" coordorigin="728,2432" coordsize="0,3253" path="m728,2437l728,569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92.507019pt;width:539.718009pt;height:163.137985pt;mso-position-horizontal-relative:page;mso-position-vertical-relative:page;z-index:-2016" coordorigin="723,5850" coordsize="10794,3263">
            <v:group style="position:absolute;left:728;top:5855;width:10784;height:2" coordorigin="728,5855" coordsize="10784,2">
              <v:shape style="position:absolute;left:728;top:5855;width:10784;height:2" coordorigin="728,5855" coordsize="10784,0" path="m733,5855l11517,5855e" filled="f" stroked="t" strokeweight=".5pt" strokecolor="#000000">
                <v:path arrowok="t"/>
              </v:shape>
            </v:group>
            <v:group style="position:absolute;left:11512;top:5855;width:2;height:3253" coordorigin="11512,5855" coordsize="2,3253">
              <v:shape style="position:absolute;left:11512;top:5855;width:2;height:3253" coordorigin="11512,5855" coordsize="0,3253" path="m11512,5860l11512,9113e" filled="f" stroked="t" strokeweight=".5pt" strokecolor="#000000">
                <v:path arrowok="t"/>
              </v:shape>
            </v:group>
            <v:group style="position:absolute;left:728;top:9108;width:10784;height:2" coordorigin="728,9108" coordsize="10784,2">
              <v:shape style="position:absolute;left:728;top:9108;width:10784;height:2" coordorigin="728,9108" coordsize="10784,0" path="m733,9108l11517,9108e" filled="f" stroked="t" strokeweight=".5pt" strokecolor="#000000">
                <v:path arrowok="t"/>
              </v:shape>
            </v:group>
            <v:group style="position:absolute;left:728;top:5855;width:2;height:3253" coordorigin="728,5855" coordsize="2,3253">
              <v:shape style="position:absolute;left:728;top:5855;width:2;height:3253" coordorigin="728,5855" coordsize="0,3253" path="m728,5860l728,911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63.644989pt;width:539.718009pt;height:163.138031pt;mso-position-horizontal-relative:page;mso-position-vertical-relative:page;z-index:-2015" coordorigin="723,9273" coordsize="10794,3263">
            <v:group style="position:absolute;left:728;top:9278;width:10784;height:2" coordorigin="728,9278" coordsize="10784,2">
              <v:shape style="position:absolute;left:728;top:9278;width:10784;height:2" coordorigin="728,9278" coordsize="10784,0" path="m733,9278l11517,9278e" filled="f" stroked="t" strokeweight=".5pt" strokecolor="#000000">
                <v:path arrowok="t"/>
              </v:shape>
            </v:group>
            <v:group style="position:absolute;left:11512;top:9278;width:2;height:3253" coordorigin="11512,9278" coordsize="2,3253">
              <v:shape style="position:absolute;left:11512;top:9278;width:2;height:3253" coordorigin="11512,9278" coordsize="0,3253" path="m11512,9283l11512,12536e" filled="f" stroked="t" strokeweight=".5pt" strokecolor="#000000">
                <v:path arrowok="t"/>
              </v:shape>
            </v:group>
            <v:group style="position:absolute;left:728;top:12531;width:10784;height:2" coordorigin="728,12531" coordsize="10784,2">
              <v:shape style="position:absolute;left:728;top:12531;width:10784;height:2" coordorigin="728,12531" coordsize="10784,0" path="m733,12531l11517,12531e" filled="f" stroked="t" strokeweight=".5pt" strokecolor="#000000">
                <v:path arrowok="t"/>
              </v:shape>
            </v:group>
            <v:group style="position:absolute;left:728;top:9278;width:2;height:3253" coordorigin="728,9278" coordsize="2,3253">
              <v:shape style="position:absolute;left:728;top:9278;width:2;height:3253" coordorigin="728,9278" coordsize="0,3253" path="m728,9283l728,1253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34.53302pt;width:539.718009pt;height:61.468994pt;mso-position-horizontal-relative:page;mso-position-vertical-relative:page;z-index:-2014" coordorigin="723,12691" coordsize="10794,1229">
            <v:group style="position:absolute;left:728;top:12701;width:10784;height:2" coordorigin="728,12701" coordsize="10784,2">
              <v:shape style="position:absolute;left:728;top:12701;width:10784;height:2" coordorigin="728,12701" coordsize="10784,0" path="m733,12701l11517,12701e" filled="f" stroked="t" strokeweight=".5pt" strokecolor="#000000">
                <v:path arrowok="t"/>
              </v:shape>
            </v:group>
            <v:group style="position:absolute;left:11512;top:12701;width:2;height:1214" coordorigin="11512,12701" coordsize="2,1214">
              <v:shape style="position:absolute;left:11512;top:12701;width:2;height:1214" coordorigin="11512,12701" coordsize="0,1214" path="m11512,12706l11512,13920e" filled="f" stroked="t" strokeweight=".5pt" strokecolor="#000000">
                <v:path arrowok="t"/>
              </v:shape>
            </v:group>
            <v:group style="position:absolute;left:728;top:12701;width:2;height:1214" coordorigin="728,12701" coordsize="2,1214">
              <v:shape style="position:absolute;left:728;top:12701;width:2;height:1214" coordorigin="728,12701" coordsize="0,1214" path="m728,12706l728,13920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"No"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25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39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METFORMIN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250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populated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range.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94.418999pt;mso-position-horizontal-relative:page;mso-position-vertical-relative:page;z-index:-2013" coordorigin="723,1435" coordsize="10794,1888">
            <v:group style="position:absolute;left:11512;top:1440;width:2;height:1878" coordorigin="11512,1440" coordsize="2,1878">
              <v:shape style="position:absolute;left:11512;top:1440;width:2;height:1878" coordorigin="11512,1440" coordsize="0,1878" path="m11512,1440l11512,3318e" filled="f" stroked="t" strokeweight=".5pt" strokecolor="#000000">
                <v:path arrowok="t"/>
              </v:shape>
            </v:group>
            <v:group style="position:absolute;left:728;top:3318;width:10784;height:2" coordorigin="728,3318" coordsize="10784,2">
              <v:shape style="position:absolute;left:728;top:3318;width:10784;height:2" coordorigin="728,3318" coordsize="10784,0" path="m733,3318l11517,3318e" filled="f" stroked="t" strokeweight=".5pt" strokecolor="#000000">
                <v:path arrowok="t"/>
              </v:shape>
            </v:group>
            <v:group style="position:absolute;left:728;top:1440;width:2;height:1878" coordorigin="728,1440" coordsize="2,1878">
              <v:shape style="position:absolute;left:728;top:1440;width:2;height:1878" coordorigin="728,1440" coordsize="0,1878" path="m728,1440l728,331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74.169006pt;width:539.718009pt;height:172.738014pt;mso-position-horizontal-relative:page;mso-position-vertical-relative:page;z-index:-2012" coordorigin="723,3483" coordsize="10794,3455">
            <v:group style="position:absolute;left:728;top:3488;width:10784;height:2" coordorigin="728,3488" coordsize="10784,2">
              <v:shape style="position:absolute;left:728;top:3488;width:10784;height:2" coordorigin="728,3488" coordsize="10784,0" path="m733,3488l11517,3488e" filled="f" stroked="t" strokeweight=".5pt" strokecolor="#000000">
                <v:path arrowok="t"/>
              </v:shape>
            </v:group>
            <v:group style="position:absolute;left:11512;top:3488;width:2;height:3445" coordorigin="11512,3488" coordsize="2,3445">
              <v:shape style="position:absolute;left:11512;top:3488;width:2;height:3445" coordorigin="11512,3488" coordsize="0,3445" path="m11512,3493l11512,6938e" filled="f" stroked="t" strokeweight=".5pt" strokecolor="#000000">
                <v:path arrowok="t"/>
              </v:shape>
            </v:group>
            <v:group style="position:absolute;left:728;top:6933;width:10784;height:2" coordorigin="728,6933" coordsize="10784,2">
              <v:shape style="position:absolute;left:728;top:6933;width:10784;height:2" coordorigin="728,6933" coordsize="10784,0" path="m733,6933l11517,6933e" filled="f" stroked="t" strokeweight=".5pt" strokecolor="#000000">
                <v:path arrowok="t"/>
              </v:shape>
            </v:group>
            <v:group style="position:absolute;left:728;top:3488;width:2;height:3445" coordorigin="728,3488" coordsize="2,3445">
              <v:shape style="position:absolute;left:728;top:3488;width:2;height:3445" coordorigin="728,3488" coordsize="0,3445" path="m728,3493l728,693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54.907013pt;width:539.718009pt;height:163.138pt;mso-position-horizontal-relative:page;mso-position-vertical-relative:page;z-index:-2011" coordorigin="723,7098" coordsize="10794,3263">
            <v:group style="position:absolute;left:728;top:7103;width:10784;height:2" coordorigin="728,7103" coordsize="10784,2">
              <v:shape style="position:absolute;left:728;top:7103;width:10784;height:2" coordorigin="728,7103" coordsize="10784,0" path="m733,7103l11517,7103e" filled="f" stroked="t" strokeweight=".5pt" strokecolor="#000000">
                <v:path arrowok="t"/>
              </v:shape>
            </v:group>
            <v:group style="position:absolute;left:11512;top:7103;width:2;height:3253" coordorigin="11512,7103" coordsize="2,3253">
              <v:shape style="position:absolute;left:11512;top:7103;width:2;height:3253" coordorigin="11512,7103" coordsize="0,3253" path="m11512,7108l11512,10361e" filled="f" stroked="t" strokeweight=".5pt" strokecolor="#000000">
                <v:path arrowok="t"/>
              </v:shape>
            </v:group>
            <v:group style="position:absolute;left:728;top:10356;width:10784;height:2" coordorigin="728,10356" coordsize="10784,2">
              <v:shape style="position:absolute;left:728;top:10356;width:10784;height:2" coordorigin="728,10356" coordsize="10784,0" path="m733,10356l11517,10356e" filled="f" stroked="t" strokeweight=".5pt" strokecolor="#000000">
                <v:path arrowok="t"/>
              </v:shape>
            </v:group>
            <v:group style="position:absolute;left:728;top:7103;width:2;height:3253" coordorigin="728,7103" coordsize="2,3253">
              <v:shape style="position:absolute;left:728;top:7103;width:2;height:3253" coordorigin="728,7103" coordsize="0,3253" path="m728,7108l728,10361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26.044983pt;width:539.718009pt;height:153.537995pt;mso-position-horizontal-relative:page;mso-position-vertical-relative:page;z-index:-2010" coordorigin="723,10521" coordsize="10794,3071">
            <v:group style="position:absolute;left:728;top:10526;width:10784;height:2" coordorigin="728,10526" coordsize="10784,2">
              <v:shape style="position:absolute;left:728;top:10526;width:10784;height:2" coordorigin="728,10526" coordsize="10784,0" path="m733,10526l11517,10526e" filled="f" stroked="t" strokeweight=".5pt" strokecolor="#000000">
                <v:path arrowok="t"/>
              </v:shape>
            </v:group>
            <v:group style="position:absolute;left:11512;top:10526;width:2;height:3061" coordorigin="11512,10526" coordsize="2,3061">
              <v:shape style="position:absolute;left:11512;top:10526;width:2;height:3061" coordorigin="11512,10526" coordsize="0,3061" path="m11512,10531l11512,13592e" filled="f" stroked="t" strokeweight=".5pt" strokecolor="#000000">
                <v:path arrowok="t"/>
              </v:shape>
            </v:group>
            <v:group style="position:absolute;left:728;top:13587;width:10784;height:2" coordorigin="728,13587" coordsize="10784,2">
              <v:shape style="position:absolute;left:728;top:13587;width:10784;height:2" coordorigin="728,13587" coordsize="10784,0" path="m733,13587l11517,13587e" filled="f" stroked="t" strokeweight=".5pt" strokecolor="#000000">
                <v:path arrowok="t"/>
              </v:shape>
            </v:group>
            <v:group style="position:absolute;left:728;top:10526;width:2;height:3061" coordorigin="728,10526" coordsize="2,3061">
              <v:shape style="position:absolute;left:728;top:10526;width:2;height:3061" coordorigin="728,10526" coordsize="0,3061" path="m728,10531l728,13592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drop-down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06" w:right="12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removed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replaced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National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Standard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METFORMIN.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National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Standard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33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National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Standard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92.199997pt;width:540.999001pt;height:14.999988pt;mso-position-horizontal-relative:page;mso-position-vertical-relative:page;z-index:-2009" coordorigin="710,1844" coordsize="10820,300">
            <v:group style="position:absolute;left:725;top:1884;width:990;height:220" coordorigin="725,1884" coordsize="990,220">
              <v:shape style="position:absolute;left:725;top:1884;width:990;height:220" coordorigin="725,1884" coordsize="990,220" path="m725,1884l1715,1884,1715,2104,725,2104,725,1884e" filled="t" fillcolor="#E6E6E6" stroked="f">
                <v:path arrowok="t"/>
                <v:fill/>
              </v:shape>
            </v:group>
            <v:group style="position:absolute;left:717;top:1851;width:1003;height:2" coordorigin="717,1851" coordsize="1003,2">
              <v:shape style="position:absolute;left:717;top:1851;width:1003;height:2" coordorigin="717,1851" coordsize="1003,0" path="m718,1851l1722,1851e" filled="f" stroked="t" strokeweight=".666667pt" strokecolor="#E6E6E6">
                <v:path arrowok="t"/>
              </v:shape>
            </v:group>
            <v:group style="position:absolute;left:723;top:1877;width:993;height:2" coordorigin="723,1877" coordsize="993,2">
              <v:shape style="position:absolute;left:723;top:1877;width:993;height:2" coordorigin="723,1877" coordsize="993,0" path="m732,1877l1725,1877e" filled="f" stroked="t" strokeweight=".666667pt" strokecolor="#E6E6E6">
                <v:path arrowok="t"/>
              </v:shape>
            </v:group>
            <v:group style="position:absolute;left:723;top:2111;width:993;height:2" coordorigin="723,2111" coordsize="993,2">
              <v:shape style="position:absolute;left:723;top:2111;width:993;height:2" coordorigin="723,2111" coordsize="993,0" path="m727,2111l1720,2111e" filled="f" stroked="t" strokeweight=".666667pt" strokecolor="#E6E6E6">
                <v:path arrowok="t"/>
              </v:shape>
            </v:group>
            <v:group style="position:absolute;left:720;top:1864;width:2;height:260" coordorigin="720,1864" coordsize="2,260">
              <v:shape style="position:absolute;left:720;top:1864;width:2;height:260" coordorigin="720,1864" coordsize="0,260" path="m720,1884l720,2144e" filled="f" stroked="t" strokeweight=".5pt" strokecolor="#FFFFFF">
                <v:path arrowok="t"/>
              </v:shape>
            </v:group>
            <v:group style="position:absolute;left:1725;top:1884;width:2257;height:220" coordorigin="1725,1884" coordsize="2257,220">
              <v:shape style="position:absolute;left:1725;top:1884;width:2257;height:220" coordorigin="1725,1884" coordsize="2257,220" path="m1725,1884l3982,1884,3982,2104,1725,2104,1725,1884e" filled="t" fillcolor="#E6E6E6" stroked="f">
                <v:path arrowok="t"/>
                <v:fill/>
              </v:shape>
            </v:group>
            <v:group style="position:absolute;left:1720;top:1851;width:2267;height:2" coordorigin="1720,1851" coordsize="2267,2">
              <v:shape style="position:absolute;left:1720;top:1851;width:2267;height:2" coordorigin="1720,1851" coordsize="2267,0" path="m1720,1851l3987,1851e" filled="f" stroked="t" strokeweight=".666667pt" strokecolor="#E6E6E6">
                <v:path arrowok="t"/>
              </v:shape>
            </v:group>
            <v:group style="position:absolute;left:1723;top:1877;width:2260;height:2" coordorigin="1723,1877" coordsize="2260,2">
              <v:shape style="position:absolute;left:1723;top:1877;width:2260;height:2" coordorigin="1723,1877" coordsize="2260,0" path="m1727,1877l3987,1877e" filled="f" stroked="t" strokeweight=".666667pt" strokecolor="#E6E6E6">
                <v:path arrowok="t"/>
              </v:shape>
            </v:group>
            <v:group style="position:absolute;left:1723;top:2111;width:2260;height:2" coordorigin="1723,2111" coordsize="2260,2">
              <v:shape style="position:absolute;left:1723;top:2111;width:2260;height:2" coordorigin="1723,2111" coordsize="2260,0" path="m1727,2111l3987,2111e" filled="f" stroked="t" strokeweight=".666667pt" strokecolor="#E6E6E6">
                <v:path arrowok="t"/>
              </v:shape>
            </v:group>
            <v:group style="position:absolute;left:3992;top:1884;width:2990;height:220" coordorigin="3992,1884" coordsize="2990,220">
              <v:shape style="position:absolute;left:3992;top:1884;width:2990;height:220" coordorigin="3992,1884" coordsize="2990,220" path="m3992,1884l6982,1884,6982,2104,3992,2104,3992,1884e" filled="t" fillcolor="#E6E6E6" stroked="f">
                <v:path arrowok="t"/>
                <v:fill/>
              </v:shape>
            </v:group>
            <v:group style="position:absolute;left:3987;top:1851;width:3000;height:2" coordorigin="3987,1851" coordsize="3000,2">
              <v:shape style="position:absolute;left:3987;top:1851;width:3000;height:2" coordorigin="3987,1851" coordsize="3000,0" path="m3987,1851l6987,1851e" filled="f" stroked="t" strokeweight=".666667pt" strokecolor="#E6E6E6">
                <v:path arrowok="t"/>
              </v:shape>
            </v:group>
            <v:group style="position:absolute;left:3990;top:1877;width:2993;height:2" coordorigin="3990,1877" coordsize="2993,2">
              <v:shape style="position:absolute;left:3990;top:1877;width:2993;height:2" coordorigin="3990,1877" coordsize="2993,0" path="m3993,1877l6987,1877e" filled="f" stroked="t" strokeweight=".666667pt" strokecolor="#E6E6E6">
                <v:path arrowok="t"/>
              </v:shape>
            </v:group>
            <v:group style="position:absolute;left:3990;top:2111;width:2993;height:2" coordorigin="3990,2111" coordsize="2993,2">
              <v:shape style="position:absolute;left:3990;top:2111;width:2993;height:2" coordorigin="3990,2111" coordsize="2993,0" path="m3993,2111l6987,2111e" filled="f" stroked="t" strokeweight=".666667pt" strokecolor="#E6E6E6">
                <v:path arrowok="t"/>
              </v:shape>
            </v:group>
            <v:group style="position:absolute;left:6992;top:1884;width:2257;height:220" coordorigin="6992,1884" coordsize="2257,220">
              <v:shape style="position:absolute;left:6992;top:1884;width:2257;height:220" coordorigin="6992,1884" coordsize="2257,220" path="m6992,1884l9248,1884,9248,2104,6992,2104,6992,1884e" filled="t" fillcolor="#E6E6E6" stroked="f">
                <v:path arrowok="t"/>
                <v:fill/>
              </v:shape>
            </v:group>
            <v:group style="position:absolute;left:6987;top:1851;width:2267;height:2" coordorigin="6987,1851" coordsize="2267,2">
              <v:shape style="position:absolute;left:6987;top:1851;width:2267;height:2" coordorigin="6987,1851" coordsize="2267,0" path="m6987,1851l9253,1851e" filled="f" stroked="t" strokeweight=".666667pt" strokecolor="#E6E6E6">
                <v:path arrowok="t"/>
              </v:shape>
            </v:group>
            <v:group style="position:absolute;left:6990;top:1877;width:2260;height:2" coordorigin="6990,1877" coordsize="2260,2">
              <v:shape style="position:absolute;left:6990;top:1877;width:2260;height:2" coordorigin="6990,1877" coordsize="2260,0" path="m6993,1877l9253,1877e" filled="f" stroked="t" strokeweight=".666667pt" strokecolor="#E6E6E6">
                <v:path arrowok="t"/>
              </v:shape>
            </v:group>
            <v:group style="position:absolute;left:6990;top:2111;width:2260;height:2" coordorigin="6990,2111" coordsize="2260,2">
              <v:shape style="position:absolute;left:6990;top:2111;width:2260;height:2" coordorigin="6990,2111" coordsize="2260,0" path="m6993,2111l9253,2111e" filled="f" stroked="t" strokeweight=".666667pt" strokecolor="#E6E6E6">
                <v:path arrowok="t"/>
              </v:shape>
            </v:group>
            <v:group style="position:absolute;left:9258;top:1884;width:2257;height:220" coordorigin="9258,1884" coordsize="2257,220">
              <v:shape style="position:absolute;left:9258;top:1884;width:2257;height:220" coordorigin="9258,1884" coordsize="2257,220" path="m9258,1884l11515,1884,11515,2104,9258,2104,9258,1884e" filled="t" fillcolor="#E6E6E6" stroked="f">
                <v:path arrowok="t"/>
                <v:fill/>
              </v:shape>
            </v:group>
            <v:group style="position:absolute;left:9253;top:1851;width:2270;height:2" coordorigin="9253,1851" coordsize="2270,2">
              <v:shape style="position:absolute;left:9253;top:1851;width:2270;height:2" coordorigin="9253,1851" coordsize="2270,0" path="m9253,1851l11523,1851e" filled="f" stroked="t" strokeweight=".666667pt" strokecolor="#E6E6E6">
                <v:path arrowok="t"/>
              </v:shape>
            </v:group>
            <v:group style="position:absolute;left:9257;top:1877;width:2260;height:2" coordorigin="9257,1877" coordsize="2260,2">
              <v:shape style="position:absolute;left:9257;top:1877;width:2260;height:2" coordorigin="9257,1877" coordsize="2260,0" path="m9260,1877l11520,1877e" filled="f" stroked="t" strokeweight=".666667pt" strokecolor="#E6E6E6">
                <v:path arrowok="t"/>
              </v:shape>
            </v:group>
            <v:group style="position:absolute;left:11520;top:1864;width:2;height:260" coordorigin="11520,1864" coordsize="2,260">
              <v:shape style="position:absolute;left:11520;top:1864;width:2;height:260" coordorigin="11520,1864" coordsize="0,260" path="m11520,1884l11520,2144e" filled="f" stroked="t" strokeweight=".5pt" strokecolor="#FFFFFF">
                <v:path arrowok="t"/>
              </v:shape>
            </v:group>
            <v:group style="position:absolute;left:9257;top:2111;width:2260;height:2" coordorigin="9257,2111" coordsize="2260,2">
              <v:shape style="position:absolute;left:9257;top:2111;width:2260;height:2" coordorigin="9257,2111" coordsize="2260,0" path="m9260,2111l11520,2111e" filled="f" stroked="t" strokeweight=".666667pt" strokecolor="#E6E6E6">
                <v:path arrowok="t"/>
              </v:shape>
            </v:group>
            <v:group style="position:absolute;left:720;top:2137;width:10800;height:2" coordorigin="720,2137" coordsize="10800,2">
              <v:shape style="position:absolute;left:720;top:2137;width:10800;height:2" coordorigin="720,2137" coordsize="10800,0" path="m720,2137l11520,2137e" filled="f" stroked="t" strokeweight=".666703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1200" w:val="left"/>
          <w:tab w:pos="3460" w:val="left"/>
          <w:tab w:pos="6460" w:val="left"/>
          <w:tab w:pos="87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940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2007" type="#_x0000_t75">
            <v:imagedata r:id="rId38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106588: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NSR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20100311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Unit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Testing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(OR*3.0*420)_Dev1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Gold1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  <w:position w:val="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Mar w:footer="979" w:header="0" w:top="1360" w:bottom="1160" w:left="620" w:right="740"/>
          <w:footerReference w:type="default" r:id="rId37"/>
          <w:pgSz w:w="12240" w:h="15840"/>
        </w:sectPr>
      </w:pPr>
      <w:rPr/>
    </w:p>
    <w:p>
      <w:pPr>
        <w:spacing w:before="39" w:after="0" w:line="240" w:lineRule="auto"/>
        <w:ind w:left="100" w:right="-68"/>
        <w:jc w:val="left"/>
        <w:tabs>
          <w:tab w:pos="14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412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30" w:lineRule="exact"/>
        <w:ind w:left="100" w:right="-20"/>
        <w:jc w:val="left"/>
        <w:tabs>
          <w:tab w:pos="14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position w:val="3"/>
        </w:rPr>
        <w:t>Priority: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3"/>
        </w:rPr>
        <w:pict>
          <v:shape style="width:8pt;height:8pt;mso-position-horizontal-relative:char;mso-position-vertical-relative:line" type="#_x0000_t75">
            <v:imagedata r:id="rId39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3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39" w:after="0" w:line="250" w:lineRule="auto"/>
        <w:ind w:left="972" w:right="6332" w:firstLine="-972"/>
        <w:jc w:val="both"/>
        <w:tabs>
          <w:tab w:pos="960" w:val="left"/>
        </w:tabs>
        <w:rPr>
          <w:rFonts w:ascii="Arial" w:hAnsi="Arial" w:cs="Arial" w:eastAsia="Arial"/>
          <w:sz w:val="16"/>
          <w:szCs w:val="16"/>
        </w:rPr>
      </w:pPr>
      <w:rPr/>
      <w:r>
        <w:rPr/>
        <w:br w:type="column"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Owner: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both"/>
        <w:spacing w:after="0"/>
        <w:sectPr>
          <w:type w:val="continuous"/>
          <w:pgSz w:w="12240" w:h="15840"/>
          <w:pgMar w:top="1360" w:bottom="1160" w:left="620" w:right="740"/>
          <w:cols w:num="2" w:equalWidth="0">
            <w:col w:w="2729" w:space="141"/>
            <w:col w:w="8010"/>
          </w:cols>
        </w:sectPr>
      </w:pPr>
      <w:rPr/>
    </w:p>
    <w:p>
      <w:pPr>
        <w:spacing w:before="11" w:after="0" w:line="250" w:lineRule="auto"/>
        <w:ind w:left="100" w:right="7366"/>
        <w:jc w:val="left"/>
        <w:tabs>
          <w:tab w:pos="1400" w:val="left"/>
          <w:tab w:pos="28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Blocking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31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Non-Blocking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Run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On: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Result: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7.2pt;height:7.2pt;mso-position-horizontal-relative:char;mso-position-vertical-relative:line" type="#_x0000_t75">
            <v:imagedata r:id="rId40" o:title=""/>
          </v:shape>
        </w:pic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  <w:position w:val="0"/>
        </w:rPr>
        <w:t>Passed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</w:sectPr>
      </w:pPr>
      <w:rPr/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Overview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Plan: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3491: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20100311: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288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50" w:lineRule="auto"/>
        <w:ind w:left="100" w:right="-48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3008: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20100311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Iteration: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Environments: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Dev1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Gold1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Channels: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None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100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sec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Time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Spent: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-1"/>
        </w:rPr>
        <w:t>0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-1"/>
        </w:rPr>
        <w:t>sec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  <w:cols w:num="2" w:equalWidth="0">
            <w:col w:w="6322" w:space="96"/>
            <w:col w:w="4462"/>
          </w:cols>
        </w:sectPr>
      </w:pPr>
      <w:rPr/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Previous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Details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</w:sectPr>
      </w:pPr>
      <w:rPr/>
    </w:p>
    <w:p>
      <w:pPr>
        <w:spacing w:before="46" w:after="0" w:line="183" w:lineRule="exact"/>
        <w:ind w:left="306" w:right="-20"/>
        <w:jc w:val="left"/>
        <w:tabs>
          <w:tab w:pos="620" w:val="left"/>
          <w:tab w:pos="2580" w:val="left"/>
          <w:tab w:pos="3220" w:val="left"/>
          <w:tab w:pos="4740" w:val="left"/>
          <w:tab w:pos="62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Case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Test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-20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1"/>
        </w:rPr>
        <w:t>Environment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87" w:lineRule="exact"/>
        <w:ind w:left="233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5pt;margin-top:-21.505077pt;width:541.000001pt;height:18.399995pt;mso-position-horizontal-relative:page;mso-position-vertical-relative:paragraph;z-index:-2006" coordorigin="710,-430" coordsize="10820,368">
            <v:group style="position:absolute;left:725;top:-390;width:422;height:288" coordorigin="725,-390" coordsize="422,288">
              <v:shape style="position:absolute;left:725;top:-390;width:422;height:288" coordorigin="725,-390" coordsize="422,288" path="m725,-390l1147,-390,1147,-102,725,-102,725,-390e" filled="t" fillcolor="#E6E6E6" stroked="f">
                <v:path arrowok="t"/>
                <v:fill/>
              </v:shape>
            </v:group>
            <v:group style="position:absolute;left:717;top:-423;width:435;height:2" coordorigin="717,-423" coordsize="435,2">
              <v:shape style="position:absolute;left:717;top:-423;width:435;height:2" coordorigin="717,-423" coordsize="435,0" path="m718,-423l1154,-423e" filled="f" stroked="t" strokeweight=".666667pt" strokecolor="#E6E6E6">
                <v:path arrowok="t"/>
              </v:shape>
            </v:group>
            <v:group style="position:absolute;left:723;top:-397;width:425;height:2" coordorigin="723,-397" coordsize="425,2">
              <v:shape style="position:absolute;left:723;top:-397;width:425;height:2" coordorigin="723,-397" coordsize="425,0" path="m732,-397l1157,-397e" filled="f" stroked="t" strokeweight=".666667pt" strokecolor="#E6E6E6">
                <v:path arrowok="t"/>
              </v:shape>
            </v:group>
            <v:group style="position:absolute;left:723;top:-95;width:425;height:2" coordorigin="723,-95" coordsize="425,2">
              <v:shape style="position:absolute;left:723;top:-95;width:425;height:2" coordorigin="723,-95" coordsize="425,0" path="m727,-95l1152,-95e" filled="f" stroked="t" strokeweight=".666667pt" strokecolor="#E6E6E6">
                <v:path arrowok="t"/>
              </v:shape>
            </v:group>
            <v:group style="position:absolute;left:720;top:-410;width:2;height:328" coordorigin="720,-410" coordsize="2,328">
              <v:shape style="position:absolute;left:720;top:-410;width:2;height:328" coordorigin="720,-410" coordsize="0,328" path="m720,-390l720,-62e" filled="f" stroked="t" strokeweight=".5pt" strokecolor="#FFFFFF">
                <v:path arrowok="t"/>
              </v:shape>
            </v:group>
            <v:group style="position:absolute;left:1157;top:-390;width:1934;height:288" coordorigin="1157,-390" coordsize="1934,288">
              <v:shape style="position:absolute;left:1157;top:-390;width:1934;height:288" coordorigin="1157,-390" coordsize="1934,288" path="m1157,-390l3091,-390,3091,-102,1157,-102,1157,-390e" filled="t" fillcolor="#E6E6E6" stroked="f">
                <v:path arrowok="t"/>
                <v:fill/>
              </v:shape>
            </v:group>
            <v:group style="position:absolute;left:1152;top:-423;width:1944;height:2" coordorigin="1152,-423" coordsize="1944,2">
              <v:shape style="position:absolute;left:1152;top:-423;width:1944;height:2" coordorigin="1152,-423" coordsize="1944,0" path="m1152,-423l3096,-423e" filled="f" stroked="t" strokeweight=".666667pt" strokecolor="#E6E6E6">
                <v:path arrowok="t"/>
              </v:shape>
            </v:group>
            <v:group style="position:absolute;left:1155;top:-397;width:1937;height:2" coordorigin="1155,-397" coordsize="1937,2">
              <v:shape style="position:absolute;left:1155;top:-397;width:1937;height:2" coordorigin="1155,-397" coordsize="1937,0" path="m1159,-397l3096,-397e" filled="f" stroked="t" strokeweight=".666667pt" strokecolor="#E6E6E6">
                <v:path arrowok="t"/>
              </v:shape>
            </v:group>
            <v:group style="position:absolute;left:1155;top:-95;width:1937;height:2" coordorigin="1155,-95" coordsize="1937,2">
              <v:shape style="position:absolute;left:1155;top:-95;width:1937;height:2" coordorigin="1155,-95" coordsize="1937,0" path="m1159,-95l3096,-95e" filled="f" stroked="t" strokeweight=".666667pt" strokecolor="#E6E6E6">
                <v:path arrowok="t"/>
              </v:shape>
            </v:group>
            <v:group style="position:absolute;left:3101;top:-390;width:638;height:288" coordorigin="3101,-390" coordsize="638,288">
              <v:shape style="position:absolute;left:3101;top:-390;width:638;height:288" coordorigin="3101,-390" coordsize="638,288" path="m3101,-390l3739,-390,3739,-102,3101,-102,3101,-390e" filled="t" fillcolor="#E6E6E6" stroked="f">
                <v:path arrowok="t"/>
                <v:fill/>
              </v:shape>
            </v:group>
            <v:group style="position:absolute;left:3096;top:-423;width:648;height:2" coordorigin="3096,-423" coordsize="648,2">
              <v:shape style="position:absolute;left:3096;top:-423;width:648;height:2" coordorigin="3096,-423" coordsize="648,0" path="m3096,-423l3744,-423e" filled="f" stroked="t" strokeweight=".666667pt" strokecolor="#E6E6E6">
                <v:path arrowok="t"/>
              </v:shape>
            </v:group>
            <v:group style="position:absolute;left:3099;top:-397;width:641;height:2" coordorigin="3099,-397" coordsize="641,2">
              <v:shape style="position:absolute;left:3099;top:-397;width:641;height:2" coordorigin="3099,-397" coordsize="641,0" path="m3103,-397l3744,-397e" filled="f" stroked="t" strokeweight=".666667pt" strokecolor="#E6E6E6">
                <v:path arrowok="t"/>
              </v:shape>
            </v:group>
            <v:group style="position:absolute;left:3099;top:-95;width:641;height:2" coordorigin="3099,-95" coordsize="641,2">
              <v:shape style="position:absolute;left:3099;top:-95;width:641;height:2" coordorigin="3099,-95" coordsize="641,0" path="m3103,-95l3744,-95e" filled="f" stroked="t" strokeweight=".666667pt" strokecolor="#E6E6E6">
                <v:path arrowok="t"/>
              </v:shape>
            </v:group>
            <v:group style="position:absolute;left:3749;top:-390;width:1502;height:288" coordorigin="3749,-390" coordsize="1502,288">
              <v:shape style="position:absolute;left:3749;top:-390;width:1502;height:288" coordorigin="3749,-390" coordsize="1502,288" path="m3749,-390l5251,-390,5251,-102,3749,-102,3749,-390e" filled="t" fillcolor="#E6E6E6" stroked="f">
                <v:path arrowok="t"/>
                <v:fill/>
              </v:shape>
            </v:group>
            <v:group style="position:absolute;left:3744;top:-423;width:1512;height:2" coordorigin="3744,-423" coordsize="1512,2">
              <v:shape style="position:absolute;left:3744;top:-423;width:1512;height:2" coordorigin="3744,-423" coordsize="1512,0" path="m3744,-423l5256,-423e" filled="f" stroked="t" strokeweight=".666667pt" strokecolor="#E6E6E6">
                <v:path arrowok="t"/>
              </v:shape>
            </v:group>
            <v:group style="position:absolute;left:3747;top:-397;width:1505;height:2" coordorigin="3747,-397" coordsize="1505,2">
              <v:shape style="position:absolute;left:3747;top:-397;width:1505;height:2" coordorigin="3747,-397" coordsize="1505,0" path="m3751,-397l5256,-397e" filled="f" stroked="t" strokeweight=".666667pt" strokecolor="#E6E6E6">
                <v:path arrowok="t"/>
              </v:shape>
            </v:group>
            <v:group style="position:absolute;left:3747;top:-95;width:1505;height:2" coordorigin="3747,-95" coordsize="1505,2">
              <v:shape style="position:absolute;left:3747;top:-95;width:1505;height:2" coordorigin="3747,-95" coordsize="1505,0" path="m3751,-95l5256,-95e" filled="f" stroked="t" strokeweight=".666667pt" strokecolor="#E6E6E6">
                <v:path arrowok="t"/>
              </v:shape>
            </v:group>
            <v:group style="position:absolute;left:5261;top:-390;width:1502;height:288" coordorigin="5261,-390" coordsize="1502,288">
              <v:shape style="position:absolute;left:5261;top:-390;width:1502;height:288" coordorigin="5261,-390" coordsize="1502,288" path="m5261,-390l6763,-390,6763,-102,5261,-102,5261,-390e" filled="t" fillcolor="#E6E6E6" stroked="f">
                <v:path arrowok="t"/>
                <v:fill/>
              </v:shape>
            </v:group>
            <v:group style="position:absolute;left:5256;top:-423;width:1512;height:2" coordorigin="5256,-423" coordsize="1512,2">
              <v:shape style="position:absolute;left:5256;top:-423;width:1512;height:2" coordorigin="5256,-423" coordsize="1512,0" path="m5256,-423l6768,-423e" filled="f" stroked="t" strokeweight=".666667pt" strokecolor="#E6E6E6">
                <v:path arrowok="t"/>
              </v:shape>
            </v:group>
            <v:group style="position:absolute;left:5259;top:-397;width:1505;height:2" coordorigin="5259,-397" coordsize="1505,2">
              <v:shape style="position:absolute;left:5259;top:-397;width:1505;height:2" coordorigin="5259,-397" coordsize="1505,0" path="m5263,-397l6768,-397e" filled="f" stroked="t" strokeweight=".666667pt" strokecolor="#E6E6E6">
                <v:path arrowok="t"/>
              </v:shape>
            </v:group>
            <v:group style="position:absolute;left:5259;top:-95;width:1505;height:2" coordorigin="5259,-95" coordsize="1505,2">
              <v:shape style="position:absolute;left:5259;top:-95;width:1505;height:2" coordorigin="5259,-95" coordsize="1505,0" path="m5263,-95l6768,-95e" filled="f" stroked="t" strokeweight=".666667pt" strokecolor="#E6E6E6">
                <v:path arrowok="t"/>
              </v:shape>
            </v:group>
            <v:group style="position:absolute;left:6773;top:-390;width:854;height:288" coordorigin="6773,-390" coordsize="854,288">
              <v:shape style="position:absolute;left:6773;top:-390;width:854;height:288" coordorigin="6773,-390" coordsize="854,288" path="m6773,-390l7627,-390,7627,-102,6773,-102,6773,-390e" filled="t" fillcolor="#E6E6E6" stroked="f">
                <v:path arrowok="t"/>
                <v:fill/>
              </v:shape>
            </v:group>
            <v:group style="position:absolute;left:6768;top:-423;width:864;height:2" coordorigin="6768,-423" coordsize="864,2">
              <v:shape style="position:absolute;left:6768;top:-423;width:864;height:2" coordorigin="6768,-423" coordsize="864,0" path="m6768,-423l7632,-423e" filled="f" stroked="t" strokeweight=".666667pt" strokecolor="#E6E6E6">
                <v:path arrowok="t"/>
              </v:shape>
            </v:group>
            <v:group style="position:absolute;left:6771;top:-397;width:857;height:2" coordorigin="6771,-397" coordsize="857,2">
              <v:shape style="position:absolute;left:6771;top:-397;width:857;height:2" coordorigin="6771,-397" coordsize="857,0" path="m6775,-397l7632,-397e" filled="f" stroked="t" strokeweight=".666667pt" strokecolor="#E6E6E6">
                <v:path arrowok="t"/>
              </v:shape>
            </v:group>
            <v:group style="position:absolute;left:6771;top:-95;width:857;height:2" coordorigin="6771,-95" coordsize="857,2">
              <v:shape style="position:absolute;left:6771;top:-95;width:857;height:2" coordorigin="6771,-95" coordsize="857,0" path="m6775,-95l7632,-95e" filled="f" stroked="t" strokeweight=".666667pt" strokecolor="#E6E6E6">
                <v:path arrowok="t"/>
              </v:shape>
            </v:group>
            <v:group style="position:absolute;left:7637;top:-390;width:638;height:288" coordorigin="7637,-390" coordsize="638,288">
              <v:shape style="position:absolute;left:7637;top:-390;width:638;height:288" coordorigin="7637,-390" coordsize="638,288" path="m7637,-390l8275,-390,8275,-102,7637,-102,7637,-390e" filled="t" fillcolor="#E6E6E6" stroked="f">
                <v:path arrowok="t"/>
                <v:fill/>
              </v:shape>
            </v:group>
            <v:group style="position:absolute;left:7632;top:-423;width:648;height:2" coordorigin="7632,-423" coordsize="648,2">
              <v:shape style="position:absolute;left:7632;top:-423;width:648;height:2" coordorigin="7632,-423" coordsize="648,0" path="m7632,-423l8280,-423e" filled="f" stroked="t" strokeweight=".666667pt" strokecolor="#E6E6E6">
                <v:path arrowok="t"/>
              </v:shape>
            </v:group>
            <v:group style="position:absolute;left:7635;top:-397;width:641;height:2" coordorigin="7635,-397" coordsize="641,2">
              <v:shape style="position:absolute;left:7635;top:-397;width:641;height:2" coordorigin="7635,-397" coordsize="641,0" path="m7639,-397l8280,-397e" filled="f" stroked="t" strokeweight=".666667pt" strokecolor="#E6E6E6">
                <v:path arrowok="t"/>
              </v:shape>
            </v:group>
            <v:group style="position:absolute;left:7635;top:-95;width:641;height:2" coordorigin="7635,-95" coordsize="641,2">
              <v:shape style="position:absolute;left:7635;top:-95;width:641;height:2" coordorigin="7635,-95" coordsize="641,0" path="m7639,-95l8280,-95e" filled="f" stroked="t" strokeweight=".666667pt" strokecolor="#E6E6E6">
                <v:path arrowok="t"/>
              </v:shape>
            </v:group>
            <v:group style="position:absolute;left:8285;top:-390;width:638;height:288" coordorigin="8285,-390" coordsize="638,288">
              <v:shape style="position:absolute;left:8285;top:-390;width:638;height:288" coordorigin="8285,-390" coordsize="638,288" path="m8285,-390l8923,-390,8923,-102,8285,-102,8285,-390e" filled="t" fillcolor="#E6E6E6" stroked="f">
                <v:path arrowok="t"/>
                <v:fill/>
              </v:shape>
            </v:group>
            <v:group style="position:absolute;left:8280;top:-423;width:648;height:2" coordorigin="8280,-423" coordsize="648,2">
              <v:shape style="position:absolute;left:8280;top:-423;width:648;height:2" coordorigin="8280,-423" coordsize="648,0" path="m8280,-423l8928,-423e" filled="f" stroked="t" strokeweight=".666667pt" strokecolor="#E6E6E6">
                <v:path arrowok="t"/>
              </v:shape>
            </v:group>
            <v:group style="position:absolute;left:8283;top:-397;width:641;height:2" coordorigin="8283,-397" coordsize="641,2">
              <v:shape style="position:absolute;left:8283;top:-397;width:641;height:2" coordorigin="8283,-397" coordsize="641,0" path="m8287,-397l8928,-397e" filled="f" stroked="t" strokeweight=".666667pt" strokecolor="#E6E6E6">
                <v:path arrowok="t"/>
              </v:shape>
            </v:group>
            <v:group style="position:absolute;left:8283;top:-95;width:641;height:2" coordorigin="8283,-95" coordsize="641,2">
              <v:shape style="position:absolute;left:8283;top:-95;width:641;height:2" coordorigin="8283,-95" coordsize="641,0" path="m8287,-95l8928,-95e" filled="f" stroked="t" strokeweight=".666667pt" strokecolor="#E6E6E6">
                <v:path arrowok="t"/>
              </v:shape>
            </v:group>
            <v:group style="position:absolute;left:8933;top:-390;width:638;height:288" coordorigin="8933,-390" coordsize="638,288">
              <v:shape style="position:absolute;left:8933;top:-390;width:638;height:288" coordorigin="8933,-390" coordsize="638,288" path="m8933,-390l9571,-390,9571,-102,8933,-102,8933,-390e" filled="t" fillcolor="#E6E6E6" stroked="f">
                <v:path arrowok="t"/>
                <v:fill/>
              </v:shape>
            </v:group>
            <v:group style="position:absolute;left:8928;top:-423;width:648;height:2" coordorigin="8928,-423" coordsize="648,2">
              <v:shape style="position:absolute;left:8928;top:-423;width:648;height:2" coordorigin="8928,-423" coordsize="648,0" path="m8928,-423l9576,-423e" filled="f" stroked="t" strokeweight=".666667pt" strokecolor="#E6E6E6">
                <v:path arrowok="t"/>
              </v:shape>
            </v:group>
            <v:group style="position:absolute;left:8931;top:-397;width:641;height:2" coordorigin="8931,-397" coordsize="641,2">
              <v:shape style="position:absolute;left:8931;top:-397;width:641;height:2" coordorigin="8931,-397" coordsize="641,0" path="m8935,-397l9576,-397e" filled="f" stroked="t" strokeweight=".666667pt" strokecolor="#E6E6E6">
                <v:path arrowok="t"/>
              </v:shape>
            </v:group>
            <v:group style="position:absolute;left:8931;top:-95;width:641;height:2" coordorigin="8931,-95" coordsize="641,2">
              <v:shape style="position:absolute;left:8931;top:-95;width:641;height:2" coordorigin="8931,-95" coordsize="641,0" path="m8935,-95l9576,-95e" filled="f" stroked="t" strokeweight=".666667pt" strokecolor="#E6E6E6">
                <v:path arrowok="t"/>
              </v:shape>
            </v:group>
            <v:group style="position:absolute;left:9581;top:-390;width:638;height:288" coordorigin="9581,-390" coordsize="638,288">
              <v:shape style="position:absolute;left:9581;top:-390;width:638;height:288" coordorigin="9581,-390" coordsize="638,288" path="m9581,-390l10219,-390,10219,-102,9581,-102,9581,-390e" filled="t" fillcolor="#E6E6E6" stroked="f">
                <v:path arrowok="t"/>
                <v:fill/>
              </v:shape>
            </v:group>
            <v:group style="position:absolute;left:9576;top:-423;width:648;height:2" coordorigin="9576,-423" coordsize="648,2">
              <v:shape style="position:absolute;left:9576;top:-423;width:648;height:2" coordorigin="9576,-423" coordsize="648,0" path="m9576,-423l10224,-423e" filled="f" stroked="t" strokeweight=".666667pt" strokecolor="#E6E6E6">
                <v:path arrowok="t"/>
              </v:shape>
            </v:group>
            <v:group style="position:absolute;left:9579;top:-397;width:641;height:2" coordorigin="9579,-397" coordsize="641,2">
              <v:shape style="position:absolute;left:9579;top:-397;width:641;height:2" coordorigin="9579,-397" coordsize="641,0" path="m9583,-397l10224,-397e" filled="f" stroked="t" strokeweight=".666667pt" strokecolor="#E6E6E6">
                <v:path arrowok="t"/>
              </v:shape>
            </v:group>
            <v:group style="position:absolute;left:9579;top:-95;width:641;height:2" coordorigin="9579,-95" coordsize="641,2">
              <v:shape style="position:absolute;left:9579;top:-95;width:641;height:2" coordorigin="9579,-95" coordsize="641,0" path="m9583,-95l10224,-95e" filled="f" stroked="t" strokeweight=".666667pt" strokecolor="#E6E6E6">
                <v:path arrowok="t"/>
              </v:shape>
            </v:group>
            <v:group style="position:absolute;left:10229;top:-390;width:638;height:288" coordorigin="10229,-390" coordsize="638,288">
              <v:shape style="position:absolute;left:10229;top:-390;width:638;height:288" coordorigin="10229,-390" coordsize="638,288" path="m10229,-390l10867,-390,10867,-102,10229,-102,10229,-390e" filled="t" fillcolor="#E6E6E6" stroked="f">
                <v:path arrowok="t"/>
                <v:fill/>
              </v:shape>
            </v:group>
            <v:group style="position:absolute;left:10224;top:-423;width:648;height:2" coordorigin="10224,-423" coordsize="648,2">
              <v:shape style="position:absolute;left:10224;top:-423;width:648;height:2" coordorigin="10224,-423" coordsize="648,0" path="m10224,-423l10872,-423e" filled="f" stroked="t" strokeweight=".666667pt" strokecolor="#E6E6E6">
                <v:path arrowok="t"/>
              </v:shape>
            </v:group>
            <v:group style="position:absolute;left:10227;top:-397;width:641;height:2" coordorigin="10227,-397" coordsize="641,2">
              <v:shape style="position:absolute;left:10227;top:-397;width:641;height:2" coordorigin="10227,-397" coordsize="641,0" path="m10231,-397l10872,-397e" filled="f" stroked="t" strokeweight=".666667pt" strokecolor="#E6E6E6">
                <v:path arrowok="t"/>
              </v:shape>
            </v:group>
            <v:group style="position:absolute;left:10227;top:-95;width:641;height:2" coordorigin="10227,-95" coordsize="641,2">
              <v:shape style="position:absolute;left:10227;top:-95;width:641;height:2" coordorigin="10227,-95" coordsize="641,0" path="m10231,-95l10872,-95e" filled="f" stroked="t" strokeweight=".666667pt" strokecolor="#E6E6E6">
                <v:path arrowok="t"/>
              </v:shape>
            </v:group>
            <v:group style="position:absolute;left:10877;top:-390;width:638;height:288" coordorigin="10877,-390" coordsize="638,288">
              <v:shape style="position:absolute;left:10877;top:-390;width:638;height:288" coordorigin="10877,-390" coordsize="638,288" path="m10877,-390l11515,-390,11515,-102,10877,-102,10877,-390e" filled="t" fillcolor="#E6E6E6" stroked="f">
                <v:path arrowok="t"/>
                <v:fill/>
              </v:shape>
            </v:group>
            <v:group style="position:absolute;left:10872;top:-423;width:651;height:2" coordorigin="10872,-423" coordsize="651,2">
              <v:shape style="position:absolute;left:10872;top:-423;width:651;height:2" coordorigin="10872,-423" coordsize="651,0" path="m10872,-423l11523,-423e" filled="f" stroked="t" strokeweight=".666667pt" strokecolor="#E6E6E6">
                <v:path arrowok="t"/>
              </v:shape>
            </v:group>
            <v:group style="position:absolute;left:10875;top:-397;width:641;height:2" coordorigin="10875,-397" coordsize="641,2">
              <v:shape style="position:absolute;left:10875;top:-397;width:641;height:2" coordorigin="10875,-397" coordsize="641,0" path="m10879,-397l11520,-397e" filled="f" stroked="t" strokeweight=".666667pt" strokecolor="#E6E6E6">
                <v:path arrowok="t"/>
              </v:shape>
            </v:group>
            <v:group style="position:absolute;left:11520;top:-410;width:2;height:328" coordorigin="11520,-410" coordsize="2,328">
              <v:shape style="position:absolute;left:11520;top:-410;width:2;height:328" coordorigin="11520,-410" coordsize="0,328" path="m11520,-390l11520,-62e" filled="f" stroked="t" strokeweight=".5pt" strokecolor="#FFFFFF">
                <v:path arrowok="t"/>
              </v:shape>
            </v:group>
            <v:group style="position:absolute;left:10875;top:-95;width:641;height:2" coordorigin="10875,-95" coordsize="641,2">
              <v:shape style="position:absolute;left:10875;top:-95;width:641;height:2" coordorigin="10875,-95" coordsize="641,0" path="m10879,-95l11520,-95e" filled="f" stroked="t" strokeweight=".666667pt" strokecolor="#E6E6E6">
                <v:path arrowok="t"/>
              </v:shape>
            </v:group>
            <v:group style="position:absolute;left:720;top:-69;width:10800;height:2" coordorigin="720,-69" coordsize="10800,2">
              <v:shape style="position:absolute;left:720;top:-69;width:10800;height:2" coordorigin="720,-69" coordsize="10800,0" path="m720,-69l11520,-69e" filled="f" stroked="t" strokeweight=".666723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1"/>
        </w:rPr>
        <w:t>3429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1"/>
        </w:rPr>
        <w:t>  </w:t>
      </w:r>
      <w:r>
        <w:rPr>
          <w:rFonts w:ascii="Arial" w:hAnsi="Arial" w:cs="Arial" w:eastAsia="Arial"/>
          <w:sz w:val="12"/>
          <w:szCs w:val="12"/>
          <w:color w:val="3087B3"/>
          <w:spacing w:val="32"/>
          <w:w w:val="100"/>
          <w:position w:val="-1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NSR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20100311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Unit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Testing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44" w:after="0" w:line="184" w:lineRule="exact"/>
        <w:ind w:left="5" w:right="-69"/>
        <w:jc w:val="left"/>
        <w:tabs>
          <w:tab w:pos="64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3"/>
        </w:rPr>
        <w:t>Created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8" w:lineRule="exact"/>
        <w:ind w:left="653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1"/>
        </w:rPr>
        <w:t>By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4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           ,</w:t>
      </w:r>
    </w:p>
    <w:p>
      <w:pPr>
        <w:spacing w:before="46" w:after="0" w:line="183" w:lineRule="exact"/>
        <w:ind w:left="5" w:right="-69"/>
        <w:jc w:val="left"/>
        <w:tabs>
          <w:tab w:pos="130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Complet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1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Status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Tested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213"/>
        <w:jc w:val="right"/>
        <w:rPr>
          <w:rFonts w:ascii="Arial" w:hAnsi="Arial" w:cs="Arial" w:eastAsia="Arial"/>
          <w:sz w:val="12"/>
          <w:szCs w:val="1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75.649994pt;margin-top:-8.737805pt;width:35.299999pt;height:14.4pt;mso-position-horizontal-relative:page;mso-position-vertical-relative:paragraph;z-index:-2008" type="#_x0000_t202" filled="f" stroked="f">
            <v:textbox inset="0,0,0,0">
              <w:txbxContent>
                <w:p>
                  <w:pPr>
                    <w:spacing w:before="62" w:after="0" w:line="240" w:lineRule="auto"/>
                    <w:ind w:right="-20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color w:val="666666"/>
                      <w:spacing w:val="0"/>
                      <w:w w:val="100"/>
                      <w:b/>
                      <w:bCs/>
                    </w:rPr>
                    <w:t>ed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1"/>
        </w:rPr>
        <w:t>By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87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483.799988pt;margin-top:.494922pt;width:7.2pt;height:7.2pt;mso-position-horizontal-relative:page;mso-position-vertical-relative:paragraph;z-index:-2004" type="#_x0000_t75">
            <v:imagedata r:id="rId41" o:title=""/>
          </v:shape>
        </w:pic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10,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Locked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  <w:cols w:num="4" w:equalWidth="0">
            <w:col w:w="6987" w:space="125"/>
            <w:col w:w="1100" w:space="196"/>
            <w:col w:w="1688" w:space="261"/>
            <w:col w:w="523"/>
          </w:cols>
        </w:sectPr>
      </w:pPr>
      <w:rPr/>
    </w:p>
    <w:p>
      <w:pPr>
        <w:spacing w:before="0" w:after="0" w:line="195" w:lineRule="exact"/>
        <w:ind w:left="632" w:right="-69"/>
        <w:jc w:val="left"/>
        <w:tabs>
          <w:tab w:pos="25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(OR*3.0*420)_Dev1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Gold1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Draft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23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Lucy</w:t>
      </w:r>
    </w:p>
    <w:p>
      <w:pPr>
        <w:spacing w:before="6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8.244901pt;width:540pt;height:.1pt;mso-position-horizontal-relative:page;mso-position-vertical-relative:paragraph;z-index:-2005" coordorigin="720,165" coordsize="10800,2">
            <v:shape style="position:absolute;left:720;top:165;width:10800;height:2" coordorigin="720,165" coordsize="10800,0" path="m720,165l11520,165e" filled="f" stroked="t" strokeweight=".500056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</w:p>
    <w:p>
      <w:pPr>
        <w:spacing w:before="0" w:after="0" w:line="97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2"/>
        </w:rPr>
        <w:t>VHAISDILUSTL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114" w:lineRule="exact"/>
        <w:ind w:left="648" w:right="-60"/>
        <w:jc w:val="left"/>
        <w:tabs>
          <w:tab w:pos="12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2"/>
        </w:rPr>
        <w:t>2016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  <w:t>Passed</w:t>
      </w:r>
    </w:p>
    <w:p>
      <w:pPr>
        <w:spacing w:before="0" w:after="0" w:line="123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false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  <w:cols w:num="4" w:equalWidth="0">
            <w:col w:w="2837" w:space="4275"/>
            <w:col w:w="434" w:space="214"/>
            <w:col w:w="1697" w:space="895"/>
            <w:col w:w="528"/>
          </w:cols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2002" type="#_x0000_t75">
            <v:imagedata r:id="rId43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106585: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NSR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20100311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Unit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Testing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(OR*3.0*420)_Dev1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Silver1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  <w:position w:val="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Mar w:footer="979" w:header="0" w:top="1360" w:bottom="1160" w:left="620" w:right="740"/>
          <w:footerReference w:type="default" r:id="rId42"/>
          <w:pgSz w:w="12240" w:h="15840"/>
        </w:sectPr>
      </w:pPr>
      <w:rPr/>
    </w:p>
    <w:p>
      <w:pPr>
        <w:spacing w:before="39" w:after="0" w:line="240" w:lineRule="auto"/>
        <w:ind w:left="100" w:right="-68"/>
        <w:jc w:val="left"/>
        <w:tabs>
          <w:tab w:pos="14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4" w:lineRule="auto"/>
        <w:ind w:left="100" w:right="256" w:firstLine="1312"/>
        <w:jc w:val="left"/>
        <w:tabs>
          <w:tab w:pos="14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5"/>
        </w:rPr>
        <w:t>Priority: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5"/>
        </w:rPr>
        <w:pict>
          <v:shape style="width:8pt;height:8pt;mso-position-horizontal-relative:char;mso-position-vertical-relative:line" type="#_x0000_t75">
            <v:imagedata r:id="rId44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5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5"/>
        </w:rPr>
      </w:r>
    </w:p>
    <w:p>
      <w:pPr>
        <w:spacing w:before="39" w:after="0" w:line="240" w:lineRule="auto"/>
        <w:ind w:right="-20"/>
        <w:jc w:val="left"/>
        <w:tabs>
          <w:tab w:pos="960" w:val="left"/>
        </w:tabs>
        <w:rPr>
          <w:rFonts w:ascii="Arial" w:hAnsi="Arial" w:cs="Arial" w:eastAsia="Arial"/>
          <w:sz w:val="16"/>
          <w:szCs w:val="16"/>
        </w:rPr>
      </w:pPr>
      <w:rPr/>
      <w:r>
        <w:rPr/>
        <w:br w:type="column"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Owner: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  <w:cols w:num="2" w:equalWidth="0">
            <w:col w:w="2729" w:space="141"/>
            <w:col w:w="8010"/>
          </w:cols>
        </w:sectPr>
      </w:pPr>
      <w:rPr/>
    </w:p>
    <w:p>
      <w:pPr>
        <w:spacing w:before="4" w:after="0" w:line="250" w:lineRule="auto"/>
        <w:ind w:left="100" w:right="7366"/>
        <w:jc w:val="left"/>
        <w:tabs>
          <w:tab w:pos="1400" w:val="left"/>
          <w:tab w:pos="28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Blocking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31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Non-Blocking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Run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On: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Result: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7.2pt;height:7.2pt;mso-position-horizontal-relative:char;mso-position-vertical-relative:line" type="#_x0000_t75">
            <v:imagedata r:id="rId45" o:title=""/>
          </v:shape>
        </w:pic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  <w:position w:val="0"/>
        </w:rPr>
        <w:t>Passed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</w:sectPr>
      </w:pPr>
      <w:rPr/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Overview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Plan: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3491: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20100311: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288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50" w:lineRule="auto"/>
        <w:ind w:left="100" w:right="-48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3008: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20100311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Iteration: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Environments: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Dev1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Silver1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Channels: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None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100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sec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Time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Spent: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-1"/>
        </w:rPr>
        <w:t>0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-1"/>
        </w:rPr>
        <w:t>sec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  <w:cols w:num="2" w:equalWidth="0">
            <w:col w:w="6322" w:space="96"/>
            <w:col w:w="4462"/>
          </w:cols>
        </w:sectPr>
      </w:pPr>
      <w:rPr/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74pt;width:541.000001pt;height:18.400006pt;mso-position-horizontal-relative:page;mso-position-vertical-relative:paragraph;z-index:-2001" coordorigin="710,454" coordsize="10820,368">
            <v:group style="position:absolute;left:725;top:494;width:422;height:288" coordorigin="725,494" coordsize="422,288">
              <v:shape style="position:absolute;left:725;top:494;width:422;height:288" coordorigin="725,494" coordsize="422,288" path="m725,494l1147,494,1147,782,725,782,725,494e" filled="t" fillcolor="#E6E6E6" stroked="f">
                <v:path arrowok="t"/>
                <v:fill/>
              </v:shape>
            </v:group>
            <v:group style="position:absolute;left:717;top:461;width:435;height:2" coordorigin="717,461" coordsize="435,2">
              <v:shape style="position:absolute;left:717;top:461;width:435;height:2" coordorigin="717,461" coordsize="435,0" path="m718,461l1154,461e" filled="f" stroked="t" strokeweight=".666667pt" strokecolor="#E6E6E6">
                <v:path arrowok="t"/>
              </v:shape>
            </v:group>
            <v:group style="position:absolute;left:723;top:487;width:425;height:2" coordorigin="723,487" coordsize="425,2">
              <v:shape style="position:absolute;left:723;top:487;width:425;height:2" coordorigin="723,487" coordsize="425,0" path="m732,487l1157,487e" filled="f" stroked="t" strokeweight=".666667pt" strokecolor="#E6E6E6">
                <v:path arrowok="t"/>
              </v:shape>
            </v:group>
            <v:group style="position:absolute;left:723;top:789;width:425;height:2" coordorigin="723,789" coordsize="425,2">
              <v:shape style="position:absolute;left:723;top:789;width:425;height:2" coordorigin="723,789" coordsize="425,0" path="m727,789l1152,789e" filled="f" stroked="t" strokeweight=".666667pt" strokecolor="#E6E6E6">
                <v:path arrowok="t"/>
              </v:shape>
            </v:group>
            <v:group style="position:absolute;left:720;top:474;width:2;height:328" coordorigin="720,474" coordsize="2,328">
              <v:shape style="position:absolute;left:720;top:474;width:2;height:328" coordorigin="720,474" coordsize="0,328" path="m720,494l720,822e" filled="f" stroked="t" strokeweight=".5pt" strokecolor="#FFFFFF">
                <v:path arrowok="t"/>
              </v:shape>
            </v:group>
            <v:group style="position:absolute;left:1157;top:494;width:1934;height:288" coordorigin="1157,494" coordsize="1934,288">
              <v:shape style="position:absolute;left:1157;top:494;width:1934;height:288" coordorigin="1157,494" coordsize="1934,288" path="m1157,494l3091,494,3091,782,1157,782,1157,494e" filled="t" fillcolor="#E6E6E6" stroked="f">
                <v:path arrowok="t"/>
                <v:fill/>
              </v:shape>
            </v:group>
            <v:group style="position:absolute;left:1152;top:461;width:1944;height:2" coordorigin="1152,461" coordsize="1944,2">
              <v:shape style="position:absolute;left:1152;top:461;width:1944;height:2" coordorigin="1152,461" coordsize="1944,0" path="m1152,461l3096,461e" filled="f" stroked="t" strokeweight=".666667pt" strokecolor="#E6E6E6">
                <v:path arrowok="t"/>
              </v:shape>
            </v:group>
            <v:group style="position:absolute;left:1155;top:487;width:1937;height:2" coordorigin="1155,487" coordsize="1937,2">
              <v:shape style="position:absolute;left:1155;top:487;width:1937;height:2" coordorigin="1155,487" coordsize="1937,0" path="m1159,487l3096,487e" filled="f" stroked="t" strokeweight=".666667pt" strokecolor="#E6E6E6">
                <v:path arrowok="t"/>
              </v:shape>
            </v:group>
            <v:group style="position:absolute;left:1155;top:789;width:1937;height:2" coordorigin="1155,789" coordsize="1937,2">
              <v:shape style="position:absolute;left:1155;top:789;width:1937;height:2" coordorigin="1155,789" coordsize="1937,0" path="m1159,789l3096,789e" filled="f" stroked="t" strokeweight=".666667pt" strokecolor="#E6E6E6">
                <v:path arrowok="t"/>
              </v:shape>
            </v:group>
            <v:group style="position:absolute;left:3101;top:494;width:638;height:288" coordorigin="3101,494" coordsize="638,288">
              <v:shape style="position:absolute;left:3101;top:494;width:638;height:288" coordorigin="3101,494" coordsize="638,288" path="m3101,494l3739,494,3739,782,3101,782,3101,494e" filled="t" fillcolor="#E6E6E6" stroked="f">
                <v:path arrowok="t"/>
                <v:fill/>
              </v:shape>
            </v:group>
            <v:group style="position:absolute;left:3096;top:461;width:648;height:2" coordorigin="3096,461" coordsize="648,2">
              <v:shape style="position:absolute;left:3096;top:461;width:648;height:2" coordorigin="3096,461" coordsize="648,0" path="m3096,461l3744,461e" filled="f" stroked="t" strokeweight=".666667pt" strokecolor="#E6E6E6">
                <v:path arrowok="t"/>
              </v:shape>
            </v:group>
            <v:group style="position:absolute;left:3099;top:487;width:641;height:2" coordorigin="3099,487" coordsize="641,2">
              <v:shape style="position:absolute;left:3099;top:487;width:641;height:2" coordorigin="3099,487" coordsize="641,0" path="m3103,487l3744,487e" filled="f" stroked="t" strokeweight=".666667pt" strokecolor="#E6E6E6">
                <v:path arrowok="t"/>
              </v:shape>
            </v:group>
            <v:group style="position:absolute;left:3099;top:789;width:641;height:2" coordorigin="3099,789" coordsize="641,2">
              <v:shape style="position:absolute;left:3099;top:789;width:641;height:2" coordorigin="3099,789" coordsize="641,0" path="m3103,789l3744,789e" filled="f" stroked="t" strokeweight=".666667pt" strokecolor="#E6E6E6">
                <v:path arrowok="t"/>
              </v:shape>
            </v:group>
            <v:group style="position:absolute;left:3749;top:494;width:1502;height:288" coordorigin="3749,494" coordsize="1502,288">
              <v:shape style="position:absolute;left:3749;top:494;width:1502;height:288" coordorigin="3749,494" coordsize="1502,288" path="m3749,494l5251,494,5251,782,3749,782,3749,494e" filled="t" fillcolor="#E6E6E6" stroked="f">
                <v:path arrowok="t"/>
                <v:fill/>
              </v:shape>
            </v:group>
            <v:group style="position:absolute;left:3744;top:461;width:1512;height:2" coordorigin="3744,461" coordsize="1512,2">
              <v:shape style="position:absolute;left:3744;top:461;width:1512;height:2" coordorigin="3744,461" coordsize="1512,0" path="m3744,461l5256,461e" filled="f" stroked="t" strokeweight=".666667pt" strokecolor="#E6E6E6">
                <v:path arrowok="t"/>
              </v:shape>
            </v:group>
            <v:group style="position:absolute;left:3747;top:487;width:1505;height:2" coordorigin="3747,487" coordsize="1505,2">
              <v:shape style="position:absolute;left:3747;top:487;width:1505;height:2" coordorigin="3747,487" coordsize="1505,0" path="m3751,487l5256,487e" filled="f" stroked="t" strokeweight=".666667pt" strokecolor="#E6E6E6">
                <v:path arrowok="t"/>
              </v:shape>
            </v:group>
            <v:group style="position:absolute;left:3747;top:789;width:1505;height:2" coordorigin="3747,789" coordsize="1505,2">
              <v:shape style="position:absolute;left:3747;top:789;width:1505;height:2" coordorigin="3747,789" coordsize="1505,0" path="m3751,789l5256,789e" filled="f" stroked="t" strokeweight=".666667pt" strokecolor="#E6E6E6">
                <v:path arrowok="t"/>
              </v:shape>
            </v:group>
            <v:group style="position:absolute;left:5261;top:494;width:1502;height:288" coordorigin="5261,494" coordsize="1502,288">
              <v:shape style="position:absolute;left:5261;top:494;width:1502;height:288" coordorigin="5261,494" coordsize="1502,288" path="m5261,494l6763,494,6763,782,5261,782,5261,494e" filled="t" fillcolor="#E6E6E6" stroked="f">
                <v:path arrowok="t"/>
                <v:fill/>
              </v:shape>
            </v:group>
            <v:group style="position:absolute;left:5256;top:461;width:1512;height:2" coordorigin="5256,461" coordsize="1512,2">
              <v:shape style="position:absolute;left:5256;top:461;width:1512;height:2" coordorigin="5256,461" coordsize="1512,0" path="m5256,461l6768,461e" filled="f" stroked="t" strokeweight=".666667pt" strokecolor="#E6E6E6">
                <v:path arrowok="t"/>
              </v:shape>
            </v:group>
            <v:group style="position:absolute;left:5259;top:487;width:1505;height:2" coordorigin="5259,487" coordsize="1505,2">
              <v:shape style="position:absolute;left:5259;top:487;width:1505;height:2" coordorigin="5259,487" coordsize="1505,0" path="m5263,487l6768,487e" filled="f" stroked="t" strokeweight=".666667pt" strokecolor="#E6E6E6">
                <v:path arrowok="t"/>
              </v:shape>
            </v:group>
            <v:group style="position:absolute;left:5259;top:789;width:1505;height:2" coordorigin="5259,789" coordsize="1505,2">
              <v:shape style="position:absolute;left:5259;top:789;width:1505;height:2" coordorigin="5259,789" coordsize="1505,0" path="m5263,789l6768,789e" filled="f" stroked="t" strokeweight=".666667pt" strokecolor="#E6E6E6">
                <v:path arrowok="t"/>
              </v:shape>
            </v:group>
            <v:group style="position:absolute;left:6773;top:494;width:854;height:288" coordorigin="6773,494" coordsize="854,288">
              <v:shape style="position:absolute;left:6773;top:494;width:854;height:288" coordorigin="6773,494" coordsize="854,288" path="m6773,494l7627,494,7627,782,6773,782,6773,494e" filled="t" fillcolor="#E6E6E6" stroked="f">
                <v:path arrowok="t"/>
                <v:fill/>
              </v:shape>
            </v:group>
            <v:group style="position:absolute;left:6768;top:461;width:864;height:2" coordorigin="6768,461" coordsize="864,2">
              <v:shape style="position:absolute;left:6768;top:461;width:864;height:2" coordorigin="6768,461" coordsize="864,0" path="m6768,461l7632,461e" filled="f" stroked="t" strokeweight=".666667pt" strokecolor="#E6E6E6">
                <v:path arrowok="t"/>
              </v:shape>
            </v:group>
            <v:group style="position:absolute;left:6771;top:487;width:857;height:2" coordorigin="6771,487" coordsize="857,2">
              <v:shape style="position:absolute;left:6771;top:487;width:857;height:2" coordorigin="6771,487" coordsize="857,0" path="m6775,487l7632,487e" filled="f" stroked="t" strokeweight=".666667pt" strokecolor="#E6E6E6">
                <v:path arrowok="t"/>
              </v:shape>
            </v:group>
            <v:group style="position:absolute;left:6771;top:789;width:857;height:2" coordorigin="6771,789" coordsize="857,2">
              <v:shape style="position:absolute;left:6771;top:789;width:857;height:2" coordorigin="6771,789" coordsize="857,0" path="m6775,789l7632,789e" filled="f" stroked="t" strokeweight=".666667pt" strokecolor="#E6E6E6">
                <v:path arrowok="t"/>
              </v:shape>
            </v:group>
            <v:group style="position:absolute;left:7637;top:494;width:638;height:288" coordorigin="7637,494" coordsize="638,288">
              <v:shape style="position:absolute;left:7637;top:494;width:638;height:288" coordorigin="7637,494" coordsize="638,288" path="m7637,494l8275,494,8275,782,7637,782,7637,494e" filled="t" fillcolor="#E6E6E6" stroked="f">
                <v:path arrowok="t"/>
                <v:fill/>
              </v:shape>
            </v:group>
            <v:group style="position:absolute;left:7632;top:461;width:648;height:2" coordorigin="7632,461" coordsize="648,2">
              <v:shape style="position:absolute;left:7632;top:461;width:648;height:2" coordorigin="7632,461" coordsize="648,0" path="m7632,461l8280,461e" filled="f" stroked="t" strokeweight=".666667pt" strokecolor="#E6E6E6">
                <v:path arrowok="t"/>
              </v:shape>
            </v:group>
            <v:group style="position:absolute;left:7635;top:487;width:641;height:2" coordorigin="7635,487" coordsize="641,2">
              <v:shape style="position:absolute;left:7635;top:487;width:641;height:2" coordorigin="7635,487" coordsize="641,0" path="m7639,487l8280,487e" filled="f" stroked="t" strokeweight=".666667pt" strokecolor="#E6E6E6">
                <v:path arrowok="t"/>
              </v:shape>
            </v:group>
            <v:group style="position:absolute;left:7635;top:789;width:641;height:2" coordorigin="7635,789" coordsize="641,2">
              <v:shape style="position:absolute;left:7635;top:789;width:641;height:2" coordorigin="7635,789" coordsize="641,0" path="m7639,789l8280,789e" filled="f" stroked="t" strokeweight=".666667pt" strokecolor="#E6E6E6">
                <v:path arrowok="t"/>
              </v:shape>
            </v:group>
            <v:group style="position:absolute;left:8285;top:494;width:638;height:288" coordorigin="8285,494" coordsize="638,288">
              <v:shape style="position:absolute;left:8285;top:494;width:638;height:288" coordorigin="8285,494" coordsize="638,288" path="m8285,494l8923,494,8923,782,8285,782,8285,494e" filled="t" fillcolor="#E6E6E6" stroked="f">
                <v:path arrowok="t"/>
                <v:fill/>
              </v:shape>
            </v:group>
            <v:group style="position:absolute;left:8280;top:461;width:648;height:2" coordorigin="8280,461" coordsize="648,2">
              <v:shape style="position:absolute;left:8280;top:461;width:648;height:2" coordorigin="8280,461" coordsize="648,0" path="m8280,461l8928,461e" filled="f" stroked="t" strokeweight=".666667pt" strokecolor="#E6E6E6">
                <v:path arrowok="t"/>
              </v:shape>
            </v:group>
            <v:group style="position:absolute;left:8283;top:487;width:641;height:2" coordorigin="8283,487" coordsize="641,2">
              <v:shape style="position:absolute;left:8283;top:487;width:641;height:2" coordorigin="8283,487" coordsize="641,0" path="m8287,487l8928,487e" filled="f" stroked="t" strokeweight=".666667pt" strokecolor="#E6E6E6">
                <v:path arrowok="t"/>
              </v:shape>
            </v:group>
            <v:group style="position:absolute;left:8283;top:789;width:641;height:2" coordorigin="8283,789" coordsize="641,2">
              <v:shape style="position:absolute;left:8283;top:789;width:641;height:2" coordorigin="8283,789" coordsize="641,0" path="m8287,789l8928,789e" filled="f" stroked="t" strokeweight=".666667pt" strokecolor="#E6E6E6">
                <v:path arrowok="t"/>
              </v:shape>
            </v:group>
            <v:group style="position:absolute;left:8933;top:494;width:638;height:288" coordorigin="8933,494" coordsize="638,288">
              <v:shape style="position:absolute;left:8933;top:494;width:638;height:288" coordorigin="8933,494" coordsize="638,288" path="m8933,494l9571,494,9571,782,8933,782,8933,494e" filled="t" fillcolor="#E6E6E6" stroked="f">
                <v:path arrowok="t"/>
                <v:fill/>
              </v:shape>
            </v:group>
            <v:group style="position:absolute;left:8928;top:461;width:648;height:2" coordorigin="8928,461" coordsize="648,2">
              <v:shape style="position:absolute;left:8928;top:461;width:648;height:2" coordorigin="8928,461" coordsize="648,0" path="m8928,461l9576,461e" filled="f" stroked="t" strokeweight=".666667pt" strokecolor="#E6E6E6">
                <v:path arrowok="t"/>
              </v:shape>
            </v:group>
            <v:group style="position:absolute;left:8931;top:487;width:641;height:2" coordorigin="8931,487" coordsize="641,2">
              <v:shape style="position:absolute;left:8931;top:487;width:641;height:2" coordorigin="8931,487" coordsize="641,0" path="m8935,487l9576,487e" filled="f" stroked="t" strokeweight=".666667pt" strokecolor="#E6E6E6">
                <v:path arrowok="t"/>
              </v:shape>
            </v:group>
            <v:group style="position:absolute;left:8931;top:789;width:641;height:2" coordorigin="8931,789" coordsize="641,2">
              <v:shape style="position:absolute;left:8931;top:789;width:641;height:2" coordorigin="8931,789" coordsize="641,0" path="m8935,789l9576,789e" filled="f" stroked="t" strokeweight=".666667pt" strokecolor="#E6E6E6">
                <v:path arrowok="t"/>
              </v:shape>
            </v:group>
            <v:group style="position:absolute;left:9581;top:494;width:638;height:288" coordorigin="9581,494" coordsize="638,288">
              <v:shape style="position:absolute;left:9581;top:494;width:638;height:288" coordorigin="9581,494" coordsize="638,288" path="m9581,494l10219,494,10219,782,9581,782,9581,494e" filled="t" fillcolor="#E6E6E6" stroked="f">
                <v:path arrowok="t"/>
                <v:fill/>
              </v:shape>
            </v:group>
            <v:group style="position:absolute;left:9576;top:461;width:648;height:2" coordorigin="9576,461" coordsize="648,2">
              <v:shape style="position:absolute;left:9576;top:461;width:648;height:2" coordorigin="9576,461" coordsize="648,0" path="m9576,461l10224,461e" filled="f" stroked="t" strokeweight=".666667pt" strokecolor="#E6E6E6">
                <v:path arrowok="t"/>
              </v:shape>
            </v:group>
            <v:group style="position:absolute;left:9579;top:487;width:641;height:2" coordorigin="9579,487" coordsize="641,2">
              <v:shape style="position:absolute;left:9579;top:487;width:641;height:2" coordorigin="9579,487" coordsize="641,0" path="m9583,487l10224,487e" filled="f" stroked="t" strokeweight=".666667pt" strokecolor="#E6E6E6">
                <v:path arrowok="t"/>
              </v:shape>
            </v:group>
            <v:group style="position:absolute;left:9579;top:789;width:641;height:2" coordorigin="9579,789" coordsize="641,2">
              <v:shape style="position:absolute;left:9579;top:789;width:641;height:2" coordorigin="9579,789" coordsize="641,0" path="m9583,789l10224,789e" filled="f" stroked="t" strokeweight=".666667pt" strokecolor="#E6E6E6">
                <v:path arrowok="t"/>
              </v:shape>
            </v:group>
            <v:group style="position:absolute;left:10229;top:494;width:638;height:288" coordorigin="10229,494" coordsize="638,288">
              <v:shape style="position:absolute;left:10229;top:494;width:638;height:288" coordorigin="10229,494" coordsize="638,288" path="m10229,494l10867,494,10867,782,10229,782,10229,494e" filled="t" fillcolor="#E6E6E6" stroked="f">
                <v:path arrowok="t"/>
                <v:fill/>
              </v:shape>
            </v:group>
            <v:group style="position:absolute;left:10224;top:461;width:648;height:2" coordorigin="10224,461" coordsize="648,2">
              <v:shape style="position:absolute;left:10224;top:461;width:648;height:2" coordorigin="10224,461" coordsize="648,0" path="m10224,461l10872,461e" filled="f" stroked="t" strokeweight=".666667pt" strokecolor="#E6E6E6">
                <v:path arrowok="t"/>
              </v:shape>
            </v:group>
            <v:group style="position:absolute;left:10227;top:487;width:641;height:2" coordorigin="10227,487" coordsize="641,2">
              <v:shape style="position:absolute;left:10227;top:487;width:641;height:2" coordorigin="10227,487" coordsize="641,0" path="m10231,487l10872,487e" filled="f" stroked="t" strokeweight=".666667pt" strokecolor="#E6E6E6">
                <v:path arrowok="t"/>
              </v:shape>
            </v:group>
            <v:group style="position:absolute;left:10227;top:789;width:641;height:2" coordorigin="10227,789" coordsize="641,2">
              <v:shape style="position:absolute;left:10227;top:789;width:641;height:2" coordorigin="10227,789" coordsize="641,0" path="m10231,789l10872,789e" filled="f" stroked="t" strokeweight=".666667pt" strokecolor="#E6E6E6">
                <v:path arrowok="t"/>
              </v:shape>
            </v:group>
            <v:group style="position:absolute;left:10877;top:494;width:638;height:288" coordorigin="10877,494" coordsize="638,288">
              <v:shape style="position:absolute;left:10877;top:494;width:638;height:288" coordorigin="10877,494" coordsize="638,288" path="m10877,494l11515,494,11515,782,10877,782,10877,494e" filled="t" fillcolor="#E6E6E6" stroked="f">
                <v:path arrowok="t"/>
                <v:fill/>
              </v:shape>
            </v:group>
            <v:group style="position:absolute;left:10872;top:461;width:651;height:2" coordorigin="10872,461" coordsize="651,2">
              <v:shape style="position:absolute;left:10872;top:461;width:651;height:2" coordorigin="10872,461" coordsize="651,0" path="m10872,461l11523,461e" filled="f" stroked="t" strokeweight=".666667pt" strokecolor="#E6E6E6">
                <v:path arrowok="t"/>
              </v:shape>
            </v:group>
            <v:group style="position:absolute;left:10875;top:487;width:641;height:2" coordorigin="10875,487" coordsize="641,2">
              <v:shape style="position:absolute;left:10875;top:487;width:641;height:2" coordorigin="10875,487" coordsize="641,0" path="m10879,487l11520,487e" filled="f" stroked="t" strokeweight=".666667pt" strokecolor="#E6E6E6">
                <v:path arrowok="t"/>
              </v:shape>
            </v:group>
            <v:group style="position:absolute;left:11520;top:474;width:2;height:328" coordorigin="11520,474" coordsize="2,328">
              <v:shape style="position:absolute;left:11520;top:474;width:2;height:328" coordorigin="11520,474" coordsize="0,328" path="m11520,494l11520,822e" filled="f" stroked="t" strokeweight=".5pt" strokecolor="#FFFFFF">
                <v:path arrowok="t"/>
              </v:shape>
            </v:group>
            <v:group style="position:absolute;left:10875;top:789;width:641;height:2" coordorigin="10875,789" coordsize="641,2">
              <v:shape style="position:absolute;left:10875;top:789;width:641;height:2" coordorigin="10875,789" coordsize="641,0" path="m10879,789l11520,789e" filled="f" stroked="t" strokeweight=".666667pt" strokecolor="#E6E6E6">
                <v:path arrowok="t"/>
              </v:shape>
            </v:group>
            <v:group style="position:absolute;left:720;top:815;width:10800;height:2" coordorigin="720,815" coordsize="10800,2">
              <v:shape style="position:absolute;left:720;top:815;width:10800;height:2" coordorigin="720,815" coordsize="10800,0" path="m720,815l11520,815e" filled="f" stroked="t" strokeweight=".666671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Previous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Details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</w:sectPr>
      </w:pPr>
      <w:rPr/>
    </w:p>
    <w:p>
      <w:pPr>
        <w:spacing w:before="46" w:after="0" w:line="183" w:lineRule="exact"/>
        <w:ind w:left="306" w:right="-20"/>
        <w:jc w:val="left"/>
        <w:tabs>
          <w:tab w:pos="620" w:val="left"/>
          <w:tab w:pos="2580" w:val="left"/>
          <w:tab w:pos="3220" w:val="left"/>
          <w:tab w:pos="4740" w:val="left"/>
          <w:tab w:pos="62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Case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Test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-20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1"/>
        </w:rPr>
        <w:t>Environment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44" w:after="0" w:line="184" w:lineRule="exact"/>
        <w:ind w:left="5" w:right="-69"/>
        <w:jc w:val="left"/>
        <w:tabs>
          <w:tab w:pos="64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3"/>
        </w:rPr>
        <w:t>Created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8" w:lineRule="exact"/>
        <w:ind w:left="653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1"/>
        </w:rPr>
        <w:t>By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46" w:after="0" w:line="87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46" w:after="0" w:line="183" w:lineRule="exact"/>
        <w:ind w:left="5" w:right="-69"/>
        <w:jc w:val="left"/>
        <w:tabs>
          <w:tab w:pos="130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Complet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1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Status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Tested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213"/>
        <w:jc w:val="right"/>
        <w:rPr>
          <w:rFonts w:ascii="Arial" w:hAnsi="Arial" w:cs="Arial" w:eastAsia="Arial"/>
          <w:sz w:val="12"/>
          <w:szCs w:val="1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75.649994pt;margin-top:-8.737802pt;width:35.299999pt;height:14.4pt;mso-position-horizontal-relative:page;mso-position-vertical-relative:paragraph;z-index:-2003" type="#_x0000_t202" filled="f" stroked="f">
            <v:textbox inset="0,0,0,0">
              <w:txbxContent>
                <w:p>
                  <w:pPr>
                    <w:spacing w:before="62" w:after="0" w:line="240" w:lineRule="auto"/>
                    <w:ind w:right="-20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color w:val="666666"/>
                      <w:spacing w:val="0"/>
                      <w:w w:val="100"/>
                      <w:b/>
                      <w:bCs/>
                    </w:rPr>
                    <w:t>ed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1"/>
        </w:rPr>
        <w:t>By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15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483.799988pt;margin-top:.494928pt;width:7.2pt;height:7.2pt;mso-position-horizontal-relative:page;mso-position-vertical-relative:paragraph;z-index:-1999" type="#_x0000_t75">
            <v:imagedata r:id="rId46" o:title=""/>
          </v:shape>
        </w:pic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10"/>
        </w:rPr>
        <w:t>Nov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1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10"/>
        </w:rPr>
        <w:t>6,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Locked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  <w:cols w:num="4" w:equalWidth="0">
            <w:col w:w="6987" w:space="125"/>
            <w:col w:w="1100" w:space="196"/>
            <w:col w:w="1688" w:space="261"/>
            <w:col w:w="523"/>
          </w:cols>
        </w:sectPr>
      </w:pPr>
      <w:rPr/>
    </w:p>
    <w:p>
      <w:pPr>
        <w:spacing w:before="0" w:after="0" w:line="168" w:lineRule="exact"/>
        <w:ind w:left="233" w:right="-69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3"/>
        </w:rPr>
        <w:t>2309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3"/>
        </w:rPr>
        <w:t>  </w:t>
      </w:r>
      <w:r>
        <w:rPr>
          <w:rFonts w:ascii="Arial" w:hAnsi="Arial" w:cs="Arial" w:eastAsia="Arial"/>
          <w:sz w:val="12"/>
          <w:szCs w:val="12"/>
          <w:color w:val="3087B3"/>
          <w:spacing w:val="32"/>
          <w:w w:val="100"/>
          <w:position w:val="-3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4"/>
        </w:rPr>
        <w:t>NSR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4"/>
        </w:rPr>
        <w:t>20100311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4"/>
        </w:rPr>
        <w:t>Unit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4"/>
        </w:rPr>
        <w:t>Testing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8" w:lineRule="exact"/>
        <w:ind w:left="632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(OR*3.0*420)_Dev1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Silver1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23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Under</w:t>
      </w:r>
    </w:p>
    <w:p>
      <w:pPr>
        <w:spacing w:before="6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Review</w:t>
      </w:r>
    </w:p>
    <w:p>
      <w:pPr>
        <w:spacing w:before="56" w:after="0" w:line="240" w:lineRule="auto"/>
        <w:ind w:right="-6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</w:t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8.244944pt;width:540pt;height:.1pt;mso-position-horizontal-relative:page;mso-position-vertical-relative:paragraph;z-index:-2000" coordorigin="720,165" coordsize="10800,2">
            <v:shape style="position:absolute;left:720;top:165;width:10800;height:2" coordorigin="720,165" coordsize="10800,0" path="m720,165l11520,165e" filled="f" stroked="t" strokeweight=".500005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</w:p>
    <w:p>
      <w:pPr>
        <w:spacing w:before="56" w:after="0" w:line="113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2"/>
        </w:rPr>
        <w:t>     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114" w:lineRule="exact"/>
        <w:ind w:left="648" w:right="-60"/>
        <w:jc w:val="left"/>
        <w:tabs>
          <w:tab w:pos="12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2"/>
        </w:rPr>
        <w:t>2015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  <w:t>Passed</w:t>
      </w:r>
    </w:p>
    <w:p>
      <w:pPr>
        <w:spacing w:before="5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false</w:t>
      </w:r>
    </w:p>
    <w:sectPr>
      <w:type w:val="continuous"/>
      <w:pgSz w:w="12240" w:h="15840"/>
      <w:pgMar w:top="1360" w:bottom="1160" w:left="620" w:right="740"/>
      <w:cols w:num="5" w:equalWidth="0">
        <w:col w:w="2127" w:space="449"/>
        <w:col w:w="394" w:space="4142"/>
        <w:col w:w="461" w:space="187"/>
        <w:col w:w="1697" w:space="895"/>
        <w:col w:w="52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2112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323997pt;margin-top:737.782104pt;width:469.352022pt;height:8pt;mso-position-horizontal-relative:page;mso-position-vertical-relative:page;z-index:-2111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https://your_server.vha.domain.ext:9443/jazz/service/com.ibm.rqm.integration.service.IIntegrationService/resources/VIP+%28QM%29/testsuite/urn:com.ibm.rqm:testsuite:3008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2110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655998pt;margin-top:737.782104pt;width:472.688022pt;height:8pt;mso-position-horizontal-relative:page;mso-position-vertical-relative:page;z-index:-2109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https://your_server.vha.domain.ext:9443/jazz/service/com.ibm.rqm.integration.service.IIntegrationService/resources/VIP+%28QM%29/testcase/urn:com.ibm.rqm:testcase:90501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2108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.986pt;margin-top:737.782104pt;width:508.028024pt;height:8pt;mso-position-horizontal-relative:page;mso-position-vertical-relative:page;z-index:-2107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https://your_server.vha.domain.ext:9443/jazz/service/com.ibm.rqm.integration.service.IIntegrationService/resources/VIP+%28QM%29/executionscript/urn:com.ibm.rqm:executionscript:81829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2106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655998pt;margin-top:737.782104pt;width:472.688022pt;height:8pt;mso-position-horizontal-relative:page;mso-position-vertical-relative:page;z-index:-2105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https://your_server.vha.domain.ext:9443/jazz/service/com.ibm.rqm.integration.service.IIntegrationService/resources/VIP+%28QM%29/testcase/urn:com.ibm.rqm:testcase:90499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2104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.986pt;margin-top:737.782104pt;width:508.028024pt;height:8pt;mso-position-horizontal-relative:page;mso-position-vertical-relative:page;z-index:-2103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https://your_server.vha.domain.ext:9443/jazz/service/com.ibm.rqm.integration.service.IIntegrationService/resources/VIP+%28QM%29/executionscript/urn:com.ibm.rqm:executionscript:81790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2102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2.610992pt;margin-top:737.782104pt;width:284.780013pt;height:17.6pt;mso-position-horizontal-relative:page;mso-position-vertical-relative:page;z-index:-2101" type="#_x0000_t202" filled="f" stroked="f">
          <v:textbox inset="0,0,0,0">
            <w:txbxContent>
              <w:p>
                <w:pPr>
                  <w:spacing w:before="4" w:after="0" w:line="240" w:lineRule="auto"/>
                  <w:ind w:left="-9" w:right="-29"/>
                  <w:jc w:val="center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  <w:p>
                <w:pPr>
                  <w:spacing w:before="54" w:after="0" w:line="240" w:lineRule="auto"/>
                  <w:ind w:left="266" w:right="206"/>
                  <w:jc w:val="center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resources/VIP+%28QM%29/suiteexecutionrecord/urn:com.ibm.rqm:suiteexecutionrecord:106588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2100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2.610992pt;margin-top:737.782104pt;width:284.780013pt;height:17.6pt;mso-position-horizontal-relative:page;mso-position-vertical-relative:page;z-index:-2099" type="#_x0000_t202" filled="f" stroked="f">
          <v:textbox inset="0,0,0,0">
            <w:txbxContent>
              <w:p>
                <w:pPr>
                  <w:spacing w:before="4" w:after="0" w:line="240" w:lineRule="auto"/>
                  <w:ind w:left="-9" w:right="-29"/>
                  <w:jc w:val="center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  <w:p>
                <w:pPr>
                  <w:spacing w:before="54" w:after="0" w:line="240" w:lineRule="auto"/>
                  <w:ind w:left="266" w:right="206"/>
                  <w:jc w:val="center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resources/VIP+%28QM%29/suiteexecutionrecord/urn:com.ibm.rqm:suiteexecutionrecord:106585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footer" Target="footer2.xml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footer" Target="footer3.xml"/><Relationship Id="rId25" Type="http://schemas.openxmlformats.org/officeDocument/2006/relationships/image" Target="media/image18.png"/><Relationship Id="rId26" Type="http://schemas.openxmlformats.org/officeDocument/2006/relationships/footer" Target="footer4.xml"/><Relationship Id="rId27" Type="http://schemas.openxmlformats.org/officeDocument/2006/relationships/image" Target="media/image19.png"/><Relationship Id="rId28" Type="http://schemas.openxmlformats.org/officeDocument/2006/relationships/image" Target="media/image20.png"/><Relationship Id="rId29" Type="http://schemas.openxmlformats.org/officeDocument/2006/relationships/image" Target="media/image21.png"/><Relationship Id="rId30" Type="http://schemas.openxmlformats.org/officeDocument/2006/relationships/image" Target="media/image22.png"/><Relationship Id="rId31" Type="http://schemas.openxmlformats.org/officeDocument/2006/relationships/image" Target="media/image23.png"/><Relationship Id="rId32" Type="http://schemas.openxmlformats.org/officeDocument/2006/relationships/image" Target="media/image24.png"/><Relationship Id="rId33" Type="http://schemas.openxmlformats.org/officeDocument/2006/relationships/image" Target="media/image25.png"/><Relationship Id="rId34" Type="http://schemas.openxmlformats.org/officeDocument/2006/relationships/image" Target="media/image26.png"/><Relationship Id="rId35" Type="http://schemas.openxmlformats.org/officeDocument/2006/relationships/footer" Target="footer5.xml"/><Relationship Id="rId36" Type="http://schemas.openxmlformats.org/officeDocument/2006/relationships/image" Target="media/image27.png"/><Relationship Id="rId37" Type="http://schemas.openxmlformats.org/officeDocument/2006/relationships/footer" Target="footer6.xml"/><Relationship Id="rId38" Type="http://schemas.openxmlformats.org/officeDocument/2006/relationships/image" Target="media/image28.png"/><Relationship Id="rId39" Type="http://schemas.openxmlformats.org/officeDocument/2006/relationships/image" Target="media/image29.png"/><Relationship Id="rId40" Type="http://schemas.openxmlformats.org/officeDocument/2006/relationships/image" Target="media/image30.png"/><Relationship Id="rId41" Type="http://schemas.openxmlformats.org/officeDocument/2006/relationships/image" Target="media/image31.png"/><Relationship Id="rId42" Type="http://schemas.openxmlformats.org/officeDocument/2006/relationships/footer" Target="footer7.xml"/><Relationship Id="rId43" Type="http://schemas.openxmlformats.org/officeDocument/2006/relationships/image" Target="media/image32.png"/><Relationship Id="rId44" Type="http://schemas.openxmlformats.org/officeDocument/2006/relationships/image" Target="media/image33.png"/><Relationship Id="rId45" Type="http://schemas.openxmlformats.org/officeDocument/2006/relationships/image" Target="media/image34.png"/><Relationship Id="rId46" Type="http://schemas.openxmlformats.org/officeDocument/2006/relationships/image" Target="media/image35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2016-04-19T14:15:22Z</dcterms:created>
  <dcterms:modified xsi:type="dcterms:W3CDTF">2016-04-19T14:15:22Z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2016-02-18T00:00:00Z</vt:filetime>
  </property>
  <property fmtid="{D5CDD505-2E9C-101B-9397-08002B2CF9AE}" pid="3" name="LastSaved">
    <vt:filetime>2016-04-19T00:00:00Z</vt:filetime>
  </property>
</Properties>
</file>